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CB" w:rsidRPr="009F3545" w:rsidRDefault="009604CB" w:rsidP="00926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6pt;margin-top:-36pt;width:585pt;height:789pt;z-index:251658240">
            <v:imagedata r:id="rId5" o:title=""/>
          </v:shape>
        </w:pict>
      </w:r>
      <w:r w:rsidRPr="009F3545">
        <w:rPr>
          <w:rFonts w:ascii="Times New Roman" w:hAnsi="Times New Roman"/>
          <w:sz w:val="28"/>
          <w:szCs w:val="28"/>
        </w:rPr>
        <w:t>Муниципальное</w:t>
      </w:r>
      <w:r>
        <w:rPr>
          <w:rFonts w:ascii="Times New Roman" w:hAnsi="Times New Roman"/>
          <w:sz w:val="28"/>
          <w:szCs w:val="28"/>
        </w:rPr>
        <w:t xml:space="preserve"> бюджетное</w:t>
      </w:r>
      <w:r w:rsidRPr="009F35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</w:t>
      </w:r>
      <w:r w:rsidRPr="009F3545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9604CB" w:rsidRPr="009F3545" w:rsidRDefault="009604CB" w:rsidP="00926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«Бабаевская основная общеобразовательная школа №3»</w:t>
      </w:r>
    </w:p>
    <w:p w:rsidR="009604CB" w:rsidRPr="009F3545" w:rsidRDefault="009604CB" w:rsidP="00926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04CB" w:rsidRDefault="009604CB" w:rsidP="00926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04CB" w:rsidRDefault="009604CB" w:rsidP="00926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04CB" w:rsidRDefault="009604CB" w:rsidP="00926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04CB" w:rsidRDefault="009604CB" w:rsidP="00926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04CB" w:rsidRDefault="009604CB" w:rsidP="00926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04CB" w:rsidRDefault="009604CB" w:rsidP="00926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04CB" w:rsidRDefault="009604CB" w:rsidP="00926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04CB" w:rsidRDefault="009604CB" w:rsidP="00926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04CB" w:rsidRDefault="009604CB" w:rsidP="00926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04CB" w:rsidRDefault="009604CB" w:rsidP="00926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04CB" w:rsidRPr="009F3545" w:rsidRDefault="009604CB" w:rsidP="00926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04CB" w:rsidRPr="00BD2328" w:rsidRDefault="009604CB" w:rsidP="009262BD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BD2328">
        <w:rPr>
          <w:rFonts w:ascii="Times New Roman" w:hAnsi="Times New Roman"/>
          <w:b/>
          <w:sz w:val="52"/>
          <w:szCs w:val="52"/>
        </w:rPr>
        <w:t>Программа формирования культуры здорового питания</w:t>
      </w:r>
    </w:p>
    <w:p w:rsidR="009604CB" w:rsidRPr="009F3545" w:rsidRDefault="009604CB" w:rsidP="009262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04CB" w:rsidRPr="009F3545" w:rsidRDefault="009604CB" w:rsidP="009262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04CB" w:rsidRPr="009F3545" w:rsidRDefault="009604CB" w:rsidP="009262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04CB" w:rsidRPr="009F3545" w:rsidRDefault="009604CB" w:rsidP="009262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04CB" w:rsidRPr="009F3545" w:rsidRDefault="009604CB" w:rsidP="009262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04CB" w:rsidRPr="009F3545" w:rsidRDefault="009604CB" w:rsidP="009262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04CB" w:rsidRPr="009F3545" w:rsidRDefault="009604CB" w:rsidP="009262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04CB" w:rsidRDefault="009604CB"/>
    <w:p w:rsidR="009604CB" w:rsidRDefault="009604CB"/>
    <w:p w:rsidR="009604CB" w:rsidRDefault="009604CB"/>
    <w:p w:rsidR="009604CB" w:rsidRDefault="009604CB"/>
    <w:p w:rsidR="009604CB" w:rsidRDefault="009604CB"/>
    <w:p w:rsidR="009604CB" w:rsidRDefault="009604CB"/>
    <w:p w:rsidR="009604CB" w:rsidRDefault="009604CB"/>
    <w:p w:rsidR="009604CB" w:rsidRDefault="009604CB"/>
    <w:p w:rsidR="009604CB" w:rsidRDefault="009604CB"/>
    <w:p w:rsidR="009604CB" w:rsidRDefault="009604CB"/>
    <w:p w:rsidR="009604CB" w:rsidRDefault="009604CB"/>
    <w:p w:rsidR="009604CB" w:rsidRDefault="009604CB"/>
    <w:p w:rsidR="009604CB" w:rsidRDefault="009604CB"/>
    <w:p w:rsidR="009604CB" w:rsidRDefault="009604CB"/>
    <w:p w:rsidR="009604CB" w:rsidRDefault="009604CB" w:rsidP="009262BD">
      <w:pPr>
        <w:jc w:val="center"/>
      </w:pPr>
      <w:r>
        <w:t>2020</w:t>
      </w:r>
    </w:p>
    <w:p w:rsidR="009604CB" w:rsidRDefault="009604CB"/>
    <w:tbl>
      <w:tblPr>
        <w:tblW w:w="9927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45"/>
        <w:gridCol w:w="7468"/>
        <w:gridCol w:w="38"/>
      </w:tblGrid>
      <w:tr w:rsidR="009604CB" w:rsidRPr="00525600" w:rsidTr="00525600">
        <w:tc>
          <w:tcPr>
            <w:tcW w:w="2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525600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5"/>
                <w:sz w:val="26"/>
                <w:szCs w:val="26"/>
              </w:rPr>
              <w:t>Наименование</w:t>
            </w:r>
          </w:p>
        </w:tc>
        <w:tc>
          <w:tcPr>
            <w:tcW w:w="7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525600">
            <w:pPr>
              <w:shd w:val="clear" w:color="auto" w:fill="FFFFFF"/>
              <w:spacing w:after="0" w:line="322" w:lineRule="exact"/>
              <w:ind w:left="5" w:right="1219" w:hanging="19"/>
              <w:rPr>
                <w:rFonts w:ascii="Times New Roman" w:hAnsi="Times New Roman"/>
                <w:spacing w:val="-1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Программа «Формирование культуры здорового </w:t>
            </w: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>питания обучающихся на 2020-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525600">
                <w:rPr>
                  <w:rFonts w:ascii="Times New Roman" w:hAnsi="Times New Roman"/>
                  <w:spacing w:val="-1"/>
                  <w:sz w:val="26"/>
                  <w:szCs w:val="26"/>
                </w:rPr>
                <w:t>2022 г</w:t>
              </w:r>
            </w:smartTag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>.г.» МБОУ «Бабаевская оош №3»</w:t>
            </w:r>
          </w:p>
        </w:tc>
      </w:tr>
      <w:tr w:rsidR="009604CB" w:rsidRPr="00525600" w:rsidTr="00525600">
        <w:tc>
          <w:tcPr>
            <w:tcW w:w="2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525600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4"/>
                <w:sz w:val="26"/>
                <w:szCs w:val="26"/>
              </w:rPr>
              <w:t>Дата принятия</w:t>
            </w:r>
          </w:p>
        </w:tc>
        <w:tc>
          <w:tcPr>
            <w:tcW w:w="7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52560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Протокол педсовета № 1  от 31.08.2020 г.</w:t>
            </w:r>
          </w:p>
        </w:tc>
      </w:tr>
      <w:tr w:rsidR="009604CB" w:rsidRPr="00525600" w:rsidTr="00525600">
        <w:tc>
          <w:tcPr>
            <w:tcW w:w="2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Кадровое</w:t>
            </w: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обеспечение</w:t>
            </w: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программы</w:t>
            </w: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5"/>
                <w:sz w:val="26"/>
                <w:szCs w:val="26"/>
              </w:rPr>
              <w:t>«Формирование</w:t>
            </w: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культуры</w:t>
            </w: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здорового</w:t>
            </w: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питания</w:t>
            </w: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 обучающихся на 2020-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525600">
                <w:rPr>
                  <w:rFonts w:ascii="Times New Roman" w:hAnsi="Times New Roman"/>
                  <w:spacing w:val="-1"/>
                  <w:sz w:val="26"/>
                  <w:szCs w:val="26"/>
                </w:rPr>
                <w:t>2022 г</w:t>
              </w:r>
            </w:smartTag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>.г.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7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5" w:right="3067" w:hanging="19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 xml:space="preserve">Директор школы; </w:t>
            </w: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5" w:right="3067" w:hanging="19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Заместитель директора по УВР; Социльный педагог;</w:t>
            </w: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5" w:right="3067" w:hanging="19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Педагог-психолог;</w:t>
            </w: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right="3067" w:hanging="14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 xml:space="preserve">Учителя-предметники; </w:t>
            </w: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right="3067" w:hanging="14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Классные руководители;</w:t>
            </w: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right="3067" w:hanging="14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Работники школьной столовой;</w:t>
            </w: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right="3067" w:hanging="14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Завхоз.</w:t>
            </w:r>
          </w:p>
        </w:tc>
      </w:tr>
      <w:tr w:rsidR="009604CB" w:rsidRPr="00525600" w:rsidTr="00525600">
        <w:tc>
          <w:tcPr>
            <w:tcW w:w="2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525600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Цели, задачи</w:t>
            </w:r>
          </w:p>
        </w:tc>
        <w:tc>
          <w:tcPr>
            <w:tcW w:w="7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right="29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Сохранение   и   укрепление   здоровья   обучающихся   и </w:t>
            </w:r>
            <w:r w:rsidRPr="00525600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педагогов;     обеспечение     школьников     качественным сбалансированным        питанием,        совершенствование 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>системы   организации   питания   в   МБОУ «Бабаевская оош №3»</w:t>
            </w:r>
            <w:r w:rsidRPr="00525600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,    способствующей    формированию    у 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>школьников    здорового    образа    жизни    и    навыков рационального здорового питания, формирование общей культуры правильного питания. Задачи программы: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600"/>
              </w:tabs>
              <w:spacing w:after="0" w:line="317" w:lineRule="exact"/>
              <w:ind w:right="29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b/>
                <w:bCs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525600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Обеспечение           всех     обучающихся           школы 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>сбалансированным горячим питанием.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350"/>
              </w:tabs>
              <w:spacing w:after="0" w:line="317" w:lineRule="exact"/>
              <w:ind w:right="29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  <w:t>Пропаганда здорового питания (проведение классных</w:t>
            </w:r>
            <w:r w:rsidRPr="00525600">
              <w:rPr>
                <w:rFonts w:ascii="Times New Roman" w:hAnsi="Times New Roman"/>
                <w:sz w:val="26"/>
                <w:szCs w:val="26"/>
              </w:rPr>
              <w:br/>
              <w:t>часов, конкурсов, лекций).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350"/>
              </w:tabs>
              <w:spacing w:after="0" w:line="317" w:lineRule="exact"/>
              <w:ind w:right="29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  <w:t xml:space="preserve">Формирование  у детей  и  родителей  потребности  в </w:t>
            </w: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>правильном питании как неотъемлемой части сохранения</w:t>
            </w: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br/>
            </w:r>
            <w:r w:rsidRPr="00525600">
              <w:rPr>
                <w:rFonts w:ascii="Times New Roman" w:hAnsi="Times New Roman"/>
                <w:sz w:val="26"/>
                <w:szCs w:val="26"/>
              </w:rPr>
              <w:t>и укрепления здоровья.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480"/>
              </w:tabs>
              <w:spacing w:after="0" w:line="317" w:lineRule="exact"/>
              <w:ind w:right="29" w:firstLine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  <w:t xml:space="preserve">Формирование   навыков   здорового   питания   через </w:t>
            </w: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систему   воспитательной   работы   школы   и   работу   с 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>родителями.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586"/>
              </w:tabs>
              <w:spacing w:after="0" w:line="317" w:lineRule="exact"/>
              <w:ind w:right="29" w:firstLine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b/>
                <w:bCs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Внедрение     современных     методов     мониторинга 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>состояния питания.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586"/>
              </w:tabs>
              <w:spacing w:after="0" w:line="317" w:lineRule="exact"/>
              <w:ind w:right="29" w:firstLine="10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b/>
                <w:bCs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b/>
                <w:bCs/>
                <w:sz w:val="26"/>
                <w:szCs w:val="26"/>
              </w:rPr>
              <w:tab/>
            </w:r>
            <w:r w:rsidRPr="00525600">
              <w:rPr>
                <w:rFonts w:ascii="Times New Roman" w:hAnsi="Times New Roman"/>
                <w:spacing w:val="-2"/>
                <w:sz w:val="26"/>
                <w:szCs w:val="26"/>
              </w:rPr>
              <w:t>Дальнейшее     совершенствование          материально-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>технологического оборудования столовой.</w:t>
            </w:r>
          </w:p>
        </w:tc>
      </w:tr>
      <w:tr w:rsidR="009604CB" w:rsidRPr="00525600" w:rsidTr="00525600">
        <w:tc>
          <w:tcPr>
            <w:tcW w:w="2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525600">
            <w:pPr>
              <w:shd w:val="clear" w:color="auto" w:fill="FFFFFF"/>
              <w:spacing w:after="0" w:line="326" w:lineRule="exact"/>
              <w:ind w:left="29" w:right="734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Важнейшие целевые</w:t>
            </w: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29" w:right="734" w:firstLine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ожидаемые результаты</w:t>
            </w:r>
          </w:p>
        </w:tc>
        <w:tc>
          <w:tcPr>
            <w:tcW w:w="7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525600">
            <w:pPr>
              <w:shd w:val="clear" w:color="auto" w:fill="FFFFFF"/>
              <w:tabs>
                <w:tab w:val="left" w:pos="288"/>
              </w:tabs>
              <w:spacing w:after="0" w:line="317" w:lineRule="exact"/>
              <w:ind w:left="10" w:right="283" w:firstLine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525600">
              <w:rPr>
                <w:rFonts w:ascii="Times New Roman" w:hAnsi="Times New Roman"/>
                <w:spacing w:val="-2"/>
                <w:sz w:val="26"/>
                <w:szCs w:val="26"/>
              </w:rPr>
              <w:t>Увеличить количество детей, питающихся в школьной</w:t>
            </w:r>
            <w:r w:rsidRPr="00525600">
              <w:rPr>
                <w:rFonts w:ascii="Times New Roman" w:hAnsi="Times New Roman"/>
                <w:spacing w:val="-2"/>
                <w:sz w:val="26"/>
                <w:szCs w:val="26"/>
              </w:rPr>
              <w:br/>
            </w:r>
            <w:r w:rsidRPr="00525600">
              <w:rPr>
                <w:rFonts w:ascii="Times New Roman" w:hAnsi="Times New Roman"/>
                <w:sz w:val="26"/>
                <w:szCs w:val="26"/>
              </w:rPr>
              <w:t>столовой до 100 %;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288"/>
              </w:tabs>
              <w:spacing w:after="0" w:line="317" w:lineRule="exact"/>
              <w:ind w:left="10" w:right="283" w:firstLine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525600">
              <w:rPr>
                <w:rFonts w:ascii="Times New Roman" w:hAnsi="Times New Roman"/>
                <w:spacing w:val="-3"/>
                <w:sz w:val="26"/>
                <w:szCs w:val="26"/>
              </w:rPr>
              <w:t>Организовать правильное сбалансированное питание</w:t>
            </w:r>
            <w:r w:rsidRPr="00525600">
              <w:rPr>
                <w:rFonts w:ascii="Times New Roman" w:hAnsi="Times New Roman"/>
                <w:spacing w:val="-3"/>
                <w:sz w:val="26"/>
                <w:szCs w:val="26"/>
              </w:rPr>
              <w:br/>
            </w:r>
            <w:r w:rsidRPr="00525600">
              <w:rPr>
                <w:rFonts w:ascii="Times New Roman" w:hAnsi="Times New Roman"/>
                <w:sz w:val="26"/>
                <w:szCs w:val="26"/>
              </w:rPr>
              <w:t>детей и подростков с учетом их возрастных</w:t>
            </w:r>
            <w:r w:rsidRPr="00525600">
              <w:rPr>
                <w:rFonts w:ascii="Times New Roman" w:hAnsi="Times New Roman"/>
                <w:sz w:val="26"/>
                <w:szCs w:val="26"/>
              </w:rPr>
              <w:br/>
              <w:t>особенностей;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288"/>
              </w:tabs>
              <w:spacing w:after="0" w:line="317" w:lineRule="exact"/>
              <w:ind w:left="10" w:right="283" w:firstLine="10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525600">
              <w:rPr>
                <w:rFonts w:ascii="Times New Roman" w:hAnsi="Times New Roman"/>
                <w:spacing w:val="-3"/>
                <w:sz w:val="26"/>
                <w:szCs w:val="26"/>
              </w:rPr>
              <w:t>Оказывать социальную поддержку отдельным</w:t>
            </w:r>
            <w:r w:rsidRPr="00525600">
              <w:rPr>
                <w:rFonts w:ascii="Times New Roman" w:hAnsi="Times New Roman"/>
                <w:spacing w:val="-3"/>
                <w:sz w:val="26"/>
                <w:szCs w:val="26"/>
              </w:rPr>
              <w:br/>
            </w:r>
            <w:r w:rsidRPr="00525600">
              <w:rPr>
                <w:rFonts w:ascii="Times New Roman" w:hAnsi="Times New Roman"/>
                <w:sz w:val="26"/>
                <w:szCs w:val="26"/>
              </w:rPr>
              <w:t>категориям обучающихся;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288"/>
              </w:tabs>
              <w:spacing w:after="0" w:line="317" w:lineRule="exact"/>
              <w:ind w:left="10" w:right="283" w:firstLine="14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  <w:t>Обеспечить обучающихся качественным и</w:t>
            </w:r>
            <w:r w:rsidRPr="00525600">
              <w:rPr>
                <w:rFonts w:ascii="Times New Roman" w:hAnsi="Times New Roman"/>
                <w:sz w:val="26"/>
                <w:szCs w:val="26"/>
              </w:rPr>
              <w:br/>
              <w:t>количественным составом рациона питания и</w:t>
            </w:r>
            <w:r w:rsidRPr="00525600">
              <w:rPr>
                <w:rFonts w:ascii="Times New Roman" w:hAnsi="Times New Roman"/>
                <w:sz w:val="26"/>
                <w:szCs w:val="26"/>
              </w:rPr>
              <w:br/>
            </w:r>
            <w:r w:rsidRPr="00525600">
              <w:rPr>
                <w:rFonts w:ascii="Times New Roman" w:hAnsi="Times New Roman"/>
                <w:spacing w:val="-3"/>
                <w:sz w:val="26"/>
                <w:szCs w:val="26"/>
              </w:rPr>
              <w:t>ассортиментом продуктов, используемых в питании;</w:t>
            </w:r>
          </w:p>
          <w:p w:rsidR="009604CB" w:rsidRPr="00525600" w:rsidRDefault="009604CB" w:rsidP="005256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 Сформировать навыки культуры здорового питания у обучающихся и их родителей;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2592"/>
              </w:tabs>
              <w:spacing w:before="5" w:after="0"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-Улучшить качество питания школьников и обеспечить</w:t>
            </w:r>
            <w:r w:rsidRPr="00525600">
              <w:rPr>
                <w:rFonts w:ascii="Times New Roman" w:hAnsi="Times New Roman"/>
                <w:sz w:val="26"/>
                <w:szCs w:val="26"/>
              </w:rPr>
              <w:br/>
              <w:t>его безопасность;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2837"/>
              </w:tabs>
              <w:spacing w:before="10" w:after="0"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b/>
                <w:bCs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>Отработать механизмы  координации  и  контроля  в</w:t>
            </w:r>
            <w:r w:rsidRPr="00525600">
              <w:rPr>
                <w:rFonts w:ascii="Times New Roman" w:hAnsi="Times New Roman"/>
                <w:sz w:val="26"/>
                <w:szCs w:val="26"/>
              </w:rPr>
              <w:br/>
              <w:t>системе школьного питания;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2837"/>
              </w:tabs>
              <w:spacing w:before="10" w:after="0"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-Изменить   имидж   школьной   столовой   и   качество обслуживания;</w:t>
            </w: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>-сохранить    и    укрепить    здоровье    при    стабильных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>результатах обучения;</w:t>
            </w:r>
          </w:p>
          <w:p w:rsidR="009604CB" w:rsidRPr="00525600" w:rsidRDefault="009604CB" w:rsidP="00525600">
            <w:pPr>
              <w:shd w:val="clear" w:color="auto" w:fill="FFFFFF"/>
              <w:spacing w:before="14" w:after="0"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>-повышение мотивации к здоровому образу жизни;</w:t>
            </w: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>-повышение качества и безопасности питания учащихся;</w:t>
            </w:r>
          </w:p>
          <w:p w:rsidR="009604CB" w:rsidRPr="00525600" w:rsidRDefault="009604CB" w:rsidP="005256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b/>
                <w:bCs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>обеспечение всех обучающихся питанием;</w:t>
            </w:r>
          </w:p>
        </w:tc>
      </w:tr>
      <w:tr w:rsidR="009604CB" w:rsidRPr="00525600" w:rsidTr="00525600">
        <w:tc>
          <w:tcPr>
            <w:tcW w:w="2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29" w:right="734" w:firstLine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Сроки реализации</w:t>
            </w: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29" w:right="734" w:firstLine="5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29" w:right="734" w:firstLine="5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29" w:right="734" w:firstLine="5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29" w:right="734" w:firstLine="5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29" w:right="734" w:firstLine="5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29" w:right="734" w:firstLine="5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29" w:right="734" w:firstLine="5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29" w:right="734" w:firstLine="5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29" w:right="734" w:firstLine="5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29" w:right="734" w:firstLine="5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29" w:right="734" w:firstLine="5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29" w:right="734" w:firstLine="5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left="29" w:right="734" w:firstLine="5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525600">
            <w:pPr>
              <w:shd w:val="clear" w:color="auto" w:fill="FFFFFF"/>
              <w:spacing w:after="0" w:line="317" w:lineRule="exact"/>
              <w:ind w:right="73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525600">
            <w:pPr>
              <w:shd w:val="clear" w:color="auto" w:fill="FFFFFF"/>
              <w:tabs>
                <w:tab w:val="left" w:pos="2390"/>
              </w:tabs>
              <w:spacing w:after="0" w:line="317" w:lineRule="exact"/>
              <w:ind w:left="29" w:right="3110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25600">
              <w:rPr>
                <w:rFonts w:ascii="Times New Roman" w:hAnsi="Times New Roman"/>
                <w:sz w:val="26"/>
                <w:szCs w:val="26"/>
                <w:u w:val="single"/>
              </w:rPr>
              <w:t>1 этап Базовый-2020 год</w:t>
            </w:r>
            <w:r w:rsidRPr="00525600">
              <w:rPr>
                <w:rFonts w:ascii="Times New Roman" w:hAnsi="Times New Roman"/>
                <w:sz w:val="26"/>
                <w:szCs w:val="26"/>
                <w:u w:val="single"/>
              </w:rPr>
              <w:tab/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2390"/>
              </w:tabs>
              <w:spacing w:after="0" w:line="317" w:lineRule="exact"/>
              <w:ind w:left="29" w:right="3110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>- анализ нынешнего состояния;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2717"/>
              </w:tabs>
              <w:spacing w:after="0"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pacing w:val="-2"/>
                <w:sz w:val="26"/>
                <w:szCs w:val="26"/>
              </w:rPr>
              <w:t>планирование    реализации    основных    направлений</w:t>
            </w:r>
            <w:r w:rsidRPr="00525600">
              <w:rPr>
                <w:rFonts w:ascii="Times New Roman" w:hAnsi="Times New Roman"/>
                <w:spacing w:val="-2"/>
                <w:sz w:val="26"/>
                <w:szCs w:val="26"/>
              </w:rPr>
              <w:br/>
            </w:r>
            <w:r w:rsidRPr="00525600">
              <w:rPr>
                <w:rFonts w:ascii="Times New Roman" w:hAnsi="Times New Roman"/>
                <w:sz w:val="26"/>
                <w:szCs w:val="26"/>
              </w:rPr>
              <w:t>программы;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2558"/>
              </w:tabs>
              <w:spacing w:after="0"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>-создание условий для реализации программы;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2558"/>
              </w:tabs>
              <w:spacing w:before="10" w:after="0"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>-начало реализации программы.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2602"/>
              </w:tabs>
              <w:spacing w:after="0" w:line="317" w:lineRule="exac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25600">
              <w:rPr>
                <w:rFonts w:ascii="Times New Roman" w:hAnsi="Times New Roman"/>
                <w:sz w:val="26"/>
                <w:szCs w:val="26"/>
                <w:u w:val="single"/>
              </w:rPr>
              <w:t>2 этап Основной-2020-2021годы: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2678"/>
              </w:tabs>
              <w:spacing w:after="0"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-поэтапная  реализация  программы  в  соответствии  с</w:t>
            </w:r>
            <w:r w:rsidRPr="00525600">
              <w:rPr>
                <w:rFonts w:ascii="Times New Roman" w:hAnsi="Times New Roman"/>
                <w:sz w:val="26"/>
                <w:szCs w:val="26"/>
              </w:rPr>
              <w:br/>
              <w:t>целями и задачами;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2558"/>
              </w:tabs>
              <w:spacing w:before="5" w:after="0"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>промежуточный мониторинг результатов;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2746"/>
              </w:tabs>
              <w:spacing w:after="0"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 xml:space="preserve">-корректировка   планов    в   соответствии   с   целями, </w:t>
            </w: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>задачами и промежуточными результатами.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2602"/>
              </w:tabs>
              <w:spacing w:after="0" w:line="317" w:lineRule="exac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25600">
              <w:rPr>
                <w:rFonts w:ascii="Times New Roman" w:hAnsi="Times New Roman"/>
                <w:sz w:val="26"/>
                <w:szCs w:val="26"/>
                <w:u w:val="single"/>
              </w:rPr>
              <w:t>3 этап Заключительный - 2022 год: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pos="2558"/>
              </w:tabs>
              <w:spacing w:after="0" w:line="317" w:lineRule="exact"/>
              <w:ind w:right="2074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pacing w:val="-3"/>
                <w:sz w:val="26"/>
                <w:szCs w:val="26"/>
              </w:rPr>
              <w:t>завершение реализации программы;</w:t>
            </w:r>
            <w:r w:rsidRPr="00525600">
              <w:rPr>
                <w:rFonts w:ascii="Times New Roman" w:hAnsi="Times New Roman"/>
                <w:spacing w:val="-3"/>
                <w:sz w:val="26"/>
                <w:szCs w:val="26"/>
              </w:rPr>
              <w:br/>
            </w:r>
            <w:r w:rsidRPr="00525600">
              <w:rPr>
                <w:rFonts w:ascii="Times New Roman" w:hAnsi="Times New Roman"/>
                <w:sz w:val="26"/>
                <w:szCs w:val="26"/>
              </w:rPr>
              <w:t>-мониторинг результатов;</w:t>
            </w:r>
          </w:p>
          <w:p w:rsidR="009604CB" w:rsidRPr="00525600" w:rsidRDefault="009604CB" w:rsidP="00525600">
            <w:pPr>
              <w:shd w:val="clear" w:color="auto" w:fill="FFFFFF"/>
              <w:tabs>
                <w:tab w:val="left" w:leader="underscore" w:pos="2266"/>
                <w:tab w:val="left" w:leader="underscore" w:pos="9379"/>
              </w:tabs>
              <w:spacing w:before="5" w:after="0"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- анализ результатов.                                         </w:t>
            </w:r>
          </w:p>
        </w:tc>
      </w:tr>
      <w:tr w:rsidR="009604CB" w:rsidRPr="00525600" w:rsidTr="00A50752">
        <w:tblPrEx>
          <w:tblLook w:val="01E0"/>
        </w:tblPrEx>
        <w:trPr>
          <w:gridAfter w:val="1"/>
          <w:wAfter w:w="38" w:type="dxa"/>
        </w:trPr>
        <w:tc>
          <w:tcPr>
            <w:tcW w:w="2376" w:type="dxa"/>
          </w:tcPr>
          <w:p w:rsidR="009604CB" w:rsidRPr="003E365C" w:rsidRDefault="009604CB" w:rsidP="001F1E5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Управление программой</w:t>
            </w:r>
          </w:p>
        </w:tc>
        <w:tc>
          <w:tcPr>
            <w:tcW w:w="7513" w:type="dxa"/>
            <w:gridSpan w:val="2"/>
          </w:tcPr>
          <w:p w:rsidR="009604CB" w:rsidRPr="003E365C" w:rsidRDefault="009604CB" w:rsidP="001F1E5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Управление осуществляется администрацией школы.</w:t>
            </w:r>
          </w:p>
        </w:tc>
      </w:tr>
    </w:tbl>
    <w:p w:rsidR="009604CB" w:rsidRPr="003E365C" w:rsidRDefault="009604CB">
      <w:pPr>
        <w:rPr>
          <w:rFonts w:ascii="Times New Roman" w:hAnsi="Times New Roman"/>
          <w:sz w:val="26"/>
          <w:szCs w:val="26"/>
        </w:rPr>
      </w:pPr>
    </w:p>
    <w:p w:rsidR="009604CB" w:rsidRPr="003E365C" w:rsidRDefault="009604CB">
      <w:pPr>
        <w:rPr>
          <w:rFonts w:ascii="Times New Roman" w:hAnsi="Times New Roman"/>
          <w:sz w:val="26"/>
          <w:szCs w:val="26"/>
        </w:rPr>
      </w:pPr>
    </w:p>
    <w:p w:rsidR="009604CB" w:rsidRPr="003E365C" w:rsidRDefault="009604CB">
      <w:pPr>
        <w:rPr>
          <w:rFonts w:ascii="Times New Roman" w:hAnsi="Times New Roman"/>
          <w:sz w:val="26"/>
          <w:szCs w:val="26"/>
        </w:rPr>
      </w:pPr>
    </w:p>
    <w:p w:rsidR="009604CB" w:rsidRPr="003E365C" w:rsidRDefault="009604CB">
      <w:pPr>
        <w:rPr>
          <w:rFonts w:ascii="Times New Roman" w:hAnsi="Times New Roman"/>
          <w:sz w:val="26"/>
          <w:szCs w:val="26"/>
        </w:rPr>
      </w:pPr>
    </w:p>
    <w:p w:rsidR="009604CB" w:rsidRPr="003E365C" w:rsidRDefault="009604CB">
      <w:pPr>
        <w:rPr>
          <w:rFonts w:ascii="Times New Roman" w:hAnsi="Times New Roman"/>
          <w:sz w:val="26"/>
          <w:szCs w:val="26"/>
        </w:rPr>
      </w:pPr>
    </w:p>
    <w:p w:rsidR="009604CB" w:rsidRPr="003E365C" w:rsidRDefault="009604CB" w:rsidP="00C14440">
      <w:pPr>
        <w:shd w:val="clear" w:color="auto" w:fill="FFFFFF"/>
        <w:spacing w:line="317" w:lineRule="exact"/>
        <w:jc w:val="center"/>
        <w:rPr>
          <w:rFonts w:ascii="Times New Roman" w:hAnsi="Times New Roman"/>
          <w:b/>
          <w:bCs/>
          <w:spacing w:val="-4"/>
          <w:sz w:val="26"/>
          <w:szCs w:val="26"/>
        </w:rPr>
      </w:pPr>
    </w:p>
    <w:p w:rsidR="009604CB" w:rsidRPr="003E365C" w:rsidRDefault="009604CB" w:rsidP="00C14440">
      <w:pPr>
        <w:shd w:val="clear" w:color="auto" w:fill="FFFFFF"/>
        <w:spacing w:line="317" w:lineRule="exact"/>
        <w:jc w:val="center"/>
        <w:rPr>
          <w:rFonts w:ascii="Times New Roman" w:hAnsi="Times New Roman"/>
          <w:b/>
          <w:bCs/>
          <w:spacing w:val="-4"/>
          <w:sz w:val="26"/>
          <w:szCs w:val="26"/>
        </w:rPr>
      </w:pPr>
    </w:p>
    <w:p w:rsidR="009604CB" w:rsidRPr="003E365C" w:rsidRDefault="009604CB" w:rsidP="00C14440">
      <w:pPr>
        <w:shd w:val="clear" w:color="auto" w:fill="FFFFFF"/>
        <w:spacing w:line="317" w:lineRule="exact"/>
        <w:jc w:val="center"/>
        <w:rPr>
          <w:rFonts w:ascii="Times New Roman" w:hAnsi="Times New Roman"/>
          <w:b/>
          <w:bCs/>
          <w:spacing w:val="-4"/>
          <w:sz w:val="26"/>
          <w:szCs w:val="26"/>
        </w:rPr>
      </w:pPr>
    </w:p>
    <w:p w:rsidR="009604CB" w:rsidRPr="003E365C" w:rsidRDefault="009604CB" w:rsidP="00C14440">
      <w:pPr>
        <w:shd w:val="clear" w:color="auto" w:fill="FFFFFF"/>
        <w:spacing w:line="317" w:lineRule="exact"/>
        <w:jc w:val="center"/>
        <w:rPr>
          <w:rFonts w:ascii="Times New Roman" w:hAnsi="Times New Roman"/>
          <w:b/>
          <w:bCs/>
          <w:spacing w:val="-4"/>
          <w:sz w:val="26"/>
          <w:szCs w:val="26"/>
        </w:rPr>
      </w:pPr>
    </w:p>
    <w:p w:rsidR="009604CB" w:rsidRDefault="009604CB" w:rsidP="00C14440">
      <w:pPr>
        <w:shd w:val="clear" w:color="auto" w:fill="FFFFFF"/>
        <w:spacing w:line="317" w:lineRule="exact"/>
        <w:jc w:val="center"/>
        <w:rPr>
          <w:rFonts w:ascii="Times New Roman" w:hAnsi="Times New Roman"/>
          <w:b/>
          <w:bCs/>
          <w:spacing w:val="-4"/>
          <w:sz w:val="26"/>
          <w:szCs w:val="26"/>
        </w:rPr>
      </w:pPr>
    </w:p>
    <w:p w:rsidR="009604CB" w:rsidRPr="003E365C" w:rsidRDefault="009604CB" w:rsidP="00C14440">
      <w:pPr>
        <w:shd w:val="clear" w:color="auto" w:fill="FFFFFF"/>
        <w:spacing w:line="317" w:lineRule="exact"/>
        <w:jc w:val="center"/>
        <w:rPr>
          <w:rFonts w:ascii="Times New Roman" w:hAnsi="Times New Roman"/>
          <w:b/>
          <w:bCs/>
          <w:spacing w:val="-4"/>
          <w:sz w:val="26"/>
          <w:szCs w:val="26"/>
        </w:rPr>
      </w:pPr>
    </w:p>
    <w:p w:rsidR="009604CB" w:rsidRPr="003E365C" w:rsidRDefault="009604CB" w:rsidP="00C14440">
      <w:pPr>
        <w:shd w:val="clear" w:color="auto" w:fill="FFFFFF"/>
        <w:spacing w:line="317" w:lineRule="exact"/>
        <w:jc w:val="center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pacing w:val="-4"/>
          <w:sz w:val="26"/>
          <w:szCs w:val="26"/>
        </w:rPr>
        <w:t>ВВЕДЕНИЕ</w:t>
      </w:r>
    </w:p>
    <w:p w:rsidR="009604CB" w:rsidRPr="003E365C" w:rsidRDefault="009604CB" w:rsidP="00C14440">
      <w:pPr>
        <w:shd w:val="clear" w:color="auto" w:fill="FFFFFF"/>
        <w:spacing w:line="317" w:lineRule="exact"/>
        <w:ind w:firstLine="763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 xml:space="preserve">Значительное число современных проблем в системе общего образования, связано с негативной динамикой здоровья детей и подростков. </w:t>
      </w:r>
      <w:r w:rsidRPr="003E365C">
        <w:rPr>
          <w:rFonts w:ascii="Times New Roman" w:hAnsi="Times New Roman"/>
          <w:spacing w:val="-1"/>
          <w:sz w:val="26"/>
          <w:szCs w:val="26"/>
        </w:rPr>
        <w:t xml:space="preserve">Особую тревогу вызывает сам характер нарушений, которые часто являются </w:t>
      </w:r>
      <w:r w:rsidRPr="003E365C">
        <w:rPr>
          <w:rFonts w:ascii="Times New Roman" w:hAnsi="Times New Roman"/>
          <w:sz w:val="26"/>
          <w:szCs w:val="26"/>
        </w:rPr>
        <w:t xml:space="preserve">следствием перенапряжения детского организма в процессе адаптации к качеству образовательной среды. Такие нарушения получили название </w:t>
      </w:r>
      <w:r w:rsidRPr="003E365C">
        <w:rPr>
          <w:rFonts w:ascii="Times New Roman" w:hAnsi="Times New Roman"/>
          <w:spacing w:val="-1"/>
          <w:sz w:val="26"/>
          <w:szCs w:val="26"/>
        </w:rPr>
        <w:t>«школьной патологии». Специалисты отмечают, что «школьные патологии» проявляются в развитии опорно-двигательной, пищеварительной, сердечно-</w:t>
      </w:r>
      <w:r w:rsidRPr="003E365C">
        <w:rPr>
          <w:rFonts w:ascii="Times New Roman" w:hAnsi="Times New Roman"/>
          <w:sz w:val="26"/>
          <w:szCs w:val="26"/>
        </w:rPr>
        <w:t xml:space="preserve">сосудистой систем, ростом нервно - психических заболеваний, болезней органов дыхания, зрения. Вследствие этого наблюдается общее снижение </w:t>
      </w:r>
      <w:r w:rsidRPr="003E365C">
        <w:rPr>
          <w:rFonts w:ascii="Times New Roman" w:hAnsi="Times New Roman"/>
          <w:spacing w:val="-1"/>
          <w:sz w:val="26"/>
          <w:szCs w:val="26"/>
        </w:rPr>
        <w:t xml:space="preserve">уровня психологической комфортности у детей и подростков. И как общее </w:t>
      </w:r>
      <w:r w:rsidRPr="003E365C">
        <w:rPr>
          <w:rFonts w:ascii="Times New Roman" w:hAnsi="Times New Roman"/>
          <w:sz w:val="26"/>
          <w:szCs w:val="26"/>
        </w:rPr>
        <w:t>проявление - отрицательная динамика социальной активности, что проявляется в инертности в учебной и трудовой деятельности, а нередко ведет к неадекватному и даже агрессивному поведению.</w:t>
      </w:r>
    </w:p>
    <w:p w:rsidR="009604CB" w:rsidRPr="003E365C" w:rsidRDefault="009604CB" w:rsidP="00C14440">
      <w:pPr>
        <w:shd w:val="clear" w:color="auto" w:fill="FFFFFF"/>
        <w:spacing w:line="317" w:lineRule="exact"/>
        <w:ind w:left="5" w:right="5" w:firstLine="547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Культура питания - важнейшая составная часть общей культуры здорового </w:t>
      </w:r>
      <w:r w:rsidRPr="003E365C">
        <w:rPr>
          <w:rFonts w:ascii="Times New Roman" w:hAnsi="Times New Roman"/>
          <w:sz w:val="26"/>
          <w:szCs w:val="26"/>
        </w:rPr>
        <w:t xml:space="preserve">и безопасного образа жизни обучающихся, что нашло отражение в </w:t>
      </w:r>
      <w:r w:rsidRPr="003E365C">
        <w:rPr>
          <w:rFonts w:ascii="Times New Roman" w:hAnsi="Times New Roman"/>
          <w:spacing w:val="-1"/>
          <w:sz w:val="26"/>
          <w:szCs w:val="26"/>
        </w:rPr>
        <w:t xml:space="preserve">федеральных государственных образовательных стандартах нового поколения </w:t>
      </w:r>
      <w:r w:rsidRPr="003E365C">
        <w:rPr>
          <w:rFonts w:ascii="Times New Roman" w:hAnsi="Times New Roman"/>
          <w:sz w:val="26"/>
          <w:szCs w:val="26"/>
        </w:rPr>
        <w:t>(ФГОС). Формирование культуры здорового питания начинается с самых первых этапов обучения ребенка в школе и продолжается на протяжении всех лет обучения с учетом возрастного подхода.</w:t>
      </w:r>
    </w:p>
    <w:p w:rsidR="009604CB" w:rsidRPr="003E365C" w:rsidRDefault="009604CB" w:rsidP="00C14440">
      <w:pPr>
        <w:shd w:val="clear" w:color="auto" w:fill="FFFFFF"/>
        <w:spacing w:line="317" w:lineRule="exact"/>
        <w:ind w:left="5" w:right="5" w:firstLine="557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Системная работа по формированию культуры здорового питания в нашей школе включает три направления: рациональную организацию питания школе; </w:t>
      </w:r>
      <w:r w:rsidRPr="003E365C">
        <w:rPr>
          <w:rFonts w:ascii="Times New Roman" w:hAnsi="Times New Roman"/>
          <w:sz w:val="26"/>
          <w:szCs w:val="26"/>
        </w:rPr>
        <w:t xml:space="preserve">включение в учебный процесс образовательной программы формирования культуры здорового питания и просветительскую работу с детьми, их родителями (законными представителями), педагогами и специалистами </w:t>
      </w:r>
      <w:r w:rsidRPr="003E365C">
        <w:rPr>
          <w:rFonts w:ascii="Times New Roman" w:hAnsi="Times New Roman"/>
          <w:spacing w:val="-1"/>
          <w:sz w:val="26"/>
          <w:szCs w:val="26"/>
        </w:rPr>
        <w:t xml:space="preserve">нашего образовательного учреждения. Такое сочетание направлений работы </w:t>
      </w:r>
      <w:r w:rsidRPr="003E365C">
        <w:rPr>
          <w:rFonts w:ascii="Times New Roman" w:hAnsi="Times New Roman"/>
          <w:sz w:val="26"/>
          <w:szCs w:val="26"/>
        </w:rPr>
        <w:t xml:space="preserve">помогает создать и в школе, и дома такую среду, в которой возможно </w:t>
      </w:r>
      <w:r w:rsidRPr="003E365C">
        <w:rPr>
          <w:rFonts w:ascii="Times New Roman" w:hAnsi="Times New Roman"/>
          <w:spacing w:val="-1"/>
          <w:sz w:val="26"/>
          <w:szCs w:val="26"/>
        </w:rPr>
        <w:t>формирование культуры здорового питания и здорового образа жизни.</w:t>
      </w:r>
    </w:p>
    <w:p w:rsidR="009604CB" w:rsidRPr="003E365C" w:rsidRDefault="009604CB" w:rsidP="00C14440">
      <w:pPr>
        <w:shd w:val="clear" w:color="auto" w:fill="FFFFFF"/>
        <w:spacing w:before="254"/>
        <w:ind w:left="10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pacing w:val="-12"/>
          <w:sz w:val="26"/>
          <w:szCs w:val="26"/>
        </w:rPr>
        <w:t>Цель:</w:t>
      </w:r>
    </w:p>
    <w:p w:rsidR="009604CB" w:rsidRPr="003E365C" w:rsidRDefault="009604CB" w:rsidP="00C14440">
      <w:pPr>
        <w:shd w:val="clear" w:color="auto" w:fill="FFFFFF"/>
        <w:spacing w:before="48" w:line="322" w:lineRule="exact"/>
        <w:ind w:left="14" w:right="10" w:firstLine="552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2"/>
          <w:sz w:val="26"/>
          <w:szCs w:val="26"/>
        </w:rPr>
        <w:t xml:space="preserve">Сохранение и укрепление здоровья обучающихся и педагогов; обеспечение </w:t>
      </w:r>
      <w:r w:rsidRPr="003E365C">
        <w:rPr>
          <w:rFonts w:ascii="Times New Roman" w:hAnsi="Times New Roman"/>
          <w:spacing w:val="-1"/>
          <w:sz w:val="26"/>
          <w:szCs w:val="26"/>
        </w:rPr>
        <w:t xml:space="preserve">школьников качественным сбалансированным питанием, совершенствование </w:t>
      </w:r>
      <w:r w:rsidRPr="003E365C">
        <w:rPr>
          <w:rFonts w:ascii="Times New Roman" w:hAnsi="Times New Roman"/>
          <w:sz w:val="26"/>
          <w:szCs w:val="26"/>
        </w:rPr>
        <w:t xml:space="preserve">системы организации питания в образовательном учреждении, способствующей формированию у школьников здорового образа жизни и </w:t>
      </w:r>
      <w:r w:rsidRPr="003E365C">
        <w:rPr>
          <w:rFonts w:ascii="Times New Roman" w:hAnsi="Times New Roman"/>
          <w:spacing w:val="-1"/>
          <w:sz w:val="26"/>
          <w:szCs w:val="26"/>
        </w:rPr>
        <w:t xml:space="preserve">навыков рационального здорового питания, формирование общей культуры </w:t>
      </w:r>
      <w:r w:rsidRPr="003E365C">
        <w:rPr>
          <w:rFonts w:ascii="Times New Roman" w:hAnsi="Times New Roman"/>
          <w:sz w:val="26"/>
          <w:szCs w:val="26"/>
        </w:rPr>
        <w:t>правильного питания.</w:t>
      </w:r>
    </w:p>
    <w:p w:rsidR="009604CB" w:rsidRPr="003E365C" w:rsidRDefault="009604CB" w:rsidP="00C14440">
      <w:pPr>
        <w:shd w:val="clear" w:color="auto" w:fill="FFFFFF"/>
        <w:spacing w:before="538"/>
        <w:ind w:left="10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pacing w:val="-10"/>
          <w:sz w:val="26"/>
          <w:szCs w:val="26"/>
        </w:rPr>
        <w:t>Задачи:</w:t>
      </w:r>
    </w:p>
    <w:p w:rsidR="009604CB" w:rsidRPr="003E365C" w:rsidRDefault="009604CB" w:rsidP="009F22AF">
      <w:pPr>
        <w:widowControl w:val="0"/>
        <w:numPr>
          <w:ilvl w:val="0"/>
          <w:numId w:val="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48" w:after="0" w:line="240" w:lineRule="auto"/>
        <w:ind w:left="643" w:hanging="278"/>
        <w:rPr>
          <w:rFonts w:ascii="Times New Roman" w:hAnsi="Times New Roman"/>
          <w:spacing w:val="-31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Создание нормативной и методической базы для организации питания обучающихся;</w:t>
      </w:r>
    </w:p>
    <w:p w:rsidR="009604CB" w:rsidRPr="003E365C" w:rsidRDefault="009604CB" w:rsidP="009F22AF">
      <w:pPr>
        <w:widowControl w:val="0"/>
        <w:numPr>
          <w:ilvl w:val="0"/>
          <w:numId w:val="2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 w:line="240" w:lineRule="auto"/>
        <w:ind w:left="365"/>
        <w:rPr>
          <w:rFonts w:ascii="Times New Roman" w:hAnsi="Times New Roman"/>
          <w:spacing w:val="-17"/>
          <w:sz w:val="26"/>
          <w:szCs w:val="26"/>
        </w:rPr>
      </w:pPr>
      <w:r w:rsidRPr="003E365C">
        <w:rPr>
          <w:rFonts w:ascii="Times New Roman" w:hAnsi="Times New Roman"/>
          <w:spacing w:val="-2"/>
          <w:sz w:val="26"/>
          <w:szCs w:val="26"/>
        </w:rPr>
        <w:t xml:space="preserve">проведение   социометрических   исследований   отношения           обучающихся   к </w:t>
      </w:r>
      <w:r w:rsidRPr="003E365C">
        <w:rPr>
          <w:rFonts w:ascii="Times New Roman" w:hAnsi="Times New Roman"/>
          <w:spacing w:val="-1"/>
          <w:sz w:val="26"/>
          <w:szCs w:val="26"/>
        </w:rPr>
        <w:t>организации и качеству питания;</w:t>
      </w:r>
    </w:p>
    <w:p w:rsidR="009604CB" w:rsidRPr="003E365C" w:rsidRDefault="009604CB" w:rsidP="009F22AF">
      <w:pPr>
        <w:shd w:val="clear" w:color="auto" w:fill="FFFFFF"/>
        <w:tabs>
          <w:tab w:val="left" w:pos="643"/>
        </w:tabs>
        <w:spacing w:line="240" w:lineRule="auto"/>
        <w:ind w:left="643" w:hanging="278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9"/>
          <w:sz w:val="26"/>
          <w:szCs w:val="26"/>
        </w:rPr>
        <w:t>3.</w:t>
      </w:r>
      <w:r w:rsidRPr="003E365C">
        <w:rPr>
          <w:rFonts w:ascii="Times New Roman" w:hAnsi="Times New Roman"/>
          <w:sz w:val="26"/>
          <w:szCs w:val="26"/>
        </w:rPr>
        <w:tab/>
      </w:r>
      <w:r w:rsidRPr="003E365C">
        <w:rPr>
          <w:rFonts w:ascii="Times New Roman" w:hAnsi="Times New Roman"/>
          <w:spacing w:val="-1"/>
          <w:sz w:val="26"/>
          <w:szCs w:val="26"/>
        </w:rPr>
        <w:t>внесение   дополнений,   касающихся   организации   и   качества   питания об</w:t>
      </w:r>
      <w:r w:rsidRPr="003E365C">
        <w:rPr>
          <w:rFonts w:ascii="Times New Roman" w:hAnsi="Times New Roman"/>
          <w:sz w:val="26"/>
          <w:szCs w:val="26"/>
        </w:rPr>
        <w:t>учающихся, в программу мониторинга;</w:t>
      </w:r>
    </w:p>
    <w:p w:rsidR="009604CB" w:rsidRPr="003E365C" w:rsidRDefault="009604CB" w:rsidP="009F22AF">
      <w:pPr>
        <w:shd w:val="clear" w:color="auto" w:fill="FFFFFF"/>
        <w:tabs>
          <w:tab w:val="left" w:pos="619"/>
        </w:tabs>
        <w:spacing w:line="240" w:lineRule="auto"/>
        <w:ind w:left="346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7"/>
          <w:sz w:val="26"/>
          <w:szCs w:val="26"/>
        </w:rPr>
        <w:t>4.</w:t>
      </w:r>
      <w:r w:rsidRPr="003E365C">
        <w:rPr>
          <w:rFonts w:ascii="Times New Roman" w:hAnsi="Times New Roman"/>
          <w:sz w:val="26"/>
          <w:szCs w:val="26"/>
        </w:rPr>
        <w:tab/>
        <w:t>расширение знаний обучающихся о правилах питания, направленных на</w:t>
      </w:r>
    </w:p>
    <w:p w:rsidR="009604CB" w:rsidRPr="003E365C" w:rsidRDefault="009604CB" w:rsidP="009F22AF">
      <w:pPr>
        <w:shd w:val="clear" w:color="auto" w:fill="FFFFFF"/>
        <w:spacing w:line="240" w:lineRule="auto"/>
        <w:ind w:left="691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>сохранение и укрепление здоровья;</w:t>
      </w:r>
    </w:p>
    <w:p w:rsidR="009604CB" w:rsidRPr="003E365C" w:rsidRDefault="009604CB" w:rsidP="009F22AF">
      <w:pPr>
        <w:shd w:val="clear" w:color="auto" w:fill="FFFFFF"/>
        <w:tabs>
          <w:tab w:val="left" w:pos="619"/>
        </w:tabs>
        <w:spacing w:line="240" w:lineRule="auto"/>
        <w:ind w:left="346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21"/>
          <w:sz w:val="26"/>
          <w:szCs w:val="26"/>
        </w:rPr>
        <w:t>5.</w:t>
      </w:r>
      <w:r w:rsidRPr="003E365C">
        <w:rPr>
          <w:rFonts w:ascii="Times New Roman" w:hAnsi="Times New Roman"/>
          <w:sz w:val="26"/>
          <w:szCs w:val="26"/>
        </w:rPr>
        <w:tab/>
      </w:r>
      <w:r w:rsidRPr="003E365C">
        <w:rPr>
          <w:rFonts w:ascii="Times New Roman" w:hAnsi="Times New Roman"/>
          <w:spacing w:val="-1"/>
          <w:sz w:val="26"/>
          <w:szCs w:val="26"/>
        </w:rPr>
        <w:t>формирование представлений о правилах этикета, связанных с питанием,</w:t>
      </w:r>
    </w:p>
    <w:p w:rsidR="009604CB" w:rsidRPr="003E365C" w:rsidRDefault="009604CB" w:rsidP="009F22AF">
      <w:pPr>
        <w:shd w:val="clear" w:color="auto" w:fill="FFFFFF"/>
        <w:spacing w:line="240" w:lineRule="auto"/>
        <w:ind w:left="701" w:right="518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3"/>
          <w:sz w:val="26"/>
          <w:szCs w:val="26"/>
        </w:rPr>
        <w:t xml:space="preserve">осознание того, что навыки этикета являются неотъемлемой частью </w:t>
      </w:r>
      <w:r w:rsidRPr="003E365C">
        <w:rPr>
          <w:rFonts w:ascii="Times New Roman" w:hAnsi="Times New Roman"/>
          <w:sz w:val="26"/>
          <w:szCs w:val="26"/>
        </w:rPr>
        <w:t>общей культуры личности;</w:t>
      </w:r>
    </w:p>
    <w:p w:rsidR="009604CB" w:rsidRPr="003E365C" w:rsidRDefault="009604CB" w:rsidP="009F22AF">
      <w:pPr>
        <w:shd w:val="clear" w:color="auto" w:fill="FFFFFF"/>
        <w:tabs>
          <w:tab w:val="left" w:pos="619"/>
        </w:tabs>
        <w:spacing w:before="5" w:line="240" w:lineRule="auto"/>
        <w:ind w:left="346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21"/>
          <w:sz w:val="26"/>
          <w:szCs w:val="26"/>
        </w:rPr>
        <w:t>6.</w:t>
      </w:r>
      <w:r w:rsidRPr="003E365C">
        <w:rPr>
          <w:rFonts w:ascii="Times New Roman" w:hAnsi="Times New Roman"/>
          <w:sz w:val="26"/>
          <w:szCs w:val="26"/>
        </w:rPr>
        <w:tab/>
        <w:t xml:space="preserve">обеспечение     всех обучающихся     школы  сбалансированным   горячим </w:t>
      </w:r>
      <w:r w:rsidRPr="003E365C">
        <w:rPr>
          <w:rFonts w:ascii="Times New Roman" w:hAnsi="Times New Roman"/>
          <w:spacing w:val="-4"/>
          <w:sz w:val="26"/>
          <w:szCs w:val="26"/>
        </w:rPr>
        <w:t>питанием;</w:t>
      </w:r>
    </w:p>
    <w:p w:rsidR="009604CB" w:rsidRPr="003E365C" w:rsidRDefault="009604CB" w:rsidP="009F22AF">
      <w:pPr>
        <w:widowControl w:val="0"/>
        <w:numPr>
          <w:ilvl w:val="0"/>
          <w:numId w:val="3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619" w:right="14" w:hanging="274"/>
        <w:jc w:val="both"/>
        <w:rPr>
          <w:rFonts w:ascii="Times New Roman" w:hAnsi="Times New Roman"/>
          <w:spacing w:val="-19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пропаганда здорового питания (проведение классных часов, конкурсов, </w:t>
      </w:r>
      <w:r w:rsidRPr="003E365C">
        <w:rPr>
          <w:rFonts w:ascii="Times New Roman" w:hAnsi="Times New Roman"/>
          <w:sz w:val="26"/>
          <w:szCs w:val="26"/>
        </w:rPr>
        <w:t>лекций);</w:t>
      </w:r>
    </w:p>
    <w:p w:rsidR="009604CB" w:rsidRPr="003E365C" w:rsidRDefault="009604CB" w:rsidP="009F22AF">
      <w:pPr>
        <w:widowControl w:val="0"/>
        <w:numPr>
          <w:ilvl w:val="0"/>
          <w:numId w:val="4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left="346"/>
        <w:rPr>
          <w:rFonts w:ascii="Times New Roman" w:hAnsi="Times New Roman"/>
          <w:spacing w:val="-21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формирование у детей и родителей потребности правильного питания как</w:t>
      </w:r>
    </w:p>
    <w:p w:rsidR="009604CB" w:rsidRPr="003E365C" w:rsidRDefault="009604CB" w:rsidP="009F22AF">
      <w:pPr>
        <w:shd w:val="clear" w:color="auto" w:fill="FFFFFF"/>
        <w:spacing w:line="240" w:lineRule="auto"/>
        <w:ind w:left="696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>неотъемлемой части сохранения и укрепления здоровья;</w:t>
      </w:r>
    </w:p>
    <w:p w:rsidR="009604CB" w:rsidRPr="003E365C" w:rsidRDefault="009604CB" w:rsidP="009F22AF">
      <w:pPr>
        <w:shd w:val="clear" w:color="auto" w:fill="FFFFFF"/>
        <w:tabs>
          <w:tab w:val="left" w:pos="619"/>
        </w:tabs>
        <w:spacing w:line="240" w:lineRule="auto"/>
        <w:ind w:left="619" w:right="5" w:hanging="274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7"/>
          <w:sz w:val="26"/>
          <w:szCs w:val="26"/>
        </w:rPr>
        <w:t>9.</w:t>
      </w:r>
      <w:r w:rsidRPr="003E365C">
        <w:rPr>
          <w:rFonts w:ascii="Times New Roman" w:hAnsi="Times New Roman"/>
          <w:sz w:val="26"/>
          <w:szCs w:val="26"/>
        </w:rPr>
        <w:tab/>
      </w:r>
      <w:r w:rsidRPr="003E365C">
        <w:rPr>
          <w:rFonts w:ascii="Times New Roman" w:hAnsi="Times New Roman"/>
          <w:spacing w:val="-1"/>
          <w:sz w:val="26"/>
          <w:szCs w:val="26"/>
        </w:rPr>
        <w:t>формирование навыков здорового питания через систему воспитательной</w:t>
      </w:r>
      <w:r w:rsidRPr="003E365C">
        <w:rPr>
          <w:rFonts w:ascii="Times New Roman" w:hAnsi="Times New Roman"/>
          <w:spacing w:val="-1"/>
          <w:sz w:val="26"/>
          <w:szCs w:val="26"/>
        </w:rPr>
        <w:br/>
      </w:r>
      <w:r w:rsidRPr="003E365C">
        <w:rPr>
          <w:rFonts w:ascii="Times New Roman" w:hAnsi="Times New Roman"/>
          <w:sz w:val="26"/>
          <w:szCs w:val="26"/>
        </w:rPr>
        <w:t>работы школы и работу с родителями;</w:t>
      </w:r>
    </w:p>
    <w:p w:rsidR="009604CB" w:rsidRPr="003E365C" w:rsidRDefault="009604CB" w:rsidP="009F22AF">
      <w:pPr>
        <w:shd w:val="clear" w:color="auto" w:fill="FFFFFF"/>
        <w:spacing w:line="240" w:lineRule="auto"/>
        <w:ind w:left="302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10 .внедрение современных методов мониторинга состояния питания; </w:t>
      </w:r>
      <w:r w:rsidRPr="003E365C">
        <w:rPr>
          <w:rFonts w:ascii="Times New Roman" w:hAnsi="Times New Roman"/>
          <w:sz w:val="26"/>
          <w:szCs w:val="26"/>
        </w:rPr>
        <w:t>11.формирование и развитие представления детей и подростков о здоровье</w:t>
      </w:r>
    </w:p>
    <w:p w:rsidR="009604CB" w:rsidRPr="003E365C" w:rsidRDefault="009604CB" w:rsidP="009F22AF">
      <w:pPr>
        <w:shd w:val="clear" w:color="auto" w:fill="FFFFFF"/>
        <w:spacing w:line="240" w:lineRule="auto"/>
        <w:ind w:left="629"/>
        <w:rPr>
          <w:rFonts w:ascii="Times New Roman" w:hAnsi="Times New Roman"/>
          <w:spacing w:val="-1"/>
          <w:sz w:val="26"/>
          <w:szCs w:val="26"/>
        </w:rPr>
      </w:pPr>
      <w:r w:rsidRPr="003E365C">
        <w:rPr>
          <w:rFonts w:ascii="Times New Roman" w:hAnsi="Times New Roman"/>
          <w:spacing w:val="-2"/>
          <w:sz w:val="26"/>
          <w:szCs w:val="26"/>
        </w:rPr>
        <w:t>как    одной    из    важнейших   человеческих    ценностей,    формирование</w:t>
      </w:r>
      <w:r w:rsidRPr="003E365C">
        <w:rPr>
          <w:rFonts w:ascii="Times New Roman" w:hAnsi="Times New Roman"/>
          <w:sz w:val="26"/>
          <w:szCs w:val="26"/>
        </w:rPr>
        <w:t xml:space="preserve"> </w:t>
      </w:r>
      <w:r w:rsidRPr="003E365C">
        <w:rPr>
          <w:rFonts w:ascii="Times New Roman" w:hAnsi="Times New Roman"/>
          <w:spacing w:val="-1"/>
          <w:sz w:val="26"/>
          <w:szCs w:val="26"/>
        </w:rPr>
        <w:t>готовности заботиться и укреплять собственное здоровье;</w:t>
      </w:r>
    </w:p>
    <w:p w:rsidR="009604CB" w:rsidRPr="003E365C" w:rsidRDefault="009604CB" w:rsidP="009F22AF">
      <w:pPr>
        <w:shd w:val="clear" w:color="auto" w:fill="FFFFFF"/>
        <w:spacing w:line="240" w:lineRule="auto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 xml:space="preserve">   12.формирование у школьников знаний о правилах рационального питания,</w:t>
      </w:r>
    </w:p>
    <w:p w:rsidR="009604CB" w:rsidRPr="003E365C" w:rsidRDefault="009604CB" w:rsidP="009F22AF">
      <w:pPr>
        <w:shd w:val="clear" w:color="auto" w:fill="FFFFFF"/>
        <w:spacing w:line="240" w:lineRule="auto"/>
        <w:ind w:left="624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 xml:space="preserve">их  роли   в   сохранении   и  укреплении   здоровья,   а  также   готовности соблюдать эти правила; </w:t>
      </w:r>
    </w:p>
    <w:p w:rsidR="009604CB" w:rsidRPr="003E365C" w:rsidRDefault="009604CB" w:rsidP="009F22AF">
      <w:pPr>
        <w:shd w:val="clear" w:color="auto" w:fill="FFFFFF"/>
        <w:spacing w:line="240" w:lineRule="auto"/>
        <w:ind w:left="302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 xml:space="preserve">13. профилактика      поведенческих      рисков            здоровья, связанных  с нерациональным питанием детей и  подростков; </w:t>
      </w:r>
    </w:p>
    <w:p w:rsidR="009604CB" w:rsidRPr="003E365C" w:rsidRDefault="009604CB" w:rsidP="009F22AF">
      <w:pPr>
        <w:shd w:val="clear" w:color="auto" w:fill="FFFFFF"/>
        <w:spacing w:line="240" w:lineRule="auto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 xml:space="preserve">   14.освоение детьми и подростками практических навыков рационального</w:t>
      </w:r>
    </w:p>
    <w:p w:rsidR="009604CB" w:rsidRPr="003E365C" w:rsidRDefault="009604CB" w:rsidP="009F22AF">
      <w:pPr>
        <w:shd w:val="clear" w:color="auto" w:fill="FFFFFF"/>
        <w:spacing w:line="240" w:lineRule="auto"/>
        <w:ind w:left="298" w:firstLine="326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 xml:space="preserve">питания; </w:t>
      </w:r>
    </w:p>
    <w:p w:rsidR="009604CB" w:rsidRPr="003E365C" w:rsidRDefault="009604CB" w:rsidP="009F22AF">
      <w:pPr>
        <w:shd w:val="clear" w:color="auto" w:fill="FFFFFF"/>
        <w:spacing w:line="240" w:lineRule="auto"/>
        <w:ind w:left="298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15.информирование детей и подростков о народных традициях, связанных          с питанием, расширение знаний об истории и традициях питания своего</w:t>
      </w:r>
    </w:p>
    <w:p w:rsidR="009604CB" w:rsidRPr="003E365C" w:rsidRDefault="009604CB" w:rsidP="009F22AF">
      <w:pPr>
        <w:shd w:val="clear" w:color="auto" w:fill="FFFFFF"/>
        <w:spacing w:line="240" w:lineRule="auto"/>
        <w:ind w:left="629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народа,  формирование чувства уважения к культуре своего народа и</w:t>
      </w:r>
    </w:p>
    <w:p w:rsidR="009604CB" w:rsidRPr="003E365C" w:rsidRDefault="009604CB" w:rsidP="009F22AF">
      <w:pPr>
        <w:shd w:val="clear" w:color="auto" w:fill="FFFFFF"/>
        <w:spacing w:line="240" w:lineRule="auto"/>
        <w:ind w:left="298" w:firstLine="331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 xml:space="preserve">культуре и традициям других народов; </w:t>
      </w:r>
    </w:p>
    <w:p w:rsidR="009604CB" w:rsidRPr="003E365C" w:rsidRDefault="009604CB" w:rsidP="009F22AF">
      <w:pPr>
        <w:shd w:val="clear" w:color="auto" w:fill="FFFFFF"/>
        <w:spacing w:line="240" w:lineRule="auto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 xml:space="preserve">   16.развитие творческих способностей и кругозора у детей и подростков, их</w:t>
      </w:r>
    </w:p>
    <w:p w:rsidR="009604CB" w:rsidRPr="003E365C" w:rsidRDefault="009604CB" w:rsidP="009F22AF">
      <w:pPr>
        <w:shd w:val="clear" w:color="auto" w:fill="FFFFFF"/>
        <w:spacing w:line="240" w:lineRule="auto"/>
        <w:ind w:left="302" w:firstLine="322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 xml:space="preserve">интересов и познавательной деятельности; </w:t>
      </w:r>
    </w:p>
    <w:p w:rsidR="009604CB" w:rsidRPr="003E365C" w:rsidRDefault="009604CB" w:rsidP="009F22AF">
      <w:pPr>
        <w:shd w:val="clear" w:color="auto" w:fill="FFFFFF"/>
        <w:spacing w:line="240" w:lineRule="auto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 xml:space="preserve">   17.повышение гигиенической грамотности детей и родителей в вопросах</w:t>
      </w:r>
    </w:p>
    <w:p w:rsidR="009604CB" w:rsidRPr="003E365C" w:rsidRDefault="009604CB" w:rsidP="009F22AF">
      <w:pPr>
        <w:shd w:val="clear" w:color="auto" w:fill="FFFFFF"/>
        <w:spacing w:before="5" w:line="240" w:lineRule="auto"/>
        <w:ind w:left="302" w:firstLine="322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 xml:space="preserve">питания; </w:t>
      </w:r>
    </w:p>
    <w:p w:rsidR="009604CB" w:rsidRPr="003E365C" w:rsidRDefault="009604CB" w:rsidP="009F22AF">
      <w:pPr>
        <w:shd w:val="clear" w:color="auto" w:fill="FFFFFF"/>
        <w:spacing w:before="5" w:line="240" w:lineRule="auto"/>
        <w:ind w:left="302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18.просвещение родителей в вопросах организации рационального питания</w:t>
      </w:r>
    </w:p>
    <w:p w:rsidR="009604CB" w:rsidRPr="003E365C" w:rsidRDefault="009604CB" w:rsidP="009F22AF">
      <w:pPr>
        <w:shd w:val="clear" w:color="auto" w:fill="FFFFFF"/>
        <w:spacing w:before="5" w:line="240" w:lineRule="auto"/>
        <w:ind w:left="619"/>
        <w:rPr>
          <w:rFonts w:ascii="Times New Roman" w:hAnsi="Times New Roman"/>
          <w:spacing w:val="-2"/>
          <w:sz w:val="26"/>
          <w:szCs w:val="26"/>
        </w:rPr>
      </w:pPr>
      <w:r w:rsidRPr="003E365C">
        <w:rPr>
          <w:rFonts w:ascii="Times New Roman" w:hAnsi="Times New Roman"/>
          <w:spacing w:val="-2"/>
          <w:sz w:val="26"/>
          <w:szCs w:val="26"/>
        </w:rPr>
        <w:t>детей и подростков.</w:t>
      </w:r>
    </w:p>
    <w:p w:rsidR="009604CB" w:rsidRPr="003E365C" w:rsidRDefault="009604CB" w:rsidP="009F22AF">
      <w:pPr>
        <w:shd w:val="clear" w:color="auto" w:fill="FFFFFF"/>
        <w:spacing w:before="5" w:line="240" w:lineRule="auto"/>
        <w:ind w:left="619"/>
        <w:rPr>
          <w:rFonts w:ascii="Times New Roman" w:hAnsi="Times New Roman"/>
          <w:sz w:val="26"/>
          <w:szCs w:val="26"/>
        </w:rPr>
      </w:pPr>
    </w:p>
    <w:p w:rsidR="009604CB" w:rsidRPr="003E365C" w:rsidRDefault="009604CB" w:rsidP="00C14440">
      <w:pPr>
        <w:shd w:val="clear" w:color="auto" w:fill="FFFFFF"/>
        <w:spacing w:line="322" w:lineRule="exact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pacing w:val="-2"/>
          <w:sz w:val="26"/>
          <w:szCs w:val="26"/>
        </w:rPr>
        <w:t xml:space="preserve">Актуальность     программы     обусловлена     наличием         следующих </w:t>
      </w:r>
      <w:r w:rsidRPr="003E365C">
        <w:rPr>
          <w:rFonts w:ascii="Times New Roman" w:hAnsi="Times New Roman"/>
          <w:b/>
          <w:bCs/>
          <w:sz w:val="26"/>
          <w:szCs w:val="26"/>
        </w:rPr>
        <w:t>проблем:</w:t>
      </w:r>
    </w:p>
    <w:p w:rsidR="009604CB" w:rsidRPr="003E365C" w:rsidRDefault="009604CB" w:rsidP="00C14440">
      <w:pPr>
        <w:widowControl w:val="0"/>
        <w:numPr>
          <w:ilvl w:val="0"/>
          <w:numId w:val="5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10" w:after="0" w:line="322" w:lineRule="exact"/>
        <w:ind w:left="696" w:right="10" w:hanging="346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2"/>
          <w:sz w:val="26"/>
          <w:szCs w:val="26"/>
        </w:rPr>
        <w:t xml:space="preserve">недостаточная просветительская работа среди обучающихся и их родителей о </w:t>
      </w:r>
      <w:r w:rsidRPr="003E365C">
        <w:rPr>
          <w:rFonts w:ascii="Times New Roman" w:hAnsi="Times New Roman"/>
          <w:sz w:val="26"/>
          <w:szCs w:val="26"/>
        </w:rPr>
        <w:t>здоровом питании школьников;</w:t>
      </w:r>
    </w:p>
    <w:p w:rsidR="009604CB" w:rsidRPr="003E365C" w:rsidRDefault="009604CB" w:rsidP="00C14440">
      <w:pPr>
        <w:widowControl w:val="0"/>
        <w:numPr>
          <w:ilvl w:val="0"/>
          <w:numId w:val="5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5" w:after="0" w:line="322" w:lineRule="exact"/>
        <w:ind w:left="696" w:right="10" w:hanging="346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увеличение детей, страдающих заболеваниями обмена веществ, </w:t>
      </w:r>
      <w:r w:rsidRPr="003E365C">
        <w:rPr>
          <w:rFonts w:ascii="Times New Roman" w:hAnsi="Times New Roman"/>
          <w:sz w:val="26"/>
          <w:szCs w:val="26"/>
        </w:rPr>
        <w:t>желудочно-кишечного тракта;</w:t>
      </w:r>
    </w:p>
    <w:p w:rsidR="009604CB" w:rsidRPr="003E365C" w:rsidRDefault="009604CB" w:rsidP="00C14440">
      <w:pPr>
        <w:widowControl w:val="0"/>
        <w:numPr>
          <w:ilvl w:val="0"/>
          <w:numId w:val="5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10" w:after="0" w:line="322" w:lineRule="exact"/>
        <w:ind w:left="696" w:hanging="346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дети, страдающие различными заболеваниями, склонны часто пропускать учебные занятия, что способствует снижению качества образования;</w:t>
      </w:r>
    </w:p>
    <w:p w:rsidR="009604CB" w:rsidRPr="003E365C" w:rsidRDefault="009604CB" w:rsidP="00C14440">
      <w:pPr>
        <w:shd w:val="clear" w:color="auto" w:fill="FFFFFF"/>
        <w:tabs>
          <w:tab w:val="left" w:pos="715"/>
        </w:tabs>
        <w:spacing w:line="317" w:lineRule="exact"/>
        <w:ind w:left="715" w:hanging="350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•  недостаточная работа по организации питания обучающихся, воспитанию их культуры поведения в столовой;</w:t>
      </w:r>
    </w:p>
    <w:p w:rsidR="009604CB" w:rsidRPr="003E365C" w:rsidRDefault="009604CB" w:rsidP="00C14440">
      <w:pPr>
        <w:shd w:val="clear" w:color="auto" w:fill="FFFFFF"/>
        <w:tabs>
          <w:tab w:val="left" w:pos="710"/>
        </w:tabs>
        <w:spacing w:before="14" w:line="326" w:lineRule="exact"/>
        <w:ind w:left="562" w:hanging="192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 xml:space="preserve">• </w:t>
      </w:r>
      <w:r w:rsidRPr="003E365C">
        <w:rPr>
          <w:rFonts w:ascii="Times New Roman" w:hAnsi="Times New Roman"/>
          <w:sz w:val="26"/>
          <w:szCs w:val="26"/>
        </w:rPr>
        <w:tab/>
      </w:r>
      <w:r w:rsidRPr="003E365C">
        <w:rPr>
          <w:rFonts w:ascii="Times New Roman" w:hAnsi="Times New Roman"/>
          <w:spacing w:val="-1"/>
          <w:sz w:val="26"/>
          <w:szCs w:val="26"/>
        </w:rPr>
        <w:t>малоэффективный контроль за качеством и безопасностью питания.</w:t>
      </w:r>
      <w:r w:rsidRPr="003E365C">
        <w:rPr>
          <w:rFonts w:ascii="Times New Roman" w:hAnsi="Times New Roman"/>
          <w:spacing w:val="-1"/>
          <w:sz w:val="26"/>
          <w:szCs w:val="26"/>
        </w:rPr>
        <w:br/>
        <w:t>Программа   предусматривает   проведение   мониторинга   и   контроля   за</w:t>
      </w:r>
      <w:r w:rsidRPr="003E365C">
        <w:rPr>
          <w:rFonts w:ascii="Times New Roman" w:hAnsi="Times New Roman"/>
          <w:sz w:val="26"/>
          <w:szCs w:val="26"/>
        </w:rPr>
        <w:t xml:space="preserve"> </w:t>
      </w:r>
      <w:r w:rsidRPr="003E365C">
        <w:rPr>
          <w:rFonts w:ascii="Times New Roman" w:hAnsi="Times New Roman"/>
          <w:spacing w:val="-2"/>
          <w:sz w:val="26"/>
          <w:szCs w:val="26"/>
        </w:rPr>
        <w:t>качеством питания обучающихся.</w:t>
      </w:r>
    </w:p>
    <w:p w:rsidR="009604CB" w:rsidRPr="003E365C" w:rsidRDefault="009604CB" w:rsidP="00C14440">
      <w:pPr>
        <w:shd w:val="clear" w:color="auto" w:fill="FFFFFF"/>
        <w:spacing w:before="10"/>
        <w:ind w:left="557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>В ходе мониторинга планируется анкетирование родителей и обучающихся.</w:t>
      </w:r>
    </w:p>
    <w:p w:rsidR="009604CB" w:rsidRPr="003E365C" w:rsidRDefault="009604CB" w:rsidP="00C14440">
      <w:pPr>
        <w:shd w:val="clear" w:color="auto" w:fill="FFFFFF"/>
        <w:spacing w:before="322" w:line="312" w:lineRule="exact"/>
        <w:ind w:left="288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z w:val="26"/>
          <w:szCs w:val="26"/>
        </w:rPr>
        <w:t>Прогнозирование целевых показателей и ожидаемых результатов</w:t>
      </w:r>
    </w:p>
    <w:p w:rsidR="009604CB" w:rsidRPr="003E365C" w:rsidRDefault="009604CB" w:rsidP="00C14440">
      <w:pPr>
        <w:pStyle w:val="ListParagraph"/>
        <w:numPr>
          <w:ilvl w:val="0"/>
          <w:numId w:val="19"/>
        </w:numPr>
        <w:shd w:val="clear" w:color="auto" w:fill="FFFFFF"/>
        <w:tabs>
          <w:tab w:val="left" w:pos="696"/>
        </w:tabs>
        <w:spacing w:before="10" w:line="312" w:lineRule="exact"/>
        <w:rPr>
          <w:sz w:val="26"/>
          <w:szCs w:val="26"/>
        </w:rPr>
      </w:pPr>
      <w:r w:rsidRPr="003E365C">
        <w:rPr>
          <w:sz w:val="26"/>
          <w:szCs w:val="26"/>
        </w:rPr>
        <w:t xml:space="preserve">Увеличение количества детей, питающихся в школьной столовой до </w:t>
      </w:r>
    </w:p>
    <w:p w:rsidR="009604CB" w:rsidRPr="003E365C" w:rsidRDefault="009604CB" w:rsidP="00C14440">
      <w:pPr>
        <w:pStyle w:val="ListParagraph"/>
        <w:numPr>
          <w:ilvl w:val="0"/>
          <w:numId w:val="18"/>
        </w:numPr>
        <w:shd w:val="clear" w:color="auto" w:fill="FFFFFF"/>
        <w:tabs>
          <w:tab w:val="left" w:pos="696"/>
        </w:tabs>
        <w:spacing w:before="10" w:line="312" w:lineRule="exact"/>
        <w:rPr>
          <w:sz w:val="26"/>
          <w:szCs w:val="26"/>
        </w:rPr>
      </w:pPr>
      <w:r w:rsidRPr="003E365C">
        <w:rPr>
          <w:b/>
          <w:bCs/>
          <w:spacing w:val="-1"/>
          <w:sz w:val="26"/>
          <w:szCs w:val="26"/>
        </w:rPr>
        <w:t>%.</w:t>
      </w:r>
    </w:p>
    <w:p w:rsidR="009604CB" w:rsidRPr="003E365C" w:rsidRDefault="009604CB" w:rsidP="00C14440">
      <w:pPr>
        <w:pStyle w:val="ListParagraph"/>
        <w:numPr>
          <w:ilvl w:val="0"/>
          <w:numId w:val="19"/>
        </w:numPr>
        <w:shd w:val="clear" w:color="auto" w:fill="FFFFFF"/>
        <w:tabs>
          <w:tab w:val="left" w:pos="696"/>
        </w:tabs>
        <w:spacing w:before="19" w:line="317" w:lineRule="exact"/>
        <w:rPr>
          <w:sz w:val="26"/>
          <w:szCs w:val="26"/>
        </w:rPr>
      </w:pPr>
      <w:r w:rsidRPr="003E365C">
        <w:rPr>
          <w:spacing w:val="-2"/>
          <w:sz w:val="26"/>
          <w:szCs w:val="26"/>
        </w:rPr>
        <w:t xml:space="preserve">Организация     правильного,     сбалансированного     питания     детей  и </w:t>
      </w:r>
      <w:r w:rsidRPr="003E365C">
        <w:rPr>
          <w:sz w:val="26"/>
          <w:szCs w:val="26"/>
        </w:rPr>
        <w:t xml:space="preserve"> </w:t>
      </w:r>
      <w:r w:rsidRPr="003E365C">
        <w:rPr>
          <w:spacing w:val="-1"/>
          <w:sz w:val="26"/>
          <w:szCs w:val="26"/>
        </w:rPr>
        <w:t>подростков с учетом их возрастных особенностей;</w:t>
      </w:r>
    </w:p>
    <w:p w:rsidR="009604CB" w:rsidRPr="003E365C" w:rsidRDefault="009604CB" w:rsidP="00C14440">
      <w:pPr>
        <w:pStyle w:val="ListParagraph"/>
        <w:numPr>
          <w:ilvl w:val="0"/>
          <w:numId w:val="19"/>
        </w:numPr>
        <w:shd w:val="clear" w:color="auto" w:fill="FFFFFF"/>
        <w:tabs>
          <w:tab w:val="left" w:pos="696"/>
        </w:tabs>
        <w:spacing w:line="317" w:lineRule="exact"/>
        <w:rPr>
          <w:sz w:val="26"/>
          <w:szCs w:val="26"/>
        </w:rPr>
      </w:pPr>
      <w:r w:rsidRPr="003E365C">
        <w:rPr>
          <w:spacing w:val="-1"/>
          <w:sz w:val="26"/>
          <w:szCs w:val="26"/>
        </w:rPr>
        <w:t>Оказание социальной поддержки отдельным категориям обучающихся;</w:t>
      </w:r>
    </w:p>
    <w:p w:rsidR="009604CB" w:rsidRPr="003E365C" w:rsidRDefault="009604CB" w:rsidP="00C14440">
      <w:pPr>
        <w:pStyle w:val="ListParagraph"/>
        <w:numPr>
          <w:ilvl w:val="0"/>
          <w:numId w:val="19"/>
        </w:numPr>
        <w:shd w:val="clear" w:color="auto" w:fill="FFFFFF"/>
        <w:tabs>
          <w:tab w:val="left" w:pos="696"/>
          <w:tab w:val="left" w:pos="5126"/>
        </w:tabs>
        <w:spacing w:line="317" w:lineRule="exact"/>
        <w:rPr>
          <w:sz w:val="26"/>
          <w:szCs w:val="26"/>
        </w:rPr>
      </w:pPr>
      <w:r w:rsidRPr="003E365C">
        <w:rPr>
          <w:spacing w:val="-3"/>
          <w:sz w:val="26"/>
          <w:szCs w:val="26"/>
        </w:rPr>
        <w:t>Обеспечение      обучающихся</w:t>
      </w:r>
      <w:r w:rsidRPr="003E365C">
        <w:rPr>
          <w:sz w:val="26"/>
          <w:szCs w:val="26"/>
        </w:rPr>
        <w:tab/>
      </w:r>
      <w:r w:rsidRPr="003E365C">
        <w:rPr>
          <w:spacing w:val="-3"/>
          <w:sz w:val="26"/>
          <w:szCs w:val="26"/>
        </w:rPr>
        <w:t>необходимым      качественным         и</w:t>
      </w:r>
      <w:r w:rsidRPr="003E365C">
        <w:rPr>
          <w:sz w:val="26"/>
          <w:szCs w:val="26"/>
        </w:rPr>
        <w:t xml:space="preserve"> </w:t>
      </w:r>
      <w:r w:rsidRPr="003E365C">
        <w:rPr>
          <w:spacing w:val="-1"/>
          <w:sz w:val="26"/>
          <w:szCs w:val="26"/>
        </w:rPr>
        <w:t xml:space="preserve">количественным составом рациона питания и ассортиментом продуктов, </w:t>
      </w:r>
      <w:r w:rsidRPr="003E365C">
        <w:rPr>
          <w:sz w:val="26"/>
          <w:szCs w:val="26"/>
        </w:rPr>
        <w:t xml:space="preserve">используемых в питании; </w:t>
      </w:r>
    </w:p>
    <w:p w:rsidR="009604CB" w:rsidRPr="003E365C" w:rsidRDefault="009604CB" w:rsidP="00C14440">
      <w:pPr>
        <w:pStyle w:val="ListParagraph"/>
        <w:numPr>
          <w:ilvl w:val="0"/>
          <w:numId w:val="19"/>
        </w:numPr>
        <w:shd w:val="clear" w:color="auto" w:fill="FFFFFF"/>
        <w:spacing w:line="317" w:lineRule="exact"/>
        <w:rPr>
          <w:sz w:val="26"/>
          <w:szCs w:val="26"/>
        </w:rPr>
      </w:pPr>
      <w:r w:rsidRPr="003E365C">
        <w:rPr>
          <w:sz w:val="26"/>
          <w:szCs w:val="26"/>
        </w:rPr>
        <w:t>Формирование      навыков   здорового   питания   у   обучающихся   и   их родителей;</w:t>
      </w:r>
    </w:p>
    <w:p w:rsidR="009604CB" w:rsidRPr="003E365C" w:rsidRDefault="009604CB" w:rsidP="00C14440">
      <w:pPr>
        <w:pStyle w:val="ListParagraph"/>
        <w:numPr>
          <w:ilvl w:val="0"/>
          <w:numId w:val="19"/>
        </w:numPr>
        <w:shd w:val="clear" w:color="auto" w:fill="FFFFFF"/>
        <w:spacing w:line="317" w:lineRule="exact"/>
        <w:rPr>
          <w:sz w:val="26"/>
          <w:szCs w:val="26"/>
        </w:rPr>
      </w:pPr>
      <w:r w:rsidRPr="003E365C">
        <w:rPr>
          <w:sz w:val="26"/>
          <w:szCs w:val="26"/>
        </w:rPr>
        <w:t>Улучшение     качества    питания    школьников  и   обеспечение    его безопасности;</w:t>
      </w:r>
    </w:p>
    <w:p w:rsidR="009604CB" w:rsidRPr="003E365C" w:rsidRDefault="009604CB" w:rsidP="00C14440">
      <w:pPr>
        <w:pStyle w:val="ListParagraph"/>
        <w:numPr>
          <w:ilvl w:val="0"/>
          <w:numId w:val="19"/>
        </w:numPr>
        <w:shd w:val="clear" w:color="auto" w:fill="FFFFFF"/>
        <w:spacing w:line="317" w:lineRule="exact"/>
        <w:rPr>
          <w:sz w:val="26"/>
          <w:szCs w:val="26"/>
        </w:rPr>
      </w:pPr>
      <w:r w:rsidRPr="003E365C">
        <w:rPr>
          <w:sz w:val="26"/>
          <w:szCs w:val="26"/>
        </w:rPr>
        <w:t>Дальнейшее    укрепление    материально-технической    базы    школьной столовой;</w:t>
      </w:r>
    </w:p>
    <w:p w:rsidR="009604CB" w:rsidRPr="003E365C" w:rsidRDefault="009604CB" w:rsidP="00C14440">
      <w:pPr>
        <w:pStyle w:val="ListParagraph"/>
        <w:numPr>
          <w:ilvl w:val="0"/>
          <w:numId w:val="19"/>
        </w:numPr>
        <w:shd w:val="clear" w:color="auto" w:fill="FFFFFF"/>
        <w:spacing w:line="317" w:lineRule="exact"/>
        <w:rPr>
          <w:sz w:val="26"/>
          <w:szCs w:val="26"/>
        </w:rPr>
        <w:sectPr w:rsidR="009604CB" w:rsidRPr="003E365C" w:rsidSect="009F22AF">
          <w:pgSz w:w="11909" w:h="16834"/>
          <w:pgMar w:top="1440" w:right="427" w:bottom="360" w:left="879" w:header="720" w:footer="720" w:gutter="0"/>
          <w:cols w:space="60"/>
          <w:noEndnote/>
        </w:sectPr>
      </w:pPr>
      <w:r w:rsidRPr="003E365C">
        <w:rPr>
          <w:spacing w:val="-1"/>
          <w:sz w:val="26"/>
          <w:szCs w:val="26"/>
        </w:rPr>
        <w:t>Изменение имиджа школьной столовой и качества обслуживания.</w:t>
      </w:r>
    </w:p>
    <w:p w:rsidR="009604CB" w:rsidRPr="003E365C" w:rsidRDefault="009604CB" w:rsidP="00C14440">
      <w:pPr>
        <w:shd w:val="clear" w:color="auto" w:fill="FFFFFF"/>
        <w:spacing w:line="317" w:lineRule="exact"/>
        <w:jc w:val="center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z w:val="26"/>
          <w:szCs w:val="26"/>
        </w:rPr>
        <w:t>1. ПРОПАГАНДА ЗДОРОВОГО ПИТАНИЯ.</w:t>
      </w:r>
    </w:p>
    <w:p w:rsidR="009604CB" w:rsidRPr="003E365C" w:rsidRDefault="009604CB" w:rsidP="00C14440">
      <w:pPr>
        <w:shd w:val="clear" w:color="auto" w:fill="FFFFFF"/>
        <w:spacing w:line="317" w:lineRule="exact"/>
        <w:ind w:right="38" w:firstLine="696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При разработке данной программы по совершенствованию организации школьного питания мы учитывали не только требования, предъявляемые ФГОС </w:t>
      </w:r>
      <w:r w:rsidRPr="003E365C">
        <w:rPr>
          <w:rFonts w:ascii="Times New Roman" w:hAnsi="Times New Roman"/>
          <w:sz w:val="26"/>
          <w:szCs w:val="26"/>
        </w:rPr>
        <w:t>и СанПиН, но и реальную ситуацию в нашей школе.</w:t>
      </w:r>
    </w:p>
    <w:p w:rsidR="009604CB" w:rsidRPr="003E365C" w:rsidRDefault="009604CB" w:rsidP="00C14440">
      <w:pPr>
        <w:shd w:val="clear" w:color="auto" w:fill="FFFFFF"/>
        <w:spacing w:before="10" w:line="317" w:lineRule="exact"/>
        <w:ind w:left="5" w:right="34" w:firstLine="686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В нашей школе работа по формированию культуры здорового питания </w:t>
      </w:r>
      <w:r w:rsidRPr="003E365C">
        <w:rPr>
          <w:rFonts w:ascii="Times New Roman" w:hAnsi="Times New Roman"/>
          <w:sz w:val="26"/>
          <w:szCs w:val="26"/>
        </w:rPr>
        <w:t>проводится по трем направлениям:</w:t>
      </w:r>
    </w:p>
    <w:p w:rsidR="009604CB" w:rsidRPr="003E365C" w:rsidRDefault="009604CB" w:rsidP="00C14440">
      <w:pPr>
        <w:shd w:val="clear" w:color="auto" w:fill="FFFFFF"/>
        <w:tabs>
          <w:tab w:val="left" w:pos="691"/>
        </w:tabs>
        <w:spacing w:before="14" w:line="317" w:lineRule="exact"/>
        <w:ind w:right="34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28"/>
          <w:sz w:val="26"/>
          <w:szCs w:val="26"/>
        </w:rPr>
        <w:t>1.</w:t>
      </w:r>
      <w:r w:rsidRPr="003E365C">
        <w:rPr>
          <w:rFonts w:ascii="Times New Roman" w:hAnsi="Times New Roman"/>
          <w:sz w:val="26"/>
          <w:szCs w:val="26"/>
        </w:rPr>
        <w:t xml:space="preserve">  рациональная организация питания в школе, в школьной столовой, где</w:t>
      </w:r>
      <w:r w:rsidRPr="003E365C">
        <w:rPr>
          <w:rFonts w:ascii="Times New Roman" w:hAnsi="Times New Roman"/>
          <w:sz w:val="26"/>
          <w:szCs w:val="26"/>
        </w:rPr>
        <w:br/>
        <w:t>все  должно соответствовать принципам здорового питания и</w:t>
      </w:r>
      <w:r w:rsidRPr="003E365C">
        <w:rPr>
          <w:rFonts w:ascii="Times New Roman" w:hAnsi="Times New Roman"/>
          <w:sz w:val="26"/>
          <w:szCs w:val="26"/>
        </w:rPr>
        <w:br/>
      </w:r>
      <w:r w:rsidRPr="003E365C">
        <w:rPr>
          <w:rFonts w:ascii="Times New Roman" w:hAnsi="Times New Roman"/>
          <w:spacing w:val="-1"/>
          <w:sz w:val="26"/>
          <w:szCs w:val="26"/>
        </w:rPr>
        <w:t>способствовать формированию здорового образа жизни. Структура, режим и</w:t>
      </w:r>
      <w:r w:rsidRPr="003E365C">
        <w:rPr>
          <w:rFonts w:ascii="Times New Roman" w:hAnsi="Times New Roman"/>
          <w:spacing w:val="-1"/>
          <w:sz w:val="26"/>
          <w:szCs w:val="26"/>
        </w:rPr>
        <w:br/>
        <w:t>организация питания в школе соответствуют не только всем гигиеническим</w:t>
      </w:r>
      <w:r w:rsidRPr="003E365C">
        <w:rPr>
          <w:rFonts w:ascii="Times New Roman" w:hAnsi="Times New Roman"/>
          <w:spacing w:val="-1"/>
          <w:sz w:val="26"/>
          <w:szCs w:val="26"/>
        </w:rPr>
        <w:br/>
      </w:r>
      <w:r w:rsidRPr="003E365C">
        <w:rPr>
          <w:rFonts w:ascii="Times New Roman" w:hAnsi="Times New Roman"/>
          <w:sz w:val="26"/>
          <w:szCs w:val="26"/>
        </w:rPr>
        <w:t>требованиям, но и служат примером здорового питания;</w:t>
      </w:r>
    </w:p>
    <w:p w:rsidR="009604CB" w:rsidRPr="003E365C" w:rsidRDefault="009604CB" w:rsidP="00C14440">
      <w:pPr>
        <w:shd w:val="clear" w:color="auto" w:fill="FFFFFF"/>
        <w:tabs>
          <w:tab w:val="left" w:pos="466"/>
        </w:tabs>
        <w:spacing w:line="317" w:lineRule="exact"/>
        <w:ind w:right="19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9"/>
          <w:sz w:val="26"/>
          <w:szCs w:val="26"/>
        </w:rPr>
        <w:t>2.</w:t>
      </w:r>
      <w:r w:rsidRPr="003E365C">
        <w:rPr>
          <w:rFonts w:ascii="Times New Roman" w:hAnsi="Times New Roman"/>
          <w:sz w:val="26"/>
          <w:szCs w:val="26"/>
        </w:rPr>
        <w:tab/>
        <w:t>реализация образовательных программ по формированию культуры</w:t>
      </w:r>
      <w:r w:rsidRPr="003E365C">
        <w:rPr>
          <w:rFonts w:ascii="Times New Roman" w:hAnsi="Times New Roman"/>
          <w:sz w:val="26"/>
          <w:szCs w:val="26"/>
        </w:rPr>
        <w:br/>
      </w:r>
      <w:r w:rsidRPr="003E365C">
        <w:rPr>
          <w:rFonts w:ascii="Times New Roman" w:hAnsi="Times New Roman"/>
          <w:spacing w:val="-1"/>
          <w:sz w:val="26"/>
          <w:szCs w:val="26"/>
        </w:rPr>
        <w:t>здорового питания. При формировании культуры здорового питания ведется</w:t>
      </w:r>
      <w:r w:rsidRPr="003E365C">
        <w:rPr>
          <w:rFonts w:ascii="Times New Roman" w:hAnsi="Times New Roman"/>
          <w:spacing w:val="-1"/>
          <w:sz w:val="26"/>
          <w:szCs w:val="26"/>
        </w:rPr>
        <w:br/>
      </w:r>
      <w:r w:rsidRPr="003E365C">
        <w:rPr>
          <w:rFonts w:ascii="Times New Roman" w:hAnsi="Times New Roman"/>
          <w:sz w:val="26"/>
          <w:szCs w:val="26"/>
        </w:rPr>
        <w:t>комплексная и системная работа, когда постепенно формируются основы</w:t>
      </w:r>
      <w:r w:rsidRPr="003E365C">
        <w:rPr>
          <w:rFonts w:ascii="Times New Roman" w:hAnsi="Times New Roman"/>
          <w:sz w:val="26"/>
          <w:szCs w:val="26"/>
        </w:rPr>
        <w:br/>
        <w:t>гигиены и режима питания, дается представление о полезных продуктах и</w:t>
      </w:r>
      <w:r w:rsidRPr="003E365C">
        <w:rPr>
          <w:rFonts w:ascii="Times New Roman" w:hAnsi="Times New Roman"/>
          <w:sz w:val="26"/>
          <w:szCs w:val="26"/>
        </w:rPr>
        <w:br/>
        <w:t>полезной пище, о необходимых питательных веществах, о рациональной</w:t>
      </w:r>
      <w:r w:rsidRPr="003E365C">
        <w:rPr>
          <w:rFonts w:ascii="Times New Roman" w:hAnsi="Times New Roman"/>
          <w:sz w:val="26"/>
          <w:szCs w:val="26"/>
        </w:rPr>
        <w:br/>
      </w:r>
      <w:r w:rsidRPr="003E365C">
        <w:rPr>
          <w:rFonts w:ascii="Times New Roman" w:hAnsi="Times New Roman"/>
          <w:spacing w:val="-1"/>
          <w:sz w:val="26"/>
          <w:szCs w:val="26"/>
        </w:rPr>
        <w:t>структуре питания, о культуре питания разных народов и т.п. Например, на</w:t>
      </w:r>
      <w:r w:rsidRPr="003E365C">
        <w:rPr>
          <w:rFonts w:ascii="Times New Roman" w:hAnsi="Times New Roman"/>
          <w:spacing w:val="-1"/>
          <w:sz w:val="26"/>
          <w:szCs w:val="26"/>
        </w:rPr>
        <w:br/>
      </w:r>
      <w:r w:rsidRPr="003E365C">
        <w:rPr>
          <w:rFonts w:ascii="Times New Roman" w:hAnsi="Times New Roman"/>
          <w:sz w:val="26"/>
          <w:szCs w:val="26"/>
        </w:rPr>
        <w:t>протяжении уже многих лет зарекомендовала себя комплексная программа,</w:t>
      </w:r>
      <w:r w:rsidRPr="003E365C">
        <w:rPr>
          <w:rFonts w:ascii="Times New Roman" w:hAnsi="Times New Roman"/>
          <w:sz w:val="26"/>
          <w:szCs w:val="26"/>
        </w:rPr>
        <w:br/>
      </w:r>
      <w:r w:rsidRPr="003E365C">
        <w:rPr>
          <w:rFonts w:ascii="Times New Roman" w:hAnsi="Times New Roman"/>
          <w:spacing w:val="-1"/>
          <w:sz w:val="26"/>
          <w:szCs w:val="26"/>
        </w:rPr>
        <w:t>которая используется в начальной и в основной школе, является программа</w:t>
      </w:r>
      <w:r w:rsidRPr="003E365C">
        <w:rPr>
          <w:rFonts w:ascii="Times New Roman" w:hAnsi="Times New Roman"/>
          <w:spacing w:val="-1"/>
          <w:sz w:val="26"/>
          <w:szCs w:val="26"/>
        </w:rPr>
        <w:br/>
      </w:r>
      <w:r w:rsidRPr="003E365C">
        <w:rPr>
          <w:rFonts w:ascii="Times New Roman" w:hAnsi="Times New Roman"/>
          <w:sz w:val="26"/>
          <w:szCs w:val="26"/>
        </w:rPr>
        <w:t>"Разговор о правильном питании". Программа предусматривает различные</w:t>
      </w:r>
      <w:r w:rsidRPr="003E365C">
        <w:rPr>
          <w:rFonts w:ascii="Times New Roman" w:hAnsi="Times New Roman"/>
          <w:sz w:val="26"/>
          <w:szCs w:val="26"/>
        </w:rPr>
        <w:br/>
        <w:t>формы организации занятий, наиболее эффективные в разном возрасте и</w:t>
      </w:r>
      <w:r w:rsidRPr="003E365C">
        <w:rPr>
          <w:rFonts w:ascii="Times New Roman" w:hAnsi="Times New Roman"/>
          <w:sz w:val="26"/>
          <w:szCs w:val="26"/>
        </w:rPr>
        <w:br/>
        <w:t>предполагает тесное взаимодействие с родителями.</w:t>
      </w:r>
    </w:p>
    <w:p w:rsidR="009604CB" w:rsidRPr="003E365C" w:rsidRDefault="009604CB" w:rsidP="00C14440">
      <w:pPr>
        <w:shd w:val="clear" w:color="auto" w:fill="FFFFFF"/>
        <w:spacing w:before="5" w:line="317" w:lineRule="exact"/>
        <w:ind w:left="14" w:right="24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При реализации образовательной программы в нашей школе соблюдаются принципы формирования культуры здорового питания, важнейшими из которых являются:</w:t>
      </w:r>
    </w:p>
    <w:p w:rsidR="009604CB" w:rsidRPr="003E365C" w:rsidRDefault="009604CB" w:rsidP="00C14440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317" w:lineRule="exact"/>
        <w:ind w:left="14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>научная обоснованность и практическая целесообразность;</w:t>
      </w:r>
    </w:p>
    <w:p w:rsidR="009604CB" w:rsidRPr="003E365C" w:rsidRDefault="009604CB" w:rsidP="00C14440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317" w:lineRule="exact"/>
        <w:ind w:left="14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2"/>
          <w:sz w:val="26"/>
          <w:szCs w:val="26"/>
        </w:rPr>
        <w:t>возрастная адекватность;</w:t>
      </w:r>
    </w:p>
    <w:p w:rsidR="009604CB" w:rsidRPr="003E365C" w:rsidRDefault="009604CB" w:rsidP="00C14440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317" w:lineRule="exact"/>
        <w:ind w:left="14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>необходимость и достаточность информации;</w:t>
      </w:r>
    </w:p>
    <w:p w:rsidR="009604CB" w:rsidRPr="003E365C" w:rsidRDefault="009604CB" w:rsidP="00C14440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before="5" w:after="0" w:line="317" w:lineRule="exact"/>
        <w:ind w:left="14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2"/>
          <w:sz w:val="26"/>
          <w:szCs w:val="26"/>
        </w:rPr>
        <w:t>модульность структуры;</w:t>
      </w:r>
    </w:p>
    <w:p w:rsidR="009604CB" w:rsidRPr="003E365C" w:rsidRDefault="009604CB" w:rsidP="00C14440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317" w:lineRule="exact"/>
        <w:ind w:left="14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2"/>
          <w:sz w:val="26"/>
          <w:szCs w:val="26"/>
        </w:rPr>
        <w:t>системность и последовательность;</w:t>
      </w:r>
    </w:p>
    <w:p w:rsidR="009604CB" w:rsidRPr="003E365C" w:rsidRDefault="009604CB" w:rsidP="00C14440">
      <w:pPr>
        <w:widowControl w:val="0"/>
        <w:numPr>
          <w:ilvl w:val="0"/>
          <w:numId w:val="8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317" w:lineRule="exact"/>
        <w:ind w:left="14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>вовлеченность семьи в реализацию программы.</w:t>
      </w:r>
    </w:p>
    <w:p w:rsidR="009604CB" w:rsidRPr="003E365C" w:rsidRDefault="009604CB" w:rsidP="00C14440">
      <w:pPr>
        <w:shd w:val="clear" w:color="auto" w:fill="FFFFFF"/>
        <w:spacing w:before="5" w:line="317" w:lineRule="exact"/>
        <w:ind w:left="14" w:right="14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Третье направление - просветительская работа с родителями (законными представителями), вовлечение родителей в процесс формирования культуры </w:t>
      </w:r>
      <w:r w:rsidRPr="003E365C">
        <w:rPr>
          <w:rFonts w:ascii="Times New Roman" w:hAnsi="Times New Roman"/>
          <w:sz w:val="26"/>
          <w:szCs w:val="26"/>
        </w:rPr>
        <w:t xml:space="preserve">здорового питания в семье. Специальные исследования, проведенные Институтом возрастной физиологии РАО, показывают, что питание детей в семье, как правило, нерационально и несбалансированно, нарушен режим питания. Во многих семьях, даже живущих в сельской местности, в питании мало овощей, фруктов, молочных продуктов, а предпочтение отдается колбасным и кондитерским изделиям и т.п. Только 20% родителей нашей </w:t>
      </w:r>
      <w:r w:rsidRPr="003E365C">
        <w:rPr>
          <w:rFonts w:ascii="Times New Roman" w:hAnsi="Times New Roman"/>
          <w:spacing w:val="-1"/>
          <w:sz w:val="26"/>
          <w:szCs w:val="26"/>
        </w:rPr>
        <w:t>школы знакомы с общими принципами организации здорового питания.</w:t>
      </w:r>
    </w:p>
    <w:p w:rsidR="009604CB" w:rsidRPr="003E365C" w:rsidRDefault="009604CB" w:rsidP="00C14440">
      <w:pPr>
        <w:shd w:val="clear" w:color="auto" w:fill="FFFFFF"/>
        <w:spacing w:line="317" w:lineRule="exact"/>
        <w:ind w:left="24" w:firstLine="552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2"/>
          <w:sz w:val="26"/>
          <w:szCs w:val="26"/>
        </w:rPr>
        <w:t xml:space="preserve">Работа по формированию культуры здорового питания как составной части </w:t>
      </w:r>
      <w:r w:rsidRPr="003E365C">
        <w:rPr>
          <w:rFonts w:ascii="Times New Roman" w:hAnsi="Times New Roman"/>
          <w:sz w:val="26"/>
          <w:szCs w:val="26"/>
        </w:rPr>
        <w:t xml:space="preserve">здорового образа жизни в нашем образовательном учреждении носит системный характер, обеспечивающий преемственность и непрерывность данного процесса на различных ступенях образования, ведется с учетом </w:t>
      </w:r>
      <w:r w:rsidRPr="003E365C">
        <w:rPr>
          <w:rFonts w:ascii="Times New Roman" w:hAnsi="Times New Roman"/>
          <w:spacing w:val="-1"/>
          <w:sz w:val="26"/>
          <w:szCs w:val="26"/>
        </w:rPr>
        <w:t xml:space="preserve">возрастных и индивидуальных особенностей обучающихся, регионального и </w:t>
      </w:r>
      <w:r w:rsidRPr="003E365C">
        <w:rPr>
          <w:rFonts w:ascii="Times New Roman" w:hAnsi="Times New Roman"/>
          <w:sz w:val="26"/>
          <w:szCs w:val="26"/>
        </w:rPr>
        <w:t>этнокультурного компонентов.</w:t>
      </w:r>
    </w:p>
    <w:p w:rsidR="009604CB" w:rsidRPr="003E365C" w:rsidRDefault="009604CB" w:rsidP="00C14440">
      <w:pPr>
        <w:shd w:val="clear" w:color="auto" w:fill="FFFFFF"/>
        <w:spacing w:line="322" w:lineRule="exact"/>
        <w:ind w:right="43" w:firstLine="552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Педагоги и психолог школы, реализующие образовательные программы формирования культуры здорового питания, знают основы современной </w:t>
      </w:r>
      <w:r w:rsidRPr="003E365C">
        <w:rPr>
          <w:rFonts w:ascii="Times New Roman" w:hAnsi="Times New Roman"/>
          <w:sz w:val="26"/>
          <w:szCs w:val="26"/>
        </w:rPr>
        <w:t xml:space="preserve">государственной политики в сфере питания; федеральные законы, региональные нормативные правовые акты и СанПиН, регулирующие </w:t>
      </w:r>
      <w:r w:rsidRPr="003E365C">
        <w:rPr>
          <w:rFonts w:ascii="Times New Roman" w:hAnsi="Times New Roman"/>
          <w:spacing w:val="-1"/>
          <w:sz w:val="26"/>
          <w:szCs w:val="26"/>
        </w:rPr>
        <w:t>деятельность в сфере питания; основы возрастной физиологии и гигиены.</w:t>
      </w:r>
    </w:p>
    <w:p w:rsidR="009604CB" w:rsidRPr="003E365C" w:rsidRDefault="009604CB" w:rsidP="00C14440">
      <w:pPr>
        <w:shd w:val="clear" w:color="auto" w:fill="FFFFFF"/>
        <w:spacing w:before="331" w:line="317" w:lineRule="exact"/>
        <w:ind w:left="710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pacing w:val="-1"/>
          <w:sz w:val="26"/>
          <w:szCs w:val="26"/>
        </w:rPr>
        <w:t>2.   Сбалансированное питание (организация питания)</w:t>
      </w:r>
    </w:p>
    <w:p w:rsidR="009604CB" w:rsidRPr="003E365C" w:rsidRDefault="009604CB" w:rsidP="00C14440">
      <w:pPr>
        <w:shd w:val="clear" w:color="auto" w:fill="FFFFFF"/>
        <w:spacing w:line="317" w:lineRule="exact"/>
        <w:ind w:left="5" w:right="34" w:firstLine="696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Полноценное, сбалансированное питание является важнейшим условием нормального функционирования человеческого организма, особенно в период роста и развития. На период от 7 до 18 лет, который ребёнок проводит в школе, </w:t>
      </w:r>
      <w:r w:rsidRPr="003E365C">
        <w:rPr>
          <w:rFonts w:ascii="Times New Roman" w:hAnsi="Times New Roman"/>
          <w:sz w:val="26"/>
          <w:szCs w:val="26"/>
        </w:rPr>
        <w:t xml:space="preserve">приходится наиболее интенсивный соматический рост организма, </w:t>
      </w:r>
      <w:r w:rsidRPr="003E365C">
        <w:rPr>
          <w:rFonts w:ascii="Times New Roman" w:hAnsi="Times New Roman"/>
          <w:spacing w:val="-1"/>
          <w:sz w:val="26"/>
          <w:szCs w:val="26"/>
        </w:rPr>
        <w:t xml:space="preserve">сопровождающийся повышенными умственными и физическими нагрузками. Организация питания в каждой возрастной группе школьников в нашей школе имеет свои особенности, учитывающие изменения, происходящие в детском </w:t>
      </w:r>
      <w:r w:rsidRPr="003E365C">
        <w:rPr>
          <w:rFonts w:ascii="Times New Roman" w:hAnsi="Times New Roman"/>
          <w:spacing w:val="-2"/>
          <w:sz w:val="26"/>
          <w:szCs w:val="26"/>
        </w:rPr>
        <w:t xml:space="preserve">организме на каждом этапе. Школьный период можно условно разделить на три </w:t>
      </w:r>
      <w:r w:rsidRPr="003E365C">
        <w:rPr>
          <w:rFonts w:ascii="Times New Roman" w:hAnsi="Times New Roman"/>
          <w:sz w:val="26"/>
          <w:szCs w:val="26"/>
        </w:rPr>
        <w:t>возрастные группы - 7-11 лет, 11-14 лет, 14-16 лет.</w:t>
      </w:r>
    </w:p>
    <w:p w:rsidR="009604CB" w:rsidRPr="003E365C" w:rsidRDefault="009604CB" w:rsidP="00C14440">
      <w:pPr>
        <w:shd w:val="clear" w:color="auto" w:fill="FFFFFF"/>
        <w:spacing w:line="317" w:lineRule="exact"/>
        <w:ind w:left="19" w:firstLine="691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 xml:space="preserve">Организация питания осуществляется на основе принципов «щадящего питания». При приготовлении блюд соблюдаются щадящие технологии: варка, </w:t>
      </w:r>
      <w:r w:rsidRPr="003E365C">
        <w:rPr>
          <w:rFonts w:ascii="Times New Roman" w:hAnsi="Times New Roman"/>
          <w:spacing w:val="-1"/>
          <w:sz w:val="26"/>
          <w:szCs w:val="26"/>
        </w:rPr>
        <w:t xml:space="preserve">запекание, припускание, пассерование, тушение, приготовление на пару. При приготовлении блюд </w:t>
      </w:r>
      <w:r w:rsidRPr="003E365C">
        <w:rPr>
          <w:rFonts w:ascii="Times New Roman" w:hAnsi="Times New Roman"/>
          <w:sz w:val="26"/>
          <w:szCs w:val="26"/>
        </w:rPr>
        <w:t xml:space="preserve">не   применяется   жарка.   Исключены   из   меню   копченые,   маринованные, </w:t>
      </w:r>
      <w:r w:rsidRPr="003E365C">
        <w:rPr>
          <w:rFonts w:ascii="Times New Roman" w:hAnsi="Times New Roman"/>
          <w:spacing w:val="-1"/>
          <w:sz w:val="26"/>
          <w:szCs w:val="26"/>
        </w:rPr>
        <w:t>жареные блюда, острые блюда, пряности и специи, жирные продукты, то есть питание организовано с учетом особенностей детского организма.</w:t>
      </w:r>
    </w:p>
    <w:p w:rsidR="009604CB" w:rsidRPr="003E365C" w:rsidRDefault="009604CB" w:rsidP="00A50752">
      <w:pPr>
        <w:shd w:val="clear" w:color="auto" w:fill="FFFFFF"/>
        <w:tabs>
          <w:tab w:val="left" w:pos="2136"/>
          <w:tab w:val="left" w:pos="4550"/>
          <w:tab w:val="left" w:pos="5784"/>
          <w:tab w:val="left" w:pos="8242"/>
        </w:tabs>
        <w:spacing w:line="317" w:lineRule="exact"/>
        <w:ind w:left="29" w:right="24" w:firstLine="691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>В меню учтены продукты, насыщенные микро- и макроэлементами: хлеб</w:t>
      </w:r>
      <w:r w:rsidRPr="003E365C">
        <w:rPr>
          <w:rFonts w:ascii="Times New Roman" w:hAnsi="Times New Roman"/>
          <w:spacing w:val="-1"/>
          <w:sz w:val="26"/>
          <w:szCs w:val="26"/>
        </w:rPr>
        <w:br/>
      </w:r>
      <w:r w:rsidRPr="003E365C">
        <w:rPr>
          <w:rFonts w:ascii="Times New Roman" w:hAnsi="Times New Roman"/>
          <w:spacing w:val="-6"/>
          <w:sz w:val="26"/>
          <w:szCs w:val="26"/>
        </w:rPr>
        <w:t>пшеничный</w:t>
      </w:r>
      <w:r w:rsidRPr="003E365C">
        <w:rPr>
          <w:rFonts w:ascii="Times New Roman" w:hAnsi="Times New Roman"/>
          <w:sz w:val="26"/>
          <w:szCs w:val="26"/>
        </w:rPr>
        <w:tab/>
      </w:r>
      <w:r w:rsidRPr="003E365C">
        <w:rPr>
          <w:rFonts w:ascii="Times New Roman" w:hAnsi="Times New Roman"/>
          <w:spacing w:val="-4"/>
          <w:sz w:val="26"/>
          <w:szCs w:val="26"/>
        </w:rPr>
        <w:t>обогащенный,</w:t>
      </w:r>
      <w:r w:rsidRPr="003E365C">
        <w:rPr>
          <w:rFonts w:ascii="Times New Roman" w:hAnsi="Times New Roman"/>
          <w:sz w:val="26"/>
          <w:szCs w:val="26"/>
        </w:rPr>
        <w:tab/>
      </w:r>
      <w:r w:rsidRPr="003E365C">
        <w:rPr>
          <w:rFonts w:ascii="Times New Roman" w:hAnsi="Times New Roman"/>
          <w:spacing w:val="-8"/>
          <w:sz w:val="26"/>
          <w:szCs w:val="26"/>
        </w:rPr>
        <w:t>соль</w:t>
      </w:r>
      <w:r w:rsidRPr="003E365C">
        <w:rPr>
          <w:rFonts w:ascii="Times New Roman" w:hAnsi="Times New Roman"/>
          <w:sz w:val="26"/>
          <w:szCs w:val="26"/>
        </w:rPr>
        <w:tab/>
      </w:r>
      <w:r w:rsidRPr="003E365C">
        <w:rPr>
          <w:rFonts w:ascii="Times New Roman" w:hAnsi="Times New Roman"/>
          <w:spacing w:val="-3"/>
          <w:sz w:val="26"/>
          <w:szCs w:val="26"/>
        </w:rPr>
        <w:t>йодированная,</w:t>
      </w:r>
      <w:r w:rsidRPr="003E365C">
        <w:rPr>
          <w:rFonts w:ascii="Times New Roman" w:hAnsi="Times New Roman"/>
          <w:sz w:val="26"/>
          <w:szCs w:val="26"/>
        </w:rPr>
        <w:t xml:space="preserve"> витаминизированные    напитки,    кисломолочные    продукты,  обогащенные витаминами и минералами.</w:t>
      </w:r>
    </w:p>
    <w:p w:rsidR="009604CB" w:rsidRPr="003E365C" w:rsidRDefault="009604CB" w:rsidP="00C14440">
      <w:pPr>
        <w:shd w:val="clear" w:color="auto" w:fill="FFFFFF"/>
        <w:spacing w:line="317" w:lineRule="exact"/>
        <w:ind w:left="38" w:right="19" w:firstLine="686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В МБОУ «Бабаевская оош №3» созданы следующие условия по </w:t>
      </w:r>
      <w:r w:rsidRPr="003E365C">
        <w:rPr>
          <w:rFonts w:ascii="Times New Roman" w:hAnsi="Times New Roman"/>
          <w:sz w:val="26"/>
          <w:szCs w:val="26"/>
        </w:rPr>
        <w:t>организации питания обучающихся.</w:t>
      </w:r>
    </w:p>
    <w:p w:rsidR="009604CB" w:rsidRPr="003E365C" w:rsidRDefault="009604CB" w:rsidP="00C14440">
      <w:pPr>
        <w:shd w:val="clear" w:color="auto" w:fill="FFFFFF"/>
        <w:spacing w:line="317" w:lineRule="exact"/>
        <w:ind w:left="38" w:right="5" w:firstLine="686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 xml:space="preserve">Для общественного питания образовательного учреждения и для </w:t>
      </w:r>
      <w:r w:rsidRPr="003E365C">
        <w:rPr>
          <w:rFonts w:ascii="Times New Roman" w:hAnsi="Times New Roman"/>
          <w:spacing w:val="-1"/>
          <w:sz w:val="26"/>
          <w:szCs w:val="26"/>
        </w:rPr>
        <w:t xml:space="preserve">обслуживания обучающихся в соответствии с санитарно-эпидемиологическими </w:t>
      </w:r>
      <w:r w:rsidRPr="003E365C">
        <w:rPr>
          <w:rFonts w:ascii="Times New Roman" w:hAnsi="Times New Roman"/>
          <w:sz w:val="26"/>
          <w:szCs w:val="26"/>
        </w:rPr>
        <w:t>правилами и нормативами СанПиН 2.4.5.2409-08 в отдельном здании  школы оборудована столовая.</w:t>
      </w:r>
    </w:p>
    <w:p w:rsidR="009604CB" w:rsidRPr="003E365C" w:rsidRDefault="009604CB" w:rsidP="00C14440">
      <w:pPr>
        <w:shd w:val="clear" w:color="auto" w:fill="FFFFFF"/>
        <w:spacing w:line="317" w:lineRule="exact"/>
        <w:ind w:left="43" w:right="10" w:firstLine="686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 xml:space="preserve">Помещения столовой </w:t>
      </w:r>
      <w:r w:rsidRPr="003E365C">
        <w:rPr>
          <w:rFonts w:ascii="Times New Roman" w:hAnsi="Times New Roman"/>
          <w:spacing w:val="-1"/>
          <w:sz w:val="26"/>
          <w:szCs w:val="26"/>
        </w:rPr>
        <w:t>включают в себя производственные, бытовые помещения и складские помещения для пищевых продуктов.</w:t>
      </w:r>
    </w:p>
    <w:p w:rsidR="009604CB" w:rsidRPr="003E365C" w:rsidRDefault="009604CB" w:rsidP="00C14440">
      <w:pPr>
        <w:shd w:val="clear" w:color="auto" w:fill="FFFFFF"/>
        <w:spacing w:line="317" w:lineRule="exact"/>
        <w:ind w:left="38" w:right="10" w:firstLine="696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При входе в обеденный зал столовой установлены  умывальники и бумажные полотенца.</w:t>
      </w:r>
    </w:p>
    <w:p w:rsidR="009604CB" w:rsidRPr="003E365C" w:rsidRDefault="009604CB" w:rsidP="00C14440">
      <w:pPr>
        <w:shd w:val="clear" w:color="auto" w:fill="FFFFFF"/>
        <w:spacing w:before="5" w:line="317" w:lineRule="exact"/>
        <w:ind w:left="38" w:firstLine="696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Оборудование, инвентарь, посуда, тара, являющиеся предметами производственного окружения, соответствуют санитарно-эпидемиологическим </w:t>
      </w:r>
      <w:r w:rsidRPr="003E365C">
        <w:rPr>
          <w:rFonts w:ascii="Times New Roman" w:hAnsi="Times New Roman"/>
          <w:sz w:val="26"/>
          <w:szCs w:val="26"/>
        </w:rPr>
        <w:t>требованиям, предъявляемым к организациям общественного питания, и выполнены из материалов, допущенных для контакта с пищевыми продуктами.</w:t>
      </w:r>
    </w:p>
    <w:p w:rsidR="009604CB" w:rsidRPr="003E365C" w:rsidRDefault="009604CB" w:rsidP="00C14440">
      <w:pPr>
        <w:shd w:val="clear" w:color="auto" w:fill="FFFFFF"/>
        <w:spacing w:line="317" w:lineRule="exact"/>
        <w:ind w:left="14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Все установленное в производственных помещениях технологическое и холодильное оборудование находится в исправном состоянии.</w:t>
      </w:r>
    </w:p>
    <w:p w:rsidR="009604CB" w:rsidRPr="003E365C" w:rsidRDefault="009604CB" w:rsidP="00C14440">
      <w:pPr>
        <w:shd w:val="clear" w:color="auto" w:fill="FFFFFF"/>
        <w:spacing w:line="317" w:lineRule="exact"/>
        <w:ind w:left="10" w:firstLine="691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Производственные столы, предназначенные для обработки пищевых продуктов, имеют покрытие, устойчивое к действию моющих и дезинфицирующих средств и отвечают требованиям безопасности для материалов, контактирующих с пищевыми продуктами.</w:t>
      </w:r>
    </w:p>
    <w:p w:rsidR="009604CB" w:rsidRPr="003E365C" w:rsidRDefault="009604CB" w:rsidP="00C14440">
      <w:pPr>
        <w:shd w:val="clear" w:color="auto" w:fill="FFFFFF"/>
        <w:spacing w:before="10" w:line="317" w:lineRule="exact"/>
        <w:ind w:left="14" w:right="5" w:firstLine="696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Столовая школы обеспечена достаточным количеством столовой посуды и приборами. В столовой используется фаянсовая посуда (тарелки, стаканы), отвечающая требованиям безопасности для материалов, контактирующих с пищевыми продуктами. Столовые приборы (ложки, вилки), посуда для приготовления и хранения готовых блюд изготовлены из пищевого металла.</w:t>
      </w:r>
    </w:p>
    <w:p w:rsidR="009604CB" w:rsidRPr="003E365C" w:rsidRDefault="009604CB" w:rsidP="00C14440">
      <w:pPr>
        <w:shd w:val="clear" w:color="auto" w:fill="FFFFFF"/>
        <w:spacing w:line="317" w:lineRule="exact"/>
        <w:ind w:left="5" w:right="5" w:firstLine="696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В столовой имеется обеденный зал на 120 посадочных мест, зал оснащен удобной мебелью: скамейками и 8 местными столами, позволяющими проводить их обработку с применением моющих и дезинфицирующих средств.</w:t>
      </w:r>
    </w:p>
    <w:p w:rsidR="009604CB" w:rsidRPr="003E365C" w:rsidRDefault="009604CB" w:rsidP="00C14440">
      <w:pPr>
        <w:shd w:val="clear" w:color="auto" w:fill="FFFFFF"/>
        <w:spacing w:before="10" w:line="317" w:lineRule="exact"/>
        <w:ind w:right="5" w:firstLine="691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В столовой разработана нормативно-правовая документация, обеспечивающая деятельность столовой и ее работников: инструкции и рекомендации для сотрудников, журналы бракеража пищевых продуктов и продовольственного сырья, учета температурного режима холодильного оборудования и другие.</w:t>
      </w:r>
    </w:p>
    <w:p w:rsidR="009604CB" w:rsidRPr="003E365C" w:rsidRDefault="009604CB" w:rsidP="00C14440">
      <w:pPr>
        <w:shd w:val="clear" w:color="auto" w:fill="FFFFFF"/>
        <w:spacing w:before="14" w:line="317" w:lineRule="exact"/>
        <w:ind w:left="5" w:right="5" w:firstLine="696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Помещения и оборудование столовой соответствуют нормам и требованиям СанПина, об этом свидетельствуют акты приемки школы к новому учебному году.</w:t>
      </w:r>
    </w:p>
    <w:p w:rsidR="009604CB" w:rsidRPr="003E365C" w:rsidRDefault="009604CB" w:rsidP="00C14440">
      <w:pPr>
        <w:shd w:val="clear" w:color="auto" w:fill="FFFFFF"/>
        <w:spacing w:line="317" w:lineRule="exact"/>
        <w:ind w:firstLine="691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 xml:space="preserve">Обучающиеся посещают столовую организованно в течение 2-х перемен, что позволяет обеспечить максимально комфортное питание. </w:t>
      </w:r>
    </w:p>
    <w:p w:rsidR="009604CB" w:rsidRPr="003E365C" w:rsidRDefault="009604CB" w:rsidP="00C14440">
      <w:pPr>
        <w:shd w:val="clear" w:color="auto" w:fill="FFFFFF"/>
        <w:spacing w:before="614"/>
        <w:ind w:left="950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pacing w:val="-21"/>
          <w:sz w:val="26"/>
          <w:szCs w:val="26"/>
        </w:rPr>
        <w:t>Производственный и общественный контроль за организацией питания:</w:t>
      </w:r>
    </w:p>
    <w:p w:rsidR="009604CB" w:rsidRPr="003E365C" w:rsidRDefault="009604CB" w:rsidP="00C14440">
      <w:pPr>
        <w:spacing w:after="158" w:line="1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3"/>
        <w:gridCol w:w="4123"/>
        <w:gridCol w:w="4810"/>
      </w:tblGrid>
      <w:tr w:rsidR="009604CB" w:rsidRPr="00525600" w:rsidTr="00C14440">
        <w:trPr>
          <w:trHeight w:hRule="exact" w:val="30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4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Вид контроля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2"/>
                <w:sz w:val="26"/>
                <w:szCs w:val="26"/>
              </w:rPr>
              <w:t>Структура, осуществляющая контроль</w:t>
            </w:r>
          </w:p>
        </w:tc>
      </w:tr>
      <w:tr w:rsidR="009604CB" w:rsidRPr="00525600" w:rsidTr="009F22AF">
        <w:trPr>
          <w:trHeight w:hRule="exact" w:val="113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34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4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269" w:lineRule="exact"/>
              <w:ind w:right="53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Контроль за формированием рациона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питания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3E365C" w:rsidRDefault="009604CB" w:rsidP="00C14440">
            <w:pPr>
              <w:shd w:val="clear" w:color="auto" w:fill="FFFFFF"/>
              <w:spacing w:line="274" w:lineRule="exact"/>
              <w:ind w:left="14" w:right="667" w:hanging="14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Директор школы, ответственный за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 xml:space="preserve">горячее питание </w:t>
            </w:r>
          </w:p>
          <w:p w:rsidR="009604CB" w:rsidRPr="00525600" w:rsidRDefault="009604CB" w:rsidP="00C14440">
            <w:pPr>
              <w:shd w:val="clear" w:color="auto" w:fill="FFFFFF"/>
              <w:spacing w:line="274" w:lineRule="exact"/>
              <w:ind w:left="14" w:right="667" w:hanging="14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Школьная комиссия</w:t>
            </w:r>
          </w:p>
        </w:tc>
      </w:tr>
      <w:tr w:rsidR="009604CB" w:rsidRPr="00525600" w:rsidTr="009F22AF">
        <w:trPr>
          <w:trHeight w:hRule="exact" w:val="83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14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4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Входной производственный контроль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2"/>
                <w:sz w:val="26"/>
                <w:szCs w:val="26"/>
              </w:rPr>
              <w:t>Директор школы</w:t>
            </w:r>
          </w:p>
        </w:tc>
      </w:tr>
      <w:tr w:rsidR="009604CB" w:rsidRPr="00525600" w:rsidTr="00C14440">
        <w:trPr>
          <w:trHeight w:hRule="exact" w:val="9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14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4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274" w:lineRule="exact"/>
              <w:ind w:right="374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Контроль санитарно-технического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состояния пищеблока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Завхоз школы</w:t>
            </w:r>
          </w:p>
        </w:tc>
      </w:tr>
      <w:tr w:rsidR="009604CB" w:rsidRPr="00525600" w:rsidTr="00C14440">
        <w:trPr>
          <w:trHeight w:hRule="exact" w:val="719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4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278" w:lineRule="exact"/>
              <w:ind w:right="1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Контроль сроков годности и условий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хранения продуктов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Бракеражная комиссия</w:t>
            </w:r>
          </w:p>
        </w:tc>
      </w:tr>
      <w:tr w:rsidR="009604CB" w:rsidRPr="00525600" w:rsidTr="00C14440">
        <w:trPr>
          <w:trHeight w:hRule="exact" w:val="142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14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4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274" w:lineRule="exact"/>
              <w:ind w:right="768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 xml:space="preserve">Контроль за санитарным содержанием и санитарной обработкой предметов 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производственного окружения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Бракеражная комиссия</w:t>
            </w:r>
          </w:p>
        </w:tc>
      </w:tr>
      <w:tr w:rsidR="009604CB" w:rsidRPr="00525600" w:rsidTr="00C14440">
        <w:trPr>
          <w:trHeight w:hRule="exact" w:val="99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4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Контроль за приемом пищи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spacing w:line="269" w:lineRule="exact"/>
              <w:ind w:right="1762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Классные руководители</w:t>
            </w:r>
          </w:p>
        </w:tc>
      </w:tr>
    </w:tbl>
    <w:p w:rsidR="009604CB" w:rsidRDefault="009604CB" w:rsidP="00C14440">
      <w:pPr>
        <w:shd w:val="clear" w:color="auto" w:fill="FFFFFF"/>
        <w:spacing w:before="581"/>
        <w:ind w:left="1363"/>
        <w:rPr>
          <w:rFonts w:ascii="Times New Roman" w:hAnsi="Times New Roman"/>
          <w:b/>
          <w:bCs/>
          <w:sz w:val="26"/>
          <w:szCs w:val="26"/>
        </w:rPr>
      </w:pPr>
    </w:p>
    <w:p w:rsidR="009604CB" w:rsidRPr="003E365C" w:rsidRDefault="009604CB" w:rsidP="00C14440">
      <w:pPr>
        <w:shd w:val="clear" w:color="auto" w:fill="FFFFFF"/>
        <w:spacing w:before="581"/>
        <w:ind w:left="1363"/>
        <w:rPr>
          <w:rFonts w:ascii="Times New Roman" w:hAnsi="Times New Roman"/>
          <w:b/>
          <w:bCs/>
          <w:sz w:val="26"/>
          <w:szCs w:val="26"/>
        </w:rPr>
      </w:pPr>
    </w:p>
    <w:p w:rsidR="009604CB" w:rsidRPr="003E365C" w:rsidRDefault="009604CB" w:rsidP="00010B36">
      <w:pPr>
        <w:shd w:val="clear" w:color="auto" w:fill="FFFFFF"/>
        <w:spacing w:before="581"/>
        <w:ind w:left="1363"/>
        <w:jc w:val="center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z w:val="26"/>
          <w:szCs w:val="26"/>
        </w:rPr>
        <w:t>3. МЕХАНИЗМ РЕАЛИЗАЦИИ ПРОГРАММЫ (ПЕРЕЧЕНЬ</w:t>
      </w:r>
    </w:p>
    <w:p w:rsidR="009604CB" w:rsidRPr="003E365C" w:rsidRDefault="009604CB" w:rsidP="00C14440">
      <w:pPr>
        <w:shd w:val="clear" w:color="auto" w:fill="FFFFFF"/>
        <w:ind w:left="4291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pacing w:val="-2"/>
          <w:sz w:val="26"/>
          <w:szCs w:val="26"/>
        </w:rPr>
        <w:t>МЕРОПРИЯТИЙ)</w:t>
      </w:r>
    </w:p>
    <w:p w:rsidR="009604CB" w:rsidRPr="003E365C" w:rsidRDefault="009604CB" w:rsidP="00C14440">
      <w:pPr>
        <w:shd w:val="clear" w:color="auto" w:fill="FFFFFF"/>
        <w:spacing w:before="322"/>
        <w:ind w:left="485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pacing w:val="-2"/>
          <w:sz w:val="26"/>
          <w:szCs w:val="26"/>
        </w:rPr>
        <w:t>Организационно-аналитическая работа, информационное обеспечение</w:t>
      </w:r>
    </w:p>
    <w:p w:rsidR="009604CB" w:rsidRPr="003E365C" w:rsidRDefault="009604CB" w:rsidP="00C14440">
      <w:pPr>
        <w:spacing w:after="298" w:line="1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62"/>
        <w:gridCol w:w="1488"/>
        <w:gridCol w:w="2203"/>
        <w:gridCol w:w="1747"/>
      </w:tblGrid>
      <w:tr w:rsidR="009604CB" w:rsidRPr="00525600" w:rsidTr="00010B36">
        <w:trPr>
          <w:trHeight w:hRule="exact" w:val="341"/>
        </w:trPr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811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b/>
                <w:bCs/>
                <w:spacing w:val="-4"/>
                <w:sz w:val="26"/>
                <w:szCs w:val="26"/>
              </w:rPr>
              <w:t>Основные мероприятия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b/>
                <w:bCs/>
                <w:sz w:val="26"/>
                <w:szCs w:val="26"/>
              </w:rPr>
              <w:t>Сроки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149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b/>
                <w:bCs/>
                <w:spacing w:val="-4"/>
                <w:sz w:val="26"/>
                <w:szCs w:val="26"/>
              </w:rPr>
              <w:t>Исполнители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12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b/>
                <w:bCs/>
                <w:spacing w:val="-4"/>
                <w:sz w:val="26"/>
                <w:szCs w:val="26"/>
              </w:rPr>
              <w:t>Результат</w:t>
            </w:r>
          </w:p>
        </w:tc>
      </w:tr>
      <w:tr w:rsidR="009604CB" w:rsidRPr="00525600" w:rsidTr="00010B36">
        <w:trPr>
          <w:trHeight w:hRule="exact" w:val="1306"/>
        </w:trPr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2" w:lineRule="exact"/>
              <w:ind w:left="19" w:firstLine="29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1.Оформление бесплатного питания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3E365C" w:rsidRDefault="009604CB" w:rsidP="00C14440">
            <w:pPr>
              <w:shd w:val="clear" w:color="auto" w:fill="FFFFFF"/>
              <w:ind w:left="5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>август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3E365C" w:rsidRDefault="009604CB" w:rsidP="00C14440">
            <w:pPr>
              <w:shd w:val="clear" w:color="auto" w:fill="FFFFFF"/>
              <w:spacing w:line="317" w:lineRule="exact"/>
              <w:ind w:left="5" w:right="259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Социальный педагог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3E365C" w:rsidRDefault="009604CB" w:rsidP="00C14440">
            <w:pPr>
              <w:shd w:val="clear" w:color="auto" w:fill="FFFFFF"/>
              <w:spacing w:line="322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Протокол, список обучающихся</w:t>
            </w:r>
          </w:p>
        </w:tc>
      </w:tr>
      <w:tr w:rsidR="009604CB" w:rsidRPr="00525600" w:rsidTr="00010B36">
        <w:trPr>
          <w:trHeight w:hRule="exact" w:val="1306"/>
        </w:trPr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2" w:lineRule="exact"/>
              <w:ind w:left="19" w:firstLine="29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 xml:space="preserve">2.  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Организационное   совещание   -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 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>сентябрь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17" w:lineRule="exact"/>
              <w:ind w:left="5" w:right="259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 xml:space="preserve">Классные 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руководители,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директор школы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2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Справка,</w:t>
            </w:r>
          </w:p>
          <w:p w:rsidR="009604CB" w:rsidRPr="00525600" w:rsidRDefault="009604CB" w:rsidP="00C14440">
            <w:pPr>
              <w:shd w:val="clear" w:color="auto" w:fill="FFFFFF"/>
              <w:spacing w:line="322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протокол,</w:t>
            </w:r>
          </w:p>
          <w:p w:rsidR="009604CB" w:rsidRPr="00525600" w:rsidRDefault="009604CB" w:rsidP="00C14440">
            <w:pPr>
              <w:shd w:val="clear" w:color="auto" w:fill="FFFFFF"/>
              <w:spacing w:line="322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приказ</w:t>
            </w:r>
          </w:p>
        </w:tc>
      </w:tr>
      <w:tr w:rsidR="009604CB" w:rsidRPr="00525600" w:rsidTr="00010B36">
        <w:trPr>
          <w:trHeight w:hRule="exact" w:val="979"/>
        </w:trPr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6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2.  </w:t>
            </w:r>
            <w:r w:rsidRPr="003E365C">
              <w:rPr>
                <w:rFonts w:ascii="Times New Roman" w:hAnsi="Times New Roman"/>
                <w:spacing w:val="-2"/>
                <w:sz w:val="26"/>
                <w:szCs w:val="26"/>
              </w:rPr>
              <w:t>Совещание  классных</w:t>
            </w:r>
          </w:p>
          <w:p w:rsidR="009604CB" w:rsidRPr="00525600" w:rsidRDefault="009604CB" w:rsidP="00C14440">
            <w:pPr>
              <w:shd w:val="clear" w:color="auto" w:fill="FFFFFF"/>
              <w:spacing w:line="326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руководителей:</w:t>
            </w:r>
          </w:p>
          <w:p w:rsidR="009604CB" w:rsidRPr="00525600" w:rsidRDefault="009604CB" w:rsidP="00C14440">
            <w:pPr>
              <w:shd w:val="clear" w:color="auto" w:fill="FFFFFF"/>
              <w:spacing w:line="326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- </w:t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Охват горячим питанием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>сентябрь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6" w:lineRule="exact"/>
              <w:ind w:left="5" w:right="562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Школьная комиссия по питанию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6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Справка,</w:t>
            </w:r>
          </w:p>
          <w:p w:rsidR="009604CB" w:rsidRPr="00525600" w:rsidRDefault="009604CB" w:rsidP="00C14440">
            <w:pPr>
              <w:shd w:val="clear" w:color="auto" w:fill="FFFFFF"/>
              <w:spacing w:line="326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протокол,</w:t>
            </w:r>
          </w:p>
          <w:p w:rsidR="009604CB" w:rsidRPr="00525600" w:rsidRDefault="009604CB" w:rsidP="00C14440">
            <w:pPr>
              <w:shd w:val="clear" w:color="auto" w:fill="FFFFFF"/>
              <w:spacing w:line="326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приказ</w:t>
            </w:r>
          </w:p>
        </w:tc>
      </w:tr>
      <w:tr w:rsidR="009604CB" w:rsidRPr="00525600" w:rsidTr="00010B36">
        <w:trPr>
          <w:trHeight w:hRule="exact" w:val="974"/>
        </w:trPr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17" w:lineRule="exact"/>
              <w:ind w:left="14" w:right="5" w:firstLine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3.    </w:t>
            </w:r>
            <w:r w:rsidRPr="003E365C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Совещание    при    директоре    по </w:t>
            </w: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вопросам    организации    и    развития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школьного питания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5"/>
                <w:sz w:val="26"/>
                <w:szCs w:val="26"/>
              </w:rPr>
              <w:t>сентябрь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07" w:lineRule="exact"/>
              <w:ind w:left="5" w:right="83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Директор школы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Справка,</w:t>
            </w:r>
          </w:p>
          <w:p w:rsidR="009604CB" w:rsidRPr="00525600" w:rsidRDefault="009604CB" w:rsidP="00C14440">
            <w:pPr>
              <w:shd w:val="clear" w:color="auto" w:fill="FFFFFF"/>
              <w:spacing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протокол,</w:t>
            </w:r>
          </w:p>
          <w:p w:rsidR="009604CB" w:rsidRPr="00525600" w:rsidRDefault="009604CB" w:rsidP="00C14440">
            <w:pPr>
              <w:shd w:val="clear" w:color="auto" w:fill="FFFFFF"/>
              <w:spacing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приказ</w:t>
            </w:r>
          </w:p>
        </w:tc>
      </w:tr>
      <w:tr w:rsidR="009604CB" w:rsidRPr="00525600" w:rsidTr="00010B36">
        <w:trPr>
          <w:trHeight w:hRule="exact" w:val="3554"/>
        </w:trPr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17" w:lineRule="exact"/>
              <w:ind w:left="5" w:firstLine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 xml:space="preserve">4.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 xml:space="preserve">Заседание школьной комиссии по </w:t>
            </w: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питанию   с   приглашением   классных 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руководителей     1-9-х    классов    по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вопросам:</w:t>
            </w:r>
          </w:p>
          <w:p w:rsidR="009604CB" w:rsidRPr="00525600" w:rsidRDefault="009604CB" w:rsidP="00C14440">
            <w:pPr>
              <w:shd w:val="clear" w:color="auto" w:fill="FFFFFF"/>
              <w:tabs>
                <w:tab w:val="left" w:pos="288"/>
              </w:tabs>
              <w:spacing w:line="317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охват учащихся горячим питанием;</w:t>
            </w:r>
          </w:p>
          <w:p w:rsidR="009604CB" w:rsidRPr="00525600" w:rsidRDefault="009604CB" w:rsidP="00C14440">
            <w:pPr>
              <w:shd w:val="clear" w:color="auto" w:fill="FFFFFF"/>
              <w:spacing w:line="322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-соблюдение           санитарно-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гигиенических требований;</w:t>
            </w:r>
          </w:p>
          <w:p w:rsidR="009604CB" w:rsidRPr="00525600" w:rsidRDefault="009604CB" w:rsidP="00C14440">
            <w:pPr>
              <w:shd w:val="clear" w:color="auto" w:fill="FFFFFF"/>
              <w:tabs>
                <w:tab w:val="left" w:pos="739"/>
              </w:tabs>
              <w:spacing w:line="322" w:lineRule="exact"/>
              <w:ind w:left="5" w:firstLine="10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b/>
                <w:bCs/>
                <w:sz w:val="26"/>
                <w:szCs w:val="26"/>
              </w:rPr>
              <w:t>-</w:t>
            </w:r>
            <w:r w:rsidRPr="003E365C">
              <w:rPr>
                <w:rFonts w:ascii="Times New Roman" w:hAnsi="Times New Roman"/>
                <w:spacing w:val="-2"/>
                <w:sz w:val="26"/>
                <w:szCs w:val="26"/>
              </w:rPr>
              <w:t>профилактика       инфекционных</w:t>
            </w:r>
            <w:r w:rsidRPr="003E365C">
              <w:rPr>
                <w:rFonts w:ascii="Times New Roman" w:hAnsi="Times New Roman"/>
                <w:spacing w:val="-2"/>
                <w:sz w:val="26"/>
                <w:szCs w:val="26"/>
              </w:rPr>
              <w:br/>
            </w:r>
            <w:r w:rsidRPr="003E365C">
              <w:rPr>
                <w:rFonts w:ascii="Times New Roman" w:hAnsi="Times New Roman"/>
                <w:sz w:val="26"/>
                <w:szCs w:val="26"/>
              </w:rPr>
              <w:t>заболеваний.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>сентябрь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6" w:lineRule="exact"/>
              <w:ind w:right="278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Школьная комиссия</w:t>
            </w:r>
          </w:p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Справка,</w:t>
            </w:r>
          </w:p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протокол,</w:t>
            </w:r>
          </w:p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приказ</w:t>
            </w:r>
          </w:p>
        </w:tc>
      </w:tr>
      <w:tr w:rsidR="009604CB" w:rsidRPr="00525600" w:rsidTr="00010B36">
        <w:trPr>
          <w:trHeight w:hRule="exact" w:val="2952"/>
        </w:trPr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9F22AF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5. Организация работы школьной комиссии по питанию (педагоги, родители).</w:t>
            </w:r>
          </w:p>
          <w:p w:rsidR="009604CB" w:rsidRPr="00525600" w:rsidRDefault="009604CB" w:rsidP="009F22AF">
            <w:pPr>
              <w:shd w:val="clear" w:color="auto" w:fill="FFFFFF"/>
              <w:spacing w:before="10" w:line="322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6. </w:t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Осуществление ежедневного контроля за работой столовой 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администрацией школы, проведение </w:t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целевых тематических проверок</w:t>
            </w:r>
          </w:p>
          <w:p w:rsidR="009604CB" w:rsidRPr="00525600" w:rsidRDefault="009604CB" w:rsidP="00010B36">
            <w:pPr>
              <w:shd w:val="clear" w:color="auto" w:fill="FFFFFF"/>
              <w:spacing w:before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br w:type="column"/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9F22AF">
            <w:pPr>
              <w:shd w:val="clear" w:color="auto" w:fill="FFFFFF"/>
              <w:spacing w:before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5"/>
                <w:sz w:val="26"/>
                <w:szCs w:val="26"/>
              </w:rPr>
              <w:t>сентябрь</w:t>
            </w:r>
          </w:p>
          <w:p w:rsidR="009604CB" w:rsidRPr="00525600" w:rsidRDefault="009604CB" w:rsidP="009F22AF">
            <w:pPr>
              <w:shd w:val="clear" w:color="auto" w:fill="FFFFFF"/>
              <w:spacing w:before="662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>ежедневно</w:t>
            </w:r>
          </w:p>
          <w:p w:rsidR="009604CB" w:rsidRPr="003E365C" w:rsidRDefault="009604CB" w:rsidP="00C14440">
            <w:pPr>
              <w:shd w:val="clear" w:color="auto" w:fill="FFFFFF"/>
              <w:rPr>
                <w:rFonts w:ascii="Times New Roman" w:hAnsi="Times New Roman"/>
                <w:spacing w:val="-4"/>
                <w:sz w:val="26"/>
                <w:szCs w:val="26"/>
              </w:rPr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9F22AF">
            <w:pPr>
              <w:shd w:val="clear" w:color="auto" w:fill="FFFFFF"/>
              <w:spacing w:before="10" w:line="326" w:lineRule="exact"/>
              <w:ind w:left="5" w:right="518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Школьная комиссия 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по питанию</w:t>
            </w:r>
          </w:p>
          <w:p w:rsidR="009604CB" w:rsidRPr="003E365C" w:rsidRDefault="009604CB" w:rsidP="009F22AF">
            <w:pPr>
              <w:shd w:val="clear" w:color="auto" w:fill="FFFFFF"/>
              <w:spacing w:line="326" w:lineRule="exact"/>
              <w:ind w:right="278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Администрация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9F22AF">
            <w:pPr>
              <w:shd w:val="clear" w:color="auto" w:fill="FFFFFF"/>
              <w:spacing w:before="19" w:line="326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Справка,</w:t>
            </w:r>
          </w:p>
          <w:p w:rsidR="009604CB" w:rsidRPr="00525600" w:rsidRDefault="009604CB" w:rsidP="009F22AF">
            <w:pPr>
              <w:shd w:val="clear" w:color="auto" w:fill="FFFFFF"/>
              <w:spacing w:line="326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6"/>
                <w:sz w:val="26"/>
                <w:szCs w:val="26"/>
              </w:rPr>
              <w:t>протокол,</w:t>
            </w:r>
          </w:p>
          <w:p w:rsidR="009604CB" w:rsidRPr="00525600" w:rsidRDefault="009604CB" w:rsidP="009F22AF">
            <w:pPr>
              <w:shd w:val="clear" w:color="auto" w:fill="FFFFFF"/>
              <w:spacing w:line="326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приказ</w:t>
            </w:r>
          </w:p>
          <w:p w:rsidR="009604CB" w:rsidRPr="00525600" w:rsidRDefault="009604CB" w:rsidP="009F22AF">
            <w:pPr>
              <w:shd w:val="clear" w:color="auto" w:fill="FFFFFF"/>
              <w:spacing w:before="10"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Справка,</w:t>
            </w:r>
          </w:p>
          <w:p w:rsidR="009604CB" w:rsidRPr="00525600" w:rsidRDefault="009604CB" w:rsidP="009F22AF">
            <w:pPr>
              <w:shd w:val="clear" w:color="auto" w:fill="FFFFFF"/>
              <w:spacing w:line="317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6"/>
                <w:sz w:val="26"/>
                <w:szCs w:val="26"/>
              </w:rPr>
              <w:t>протокол,</w:t>
            </w:r>
          </w:p>
          <w:p w:rsidR="009604CB" w:rsidRPr="003E365C" w:rsidRDefault="009604CB" w:rsidP="009F22AF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5"/>
                <w:sz w:val="26"/>
                <w:szCs w:val="26"/>
              </w:rPr>
              <w:t>приказ</w:t>
            </w:r>
          </w:p>
        </w:tc>
      </w:tr>
    </w:tbl>
    <w:tbl>
      <w:tblPr>
        <w:tblpPr w:leftFromText="180" w:rightFromText="180" w:vertAnchor="text" w:horzAnchor="margin" w:tblpY="-10339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2866"/>
        <w:gridCol w:w="2640"/>
        <w:gridCol w:w="2256"/>
        <w:gridCol w:w="2126"/>
      </w:tblGrid>
      <w:tr w:rsidR="009604CB" w:rsidRPr="00525600" w:rsidTr="00010B36">
        <w:trPr>
          <w:trHeight w:hRule="exact" w:val="370"/>
        </w:trPr>
        <w:tc>
          <w:tcPr>
            <w:tcW w:w="28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ind w:left="23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b/>
                <w:bCs/>
                <w:sz w:val="26"/>
                <w:szCs w:val="26"/>
              </w:rPr>
              <w:t>Методическое обеспечение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604CB" w:rsidRPr="00525600" w:rsidTr="00010B36">
        <w:trPr>
          <w:trHeight w:hRule="exact" w:val="643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spacing w:line="307" w:lineRule="exact"/>
              <w:ind w:left="480" w:right="504" w:firstLine="192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b/>
                <w:bCs/>
                <w:sz w:val="26"/>
                <w:szCs w:val="26"/>
              </w:rPr>
              <w:t>Основные мероприятия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ind w:left="802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b/>
                <w:bCs/>
                <w:sz w:val="26"/>
                <w:szCs w:val="26"/>
              </w:rPr>
              <w:t>Сроки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ind w:left="154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b/>
                <w:bCs/>
                <w:spacing w:val="-3"/>
                <w:sz w:val="26"/>
                <w:szCs w:val="26"/>
              </w:rPr>
              <w:t>Исполнители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ind w:left="293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b/>
                <w:bCs/>
                <w:sz w:val="26"/>
                <w:szCs w:val="26"/>
              </w:rPr>
              <w:t>Результат</w:t>
            </w:r>
          </w:p>
        </w:tc>
      </w:tr>
      <w:tr w:rsidR="009604CB" w:rsidRPr="00525600" w:rsidTr="00010B36">
        <w:trPr>
          <w:trHeight w:hRule="exact" w:val="6365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«Разговор о</w:t>
            </w:r>
          </w:p>
          <w:p w:rsidR="009604CB" w:rsidRPr="00525600" w:rsidRDefault="009604CB" w:rsidP="00010B36">
            <w:pPr>
              <w:shd w:val="clear" w:color="auto" w:fill="FFFFFF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правильном</w:t>
            </w:r>
          </w:p>
          <w:p w:rsidR="009604CB" w:rsidRPr="00525600" w:rsidRDefault="009604CB" w:rsidP="00010B36">
            <w:pPr>
              <w:shd w:val="clear" w:color="auto" w:fill="FFFFFF"/>
              <w:spacing w:line="317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питании»:</w:t>
            </w:r>
          </w:p>
          <w:p w:rsidR="009604CB" w:rsidRPr="00525600" w:rsidRDefault="009604CB" w:rsidP="00010B36">
            <w:pPr>
              <w:shd w:val="clear" w:color="auto" w:fill="FFFFFF"/>
              <w:spacing w:line="317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 xml:space="preserve">-1-4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классы;</w:t>
            </w:r>
          </w:p>
          <w:p w:rsidR="009604CB" w:rsidRPr="00525600" w:rsidRDefault="009604CB" w:rsidP="00010B36">
            <w:pPr>
              <w:shd w:val="clear" w:color="auto" w:fill="FFFFFF"/>
              <w:spacing w:line="317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 xml:space="preserve">5-6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классы.</w:t>
            </w:r>
          </w:p>
          <w:p w:rsidR="009604CB" w:rsidRPr="00525600" w:rsidRDefault="009604CB" w:rsidP="00010B36">
            <w:pPr>
              <w:shd w:val="clear" w:color="auto" w:fill="FFFFFF"/>
              <w:spacing w:line="317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2.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Организация</w:t>
            </w:r>
          </w:p>
          <w:p w:rsidR="009604CB" w:rsidRPr="00525600" w:rsidRDefault="009604CB" w:rsidP="00010B36">
            <w:pPr>
              <w:shd w:val="clear" w:color="auto" w:fill="FFFFFF"/>
              <w:spacing w:line="317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консультации по</w:t>
            </w:r>
          </w:p>
          <w:p w:rsidR="009604CB" w:rsidRPr="00525600" w:rsidRDefault="009604CB" w:rsidP="00010B36">
            <w:pPr>
              <w:shd w:val="clear" w:color="auto" w:fill="FFFFFF"/>
              <w:spacing w:line="317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реализации</w:t>
            </w:r>
          </w:p>
          <w:p w:rsidR="009604CB" w:rsidRPr="00525600" w:rsidRDefault="009604CB" w:rsidP="00010B36">
            <w:pPr>
              <w:shd w:val="clear" w:color="auto" w:fill="FFFFFF"/>
              <w:spacing w:line="317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программы.</w:t>
            </w:r>
          </w:p>
          <w:p w:rsidR="009604CB" w:rsidRPr="00525600" w:rsidRDefault="009604CB" w:rsidP="00010B36">
            <w:pPr>
              <w:shd w:val="clear" w:color="auto" w:fill="FFFFFF"/>
              <w:spacing w:line="317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5"/>
                <w:sz w:val="26"/>
                <w:szCs w:val="26"/>
              </w:rPr>
              <w:t xml:space="preserve">3. </w:t>
            </w:r>
            <w:r w:rsidRPr="003E365C">
              <w:rPr>
                <w:rFonts w:ascii="Times New Roman" w:hAnsi="Times New Roman"/>
                <w:spacing w:val="-5"/>
                <w:sz w:val="26"/>
                <w:szCs w:val="26"/>
              </w:rPr>
              <w:t>Осуществление</w:t>
            </w:r>
          </w:p>
          <w:p w:rsidR="009604CB" w:rsidRPr="00525600" w:rsidRDefault="009604CB" w:rsidP="00010B36">
            <w:pPr>
              <w:shd w:val="clear" w:color="auto" w:fill="FFFFFF"/>
              <w:spacing w:line="317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контроля за</w:t>
            </w:r>
          </w:p>
          <w:p w:rsidR="009604CB" w:rsidRPr="00525600" w:rsidRDefault="009604CB" w:rsidP="00010B36">
            <w:pPr>
              <w:shd w:val="clear" w:color="auto" w:fill="FFFFFF"/>
              <w:spacing w:line="317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реализацией</w:t>
            </w:r>
          </w:p>
          <w:p w:rsidR="009604CB" w:rsidRPr="00525600" w:rsidRDefault="009604CB" w:rsidP="00010B36">
            <w:pPr>
              <w:shd w:val="clear" w:color="auto" w:fill="FFFFFF"/>
              <w:spacing w:line="317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spacing w:line="322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Март октябрь,</w:t>
            </w:r>
          </w:p>
          <w:p w:rsidR="009604CB" w:rsidRPr="00525600" w:rsidRDefault="009604CB" w:rsidP="00010B36">
            <w:pPr>
              <w:shd w:val="clear" w:color="auto" w:fill="FFFFFF"/>
              <w:spacing w:line="322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2021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9604CB" w:rsidRPr="00525600" w:rsidRDefault="009604CB" w:rsidP="00010B36">
            <w:pPr>
              <w:shd w:val="clear" w:color="auto" w:fill="FFFFFF"/>
              <w:spacing w:line="322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Регулярно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Директор,</w:t>
            </w:r>
          </w:p>
          <w:p w:rsidR="009604CB" w:rsidRPr="00525600" w:rsidRDefault="009604CB" w:rsidP="00010B36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Зам.директора</w:t>
            </w:r>
          </w:p>
          <w:p w:rsidR="009604CB" w:rsidRPr="00525600" w:rsidRDefault="009604CB" w:rsidP="00010B36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по УВР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spacing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Справка,</w:t>
            </w:r>
          </w:p>
          <w:p w:rsidR="009604CB" w:rsidRPr="00525600" w:rsidRDefault="009604CB" w:rsidP="00010B36">
            <w:pPr>
              <w:shd w:val="clear" w:color="auto" w:fill="FFFFFF"/>
              <w:spacing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приказ,</w:t>
            </w:r>
          </w:p>
          <w:p w:rsidR="009604CB" w:rsidRPr="00525600" w:rsidRDefault="009604CB" w:rsidP="00010B36">
            <w:pPr>
              <w:shd w:val="clear" w:color="auto" w:fill="FFFFFF"/>
              <w:spacing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протокол</w:t>
            </w:r>
          </w:p>
        </w:tc>
      </w:tr>
      <w:tr w:rsidR="009604CB" w:rsidRPr="00525600" w:rsidTr="00010B36">
        <w:trPr>
          <w:trHeight w:hRule="exact" w:val="5174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spacing w:line="322" w:lineRule="exact"/>
              <w:ind w:left="19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2. </w:t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Организация 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консультаций        для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классных</w:t>
            </w:r>
          </w:p>
          <w:p w:rsidR="009604CB" w:rsidRPr="00525600" w:rsidRDefault="009604CB" w:rsidP="00010B36">
            <w:pPr>
              <w:shd w:val="clear" w:color="auto" w:fill="FFFFFF"/>
              <w:spacing w:line="322" w:lineRule="exact"/>
              <w:ind w:left="19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руководителей 1-4, 5-9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 xml:space="preserve"> классов: - культура поведения об</w:t>
            </w:r>
            <w:r w:rsidRPr="003E365C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учающихся    во    время </w:t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приема              пищи,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соблюдение санитарно-гигиенических требований;</w:t>
            </w:r>
          </w:p>
          <w:p w:rsidR="009604CB" w:rsidRPr="00525600" w:rsidRDefault="009604CB" w:rsidP="00010B36">
            <w:pPr>
              <w:shd w:val="clear" w:color="auto" w:fill="FFFFFF"/>
              <w:spacing w:line="322" w:lineRule="exact"/>
              <w:ind w:left="19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организация </w:t>
            </w:r>
            <w:r w:rsidRPr="003E365C">
              <w:rPr>
                <w:rFonts w:ascii="Times New Roman" w:hAnsi="Times New Roman"/>
                <w:spacing w:val="-5"/>
                <w:sz w:val="26"/>
                <w:szCs w:val="26"/>
              </w:rPr>
              <w:t xml:space="preserve">горячего    питания -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залог        сохранения здоровья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Регулярно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spacing w:line="317" w:lineRule="exact"/>
              <w:ind w:right="293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 xml:space="preserve">Классные </w:t>
            </w:r>
            <w:r w:rsidRPr="003E365C">
              <w:rPr>
                <w:rFonts w:ascii="Times New Roman" w:hAnsi="Times New Roman"/>
                <w:spacing w:val="-2"/>
                <w:sz w:val="26"/>
                <w:szCs w:val="26"/>
              </w:rPr>
              <w:t>руководители</w:t>
            </w:r>
          </w:p>
          <w:p w:rsidR="009604CB" w:rsidRPr="00525600" w:rsidRDefault="009604CB" w:rsidP="00010B36">
            <w:pPr>
              <w:shd w:val="clear" w:color="auto" w:fill="FFFFFF"/>
              <w:spacing w:line="331" w:lineRule="exact"/>
              <w:ind w:right="293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Зам.директора поУВР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spacing w:line="317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Справка,</w:t>
            </w:r>
          </w:p>
          <w:p w:rsidR="009604CB" w:rsidRPr="00525600" w:rsidRDefault="009604CB" w:rsidP="00010B36">
            <w:pPr>
              <w:shd w:val="clear" w:color="auto" w:fill="FFFFFF"/>
              <w:spacing w:line="317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приказ,</w:t>
            </w:r>
          </w:p>
          <w:p w:rsidR="009604CB" w:rsidRPr="00525600" w:rsidRDefault="009604CB" w:rsidP="00010B36">
            <w:pPr>
              <w:shd w:val="clear" w:color="auto" w:fill="FFFFFF"/>
              <w:spacing w:line="317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протокол</w:t>
            </w:r>
          </w:p>
        </w:tc>
      </w:tr>
      <w:tr w:rsidR="009604CB" w:rsidRPr="00525600" w:rsidTr="00010B36">
        <w:trPr>
          <w:trHeight w:hRule="exact" w:val="3774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spacing w:line="370" w:lineRule="exact"/>
              <w:ind w:left="5" w:right="216" w:firstLine="10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 xml:space="preserve">3.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 xml:space="preserve">Обобщение и распространение положительного </w:t>
            </w:r>
            <w:r w:rsidRPr="003E365C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опыта по вопросам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 xml:space="preserve">организации и 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развития школьного </w:t>
            </w: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питания, внедрению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новых форм обслуживания обучающихся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Каждое полугодие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spacing w:line="322" w:lineRule="exact"/>
              <w:ind w:right="62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Администрация,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Школьная комиссия по питанию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spacing w:line="326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Справка,</w:t>
            </w:r>
          </w:p>
          <w:p w:rsidR="009604CB" w:rsidRPr="00525600" w:rsidRDefault="009604CB" w:rsidP="00010B36">
            <w:pPr>
              <w:shd w:val="clear" w:color="auto" w:fill="FFFFFF"/>
              <w:spacing w:line="326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приказ,</w:t>
            </w:r>
          </w:p>
          <w:p w:rsidR="009604CB" w:rsidRPr="00525600" w:rsidRDefault="009604CB" w:rsidP="00010B36">
            <w:pPr>
              <w:shd w:val="clear" w:color="auto" w:fill="FFFFFF"/>
              <w:spacing w:line="326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протокол</w:t>
            </w:r>
          </w:p>
        </w:tc>
      </w:tr>
      <w:tr w:rsidR="009604CB" w:rsidRPr="00525600" w:rsidTr="00010B36">
        <w:trPr>
          <w:trHeight w:hRule="exact" w:val="3774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spacing w:after="0" w:line="317" w:lineRule="exact"/>
              <w:ind w:left="11" w:right="28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 xml:space="preserve">4.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 xml:space="preserve">Выставка в библиотеке </w:t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«Культура питания-</w:t>
            </w:r>
            <w:r w:rsidRPr="003E365C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культура здоровья»,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(представленная</w:t>
            </w:r>
          </w:p>
          <w:p w:rsidR="009604CB" w:rsidRPr="00525600" w:rsidRDefault="009604CB" w:rsidP="00010B36">
            <w:pPr>
              <w:shd w:val="clear" w:color="auto" w:fill="FFFFFF"/>
              <w:spacing w:after="0" w:line="370" w:lineRule="exact"/>
              <w:ind w:left="11" w:right="28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литература, связанная с вопросами</w:t>
            </w:r>
          </w:p>
          <w:p w:rsidR="009604CB" w:rsidRPr="00525600" w:rsidRDefault="009604CB" w:rsidP="00010B36">
            <w:pPr>
              <w:shd w:val="clear" w:color="auto" w:fill="FFFFFF"/>
              <w:spacing w:after="0" w:line="370" w:lineRule="exact"/>
              <w:ind w:left="11" w:right="28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правильного питания,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рецепты блюд и напитков)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Сентябрь(ежегодно)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библиотекарь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010B36">
            <w:pPr>
              <w:shd w:val="clear" w:color="auto" w:fill="FFFFFF"/>
              <w:spacing w:line="322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2"/>
                <w:sz w:val="26"/>
                <w:szCs w:val="26"/>
              </w:rPr>
              <w:t>Организация</w:t>
            </w:r>
          </w:p>
          <w:p w:rsidR="009604CB" w:rsidRPr="00525600" w:rsidRDefault="009604CB" w:rsidP="00010B36">
            <w:pPr>
              <w:shd w:val="clear" w:color="auto" w:fill="FFFFFF"/>
              <w:spacing w:line="322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посещения</w:t>
            </w:r>
          </w:p>
          <w:p w:rsidR="009604CB" w:rsidRPr="00525600" w:rsidRDefault="009604CB" w:rsidP="00010B36">
            <w:pPr>
              <w:shd w:val="clear" w:color="auto" w:fill="FFFFFF"/>
              <w:spacing w:line="322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>выставки (отчет</w:t>
            </w:r>
          </w:p>
          <w:p w:rsidR="009604CB" w:rsidRPr="00525600" w:rsidRDefault="009604CB" w:rsidP="00010B36">
            <w:pPr>
              <w:shd w:val="clear" w:color="auto" w:fill="FFFFFF"/>
              <w:spacing w:line="322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классных</w:t>
            </w:r>
          </w:p>
          <w:p w:rsidR="009604CB" w:rsidRPr="00525600" w:rsidRDefault="009604CB" w:rsidP="00010B36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>руководителей)</w:t>
            </w:r>
          </w:p>
        </w:tc>
      </w:tr>
    </w:tbl>
    <w:p w:rsidR="009604CB" w:rsidRDefault="009604CB" w:rsidP="00C14440">
      <w:pPr>
        <w:rPr>
          <w:rFonts w:ascii="Times New Roman" w:hAnsi="Times New Roman"/>
          <w:sz w:val="26"/>
          <w:szCs w:val="26"/>
        </w:rPr>
      </w:pPr>
    </w:p>
    <w:p w:rsidR="009604CB" w:rsidRDefault="009604CB" w:rsidP="00C14440">
      <w:pPr>
        <w:rPr>
          <w:rFonts w:ascii="Times New Roman" w:hAnsi="Times New Roman"/>
          <w:sz w:val="26"/>
          <w:szCs w:val="26"/>
        </w:rPr>
      </w:pPr>
    </w:p>
    <w:p w:rsidR="009604CB" w:rsidRPr="003E365C" w:rsidRDefault="009604CB" w:rsidP="00336854">
      <w:pPr>
        <w:shd w:val="clear" w:color="auto" w:fill="FFFFFF"/>
        <w:spacing w:before="610" w:line="331" w:lineRule="exact"/>
        <w:ind w:right="538"/>
        <w:jc w:val="center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pacing w:val="-3"/>
          <w:sz w:val="26"/>
          <w:szCs w:val="26"/>
        </w:rPr>
        <w:t xml:space="preserve">Организация работы по улучшению материально-технической базы </w:t>
      </w:r>
      <w:r w:rsidRPr="003E365C">
        <w:rPr>
          <w:rFonts w:ascii="Times New Roman" w:hAnsi="Times New Roman"/>
          <w:b/>
          <w:bCs/>
          <w:spacing w:val="-1"/>
          <w:sz w:val="26"/>
          <w:szCs w:val="26"/>
        </w:rPr>
        <w:t>столовой для обучающихся и их родителей</w:t>
      </w:r>
    </w:p>
    <w:p w:rsidR="009604CB" w:rsidRPr="003E365C" w:rsidRDefault="009604CB" w:rsidP="00336854">
      <w:pPr>
        <w:spacing w:after="307" w:line="1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194"/>
        <w:gridCol w:w="2227"/>
        <w:gridCol w:w="2453"/>
      </w:tblGrid>
      <w:tr w:rsidR="009604CB" w:rsidRPr="00525600" w:rsidTr="001F1E50">
        <w:trPr>
          <w:trHeight w:hRule="exact" w:val="350"/>
        </w:trPr>
        <w:tc>
          <w:tcPr>
            <w:tcW w:w="5194" w:type="dxa"/>
            <w:shd w:val="clear" w:color="auto" w:fill="FFFFFF"/>
          </w:tcPr>
          <w:p w:rsidR="009604CB" w:rsidRPr="00525600" w:rsidRDefault="009604CB" w:rsidP="001F1E50">
            <w:pPr>
              <w:shd w:val="clear" w:color="auto" w:fill="FFFFFF"/>
              <w:ind w:left="96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b/>
                <w:bCs/>
                <w:sz w:val="26"/>
                <w:szCs w:val="26"/>
              </w:rPr>
              <w:t>Основные мероприятия</w:t>
            </w:r>
          </w:p>
        </w:tc>
        <w:tc>
          <w:tcPr>
            <w:tcW w:w="2227" w:type="dxa"/>
            <w:shd w:val="clear" w:color="auto" w:fill="FFFFFF"/>
          </w:tcPr>
          <w:p w:rsidR="009604CB" w:rsidRPr="00525600" w:rsidRDefault="009604CB" w:rsidP="001F1E50">
            <w:pPr>
              <w:shd w:val="clear" w:color="auto" w:fill="FFFFFF"/>
              <w:ind w:left="59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b/>
                <w:bCs/>
                <w:sz w:val="26"/>
                <w:szCs w:val="26"/>
              </w:rPr>
              <w:t>Сроки</w:t>
            </w:r>
          </w:p>
        </w:tc>
        <w:tc>
          <w:tcPr>
            <w:tcW w:w="2453" w:type="dxa"/>
            <w:shd w:val="clear" w:color="auto" w:fill="FFFFFF"/>
          </w:tcPr>
          <w:p w:rsidR="009604CB" w:rsidRPr="00525600" w:rsidRDefault="009604CB" w:rsidP="001F1E50">
            <w:pPr>
              <w:shd w:val="clear" w:color="auto" w:fill="FFFFFF"/>
              <w:ind w:left="25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b/>
                <w:bCs/>
                <w:spacing w:val="-5"/>
                <w:sz w:val="26"/>
                <w:szCs w:val="26"/>
              </w:rPr>
              <w:t>Исполнители</w:t>
            </w:r>
          </w:p>
        </w:tc>
      </w:tr>
      <w:tr w:rsidR="009604CB" w:rsidRPr="00525600" w:rsidTr="001F1E50">
        <w:trPr>
          <w:trHeight w:hRule="exact" w:val="974"/>
        </w:trPr>
        <w:tc>
          <w:tcPr>
            <w:tcW w:w="5194" w:type="dxa"/>
            <w:shd w:val="clear" w:color="auto" w:fill="FFFFFF"/>
          </w:tcPr>
          <w:p w:rsidR="009604CB" w:rsidRPr="00525600" w:rsidRDefault="009604CB" w:rsidP="001F1E50">
            <w:pPr>
              <w:shd w:val="clear" w:color="auto" w:fill="FFFFFF"/>
              <w:ind w:left="14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1. </w:t>
            </w: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>Эстетическое оформление зала</w:t>
            </w:r>
          </w:p>
          <w:p w:rsidR="009604CB" w:rsidRPr="00525600" w:rsidRDefault="009604CB" w:rsidP="001F1E50">
            <w:pPr>
              <w:shd w:val="clear" w:color="auto" w:fill="FFFFFF"/>
              <w:ind w:left="14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столовой.</w:t>
            </w:r>
          </w:p>
          <w:p w:rsidR="009604CB" w:rsidRPr="00525600" w:rsidRDefault="009604CB" w:rsidP="001F1E50">
            <w:pPr>
              <w:shd w:val="clear" w:color="auto" w:fill="FFFFFF"/>
              <w:ind w:left="14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2.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Косметический ремонт</w:t>
            </w:r>
          </w:p>
        </w:tc>
        <w:tc>
          <w:tcPr>
            <w:tcW w:w="2227" w:type="dxa"/>
            <w:shd w:val="clear" w:color="auto" w:fill="FFFFFF"/>
          </w:tcPr>
          <w:p w:rsidR="009604CB" w:rsidRPr="00525600" w:rsidRDefault="009604CB" w:rsidP="001F1E5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Июль(ежегодно)</w:t>
            </w:r>
          </w:p>
        </w:tc>
        <w:tc>
          <w:tcPr>
            <w:tcW w:w="2453" w:type="dxa"/>
            <w:shd w:val="clear" w:color="auto" w:fill="FFFFFF"/>
          </w:tcPr>
          <w:p w:rsidR="009604CB" w:rsidRPr="00525600" w:rsidRDefault="009604CB" w:rsidP="001F1E50">
            <w:pPr>
              <w:shd w:val="clear" w:color="auto" w:fill="FFFFFF"/>
              <w:spacing w:line="331" w:lineRule="exact"/>
              <w:ind w:left="5" w:right="158" w:hanging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>Завхоз</w:t>
            </w:r>
          </w:p>
        </w:tc>
      </w:tr>
      <w:tr w:rsidR="009604CB" w:rsidRPr="00525600" w:rsidTr="001F1E50">
        <w:trPr>
          <w:trHeight w:hRule="exact" w:val="1291"/>
        </w:trPr>
        <w:tc>
          <w:tcPr>
            <w:tcW w:w="5194" w:type="dxa"/>
            <w:shd w:val="clear" w:color="auto" w:fill="FFFFFF"/>
          </w:tcPr>
          <w:p w:rsidR="009604CB" w:rsidRPr="00525600" w:rsidRDefault="009604CB" w:rsidP="001F1E50">
            <w:pPr>
              <w:shd w:val="clear" w:color="auto" w:fill="FFFFFF"/>
              <w:spacing w:line="322" w:lineRule="exact"/>
              <w:ind w:left="10" w:right="187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Разработка научно обоснованных блюд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и их внедрение в систему школьного питания</w:t>
            </w:r>
          </w:p>
        </w:tc>
        <w:tc>
          <w:tcPr>
            <w:tcW w:w="2227" w:type="dxa"/>
            <w:shd w:val="clear" w:color="auto" w:fill="FFFFFF"/>
          </w:tcPr>
          <w:p w:rsidR="009604CB" w:rsidRPr="00525600" w:rsidRDefault="009604CB" w:rsidP="001F1E5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В течение года</w:t>
            </w:r>
          </w:p>
        </w:tc>
        <w:tc>
          <w:tcPr>
            <w:tcW w:w="2453" w:type="dxa"/>
            <w:shd w:val="clear" w:color="auto" w:fill="FFFFFF"/>
          </w:tcPr>
          <w:p w:rsidR="009604CB" w:rsidRPr="00525600" w:rsidRDefault="009604CB" w:rsidP="001F1E5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Шеф-п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овар</w:t>
            </w:r>
          </w:p>
        </w:tc>
      </w:tr>
      <w:tr w:rsidR="009604CB" w:rsidRPr="00525600" w:rsidTr="001F1E50">
        <w:trPr>
          <w:trHeight w:hRule="exact" w:val="2048"/>
        </w:trPr>
        <w:tc>
          <w:tcPr>
            <w:tcW w:w="5194" w:type="dxa"/>
            <w:shd w:val="clear" w:color="auto" w:fill="FFFFFF"/>
          </w:tcPr>
          <w:p w:rsidR="009604CB" w:rsidRPr="003E365C" w:rsidRDefault="009604CB" w:rsidP="001F1E50">
            <w:pPr>
              <w:shd w:val="clear" w:color="auto" w:fill="FFFFFF"/>
              <w:spacing w:line="322" w:lineRule="exact"/>
              <w:ind w:left="14" w:right="216" w:firstLine="24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1. Закупить электрополотецесушители и </w:t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поставить перед умывальниками в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 xml:space="preserve">количестве 4 штук. </w:t>
            </w:r>
          </w:p>
          <w:p w:rsidR="009604CB" w:rsidRPr="00525600" w:rsidRDefault="009604CB" w:rsidP="00336854">
            <w:pPr>
              <w:shd w:val="clear" w:color="auto" w:fill="FFFFFF"/>
              <w:spacing w:line="322" w:lineRule="exact"/>
              <w:ind w:left="14" w:right="216" w:firstLine="24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2.Закупить электроводонагреватель и установить в школьной столовой.</w:t>
            </w:r>
          </w:p>
        </w:tc>
        <w:tc>
          <w:tcPr>
            <w:tcW w:w="2227" w:type="dxa"/>
            <w:shd w:val="clear" w:color="auto" w:fill="FFFFFF"/>
          </w:tcPr>
          <w:p w:rsidR="009604CB" w:rsidRPr="003E365C" w:rsidRDefault="009604CB" w:rsidP="001F1E50">
            <w:pPr>
              <w:shd w:val="clear" w:color="auto" w:fill="FFFFFF"/>
              <w:spacing w:line="1459" w:lineRule="exact"/>
              <w:ind w:right="283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 xml:space="preserve">2020-2021 </w:t>
            </w:r>
          </w:p>
          <w:p w:rsidR="009604CB" w:rsidRPr="00525600" w:rsidRDefault="009604CB" w:rsidP="001F1E50">
            <w:pPr>
              <w:shd w:val="clear" w:color="auto" w:fill="FFFFFF"/>
              <w:spacing w:line="1459" w:lineRule="exact"/>
              <w:ind w:right="283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Сентябрь 2022</w:t>
            </w:r>
          </w:p>
        </w:tc>
        <w:tc>
          <w:tcPr>
            <w:tcW w:w="2453" w:type="dxa"/>
            <w:shd w:val="clear" w:color="auto" w:fill="FFFFFF"/>
          </w:tcPr>
          <w:p w:rsidR="009604CB" w:rsidRPr="00525600" w:rsidRDefault="009604CB" w:rsidP="001F1E50">
            <w:pPr>
              <w:shd w:val="clear" w:color="auto" w:fill="FFFFFF"/>
              <w:spacing w:line="317" w:lineRule="exact"/>
              <w:ind w:left="5" w:right="154" w:hanging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>Завхоз</w:t>
            </w:r>
          </w:p>
        </w:tc>
      </w:tr>
    </w:tbl>
    <w:p w:rsidR="009604CB" w:rsidRPr="003E365C" w:rsidRDefault="009604CB" w:rsidP="00336854">
      <w:pPr>
        <w:rPr>
          <w:rFonts w:ascii="Times New Roman" w:hAnsi="Times New Roman"/>
          <w:sz w:val="26"/>
          <w:szCs w:val="26"/>
        </w:rPr>
        <w:sectPr w:rsidR="009604CB" w:rsidRPr="003E365C">
          <w:pgSz w:w="11909" w:h="16834"/>
          <w:pgMar w:top="989" w:right="1229" w:bottom="360" w:left="792" w:header="720" w:footer="720" w:gutter="0"/>
          <w:cols w:space="60"/>
          <w:noEndnote/>
        </w:sectPr>
      </w:pPr>
    </w:p>
    <w:p w:rsidR="009604CB" w:rsidRPr="003E365C" w:rsidRDefault="009604CB" w:rsidP="00C14440">
      <w:pPr>
        <w:shd w:val="clear" w:color="auto" w:fill="FFFFFF"/>
        <w:ind w:left="365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pacing w:val="-13"/>
          <w:sz w:val="26"/>
          <w:szCs w:val="26"/>
        </w:rPr>
        <w:t>Работа по воспитанию культуры питания, пропаганде здорового образа</w:t>
      </w:r>
    </w:p>
    <w:p w:rsidR="009604CB" w:rsidRPr="003E365C" w:rsidRDefault="009604CB" w:rsidP="00C14440">
      <w:pPr>
        <w:shd w:val="clear" w:color="auto" w:fill="FFFFFF"/>
        <w:ind w:right="67"/>
        <w:jc w:val="center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pacing w:val="-12"/>
          <w:sz w:val="26"/>
          <w:szCs w:val="26"/>
        </w:rPr>
        <w:t>жизни среди обучающихся</w:t>
      </w:r>
    </w:p>
    <w:p w:rsidR="009604CB" w:rsidRPr="003E365C" w:rsidRDefault="009604CB" w:rsidP="00C14440">
      <w:pPr>
        <w:spacing w:after="307" w:line="1" w:lineRule="exact"/>
        <w:rPr>
          <w:rFonts w:ascii="Times New Roman" w:hAnsi="Times New Roman"/>
          <w:sz w:val="26"/>
          <w:szCs w:val="26"/>
        </w:rPr>
      </w:pPr>
    </w:p>
    <w:tbl>
      <w:tblPr>
        <w:tblW w:w="987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73"/>
        <w:gridCol w:w="1669"/>
        <w:gridCol w:w="2327"/>
        <w:gridCol w:w="9"/>
      </w:tblGrid>
      <w:tr w:rsidR="009604CB" w:rsidRPr="00525600" w:rsidTr="00336854">
        <w:trPr>
          <w:trHeight w:hRule="exact" w:val="341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1301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b/>
                <w:bCs/>
                <w:sz w:val="26"/>
                <w:szCs w:val="26"/>
              </w:rPr>
              <w:t>Основные мероприятия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307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b/>
                <w:bCs/>
                <w:sz w:val="26"/>
                <w:szCs w:val="26"/>
              </w:rPr>
              <w:t>Сроки</w:t>
            </w:r>
          </w:p>
        </w:tc>
        <w:tc>
          <w:tcPr>
            <w:tcW w:w="2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182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b/>
                <w:bCs/>
                <w:spacing w:val="-5"/>
                <w:sz w:val="26"/>
                <w:szCs w:val="26"/>
              </w:rPr>
              <w:t>Исполнители</w:t>
            </w:r>
          </w:p>
        </w:tc>
      </w:tr>
      <w:tr w:rsidR="009604CB" w:rsidRPr="00525600" w:rsidTr="00336854">
        <w:trPr>
          <w:trHeight w:hRule="exact" w:val="2054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65" w:lineRule="exact"/>
              <w:ind w:left="5" w:right="168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Интегрирование уроков по правильному питанию и другим предметам (русский язык, 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математика, окружающий мир, литературное чтение, ИЗО, технология, биология, экология,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химия).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2" w:lineRule="exact"/>
              <w:ind w:right="274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Сентябрь,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2" w:lineRule="exact"/>
              <w:ind w:right="566" w:hanging="14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учителя -предметники</w:t>
            </w:r>
          </w:p>
        </w:tc>
      </w:tr>
      <w:tr w:rsidR="009604CB" w:rsidRPr="00525600" w:rsidTr="00336854">
        <w:trPr>
          <w:trHeight w:hRule="exact" w:val="1666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70" w:lineRule="exact"/>
              <w:ind w:left="5" w:right="34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Практические работы по приготовлению коктейлей, салатов, бутербродов; по 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выращиванию лука, зелени (уроки технологии,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биологии)</w:t>
            </w:r>
          </w:p>
        </w:tc>
        <w:tc>
          <w:tcPr>
            <w:tcW w:w="16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3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2" w:lineRule="exact"/>
              <w:ind w:right="355" w:hanging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учителя технологии, биологии</w:t>
            </w:r>
          </w:p>
          <w:p w:rsidR="009604CB" w:rsidRPr="003E365C" w:rsidRDefault="009604CB" w:rsidP="00C14440">
            <w:pPr>
              <w:shd w:val="clear" w:color="auto" w:fill="FFFFFF"/>
              <w:spacing w:line="326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3E365C" w:rsidRDefault="009604CB" w:rsidP="00C14440">
            <w:pPr>
              <w:shd w:val="clear" w:color="auto" w:fill="FFFFFF"/>
              <w:spacing w:line="326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3E365C" w:rsidRDefault="009604CB" w:rsidP="00C14440">
            <w:pPr>
              <w:shd w:val="clear" w:color="auto" w:fill="FFFFFF"/>
              <w:spacing w:line="326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C14440">
            <w:pPr>
              <w:shd w:val="clear" w:color="auto" w:fill="FFFFFF"/>
              <w:spacing w:line="326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Классные</w:t>
            </w:r>
          </w:p>
          <w:p w:rsidR="009604CB" w:rsidRPr="00525600" w:rsidRDefault="009604CB" w:rsidP="00C14440">
            <w:pPr>
              <w:shd w:val="clear" w:color="auto" w:fill="FFFFFF"/>
              <w:spacing w:line="326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2"/>
                <w:sz w:val="26"/>
                <w:szCs w:val="26"/>
              </w:rPr>
              <w:t>руководители</w:t>
            </w:r>
          </w:p>
        </w:tc>
      </w:tr>
      <w:tr w:rsidR="009604CB" w:rsidRPr="00525600" w:rsidTr="00336854">
        <w:trPr>
          <w:trHeight w:hRule="exact" w:val="3499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17" w:lineRule="exact"/>
              <w:ind w:left="10" w:righ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Проведение классных часов по темам: «Подросток и питание»; «Здоровое питание</w:t>
            </w:r>
          </w:p>
          <w:p w:rsidR="009604CB" w:rsidRPr="00525600" w:rsidRDefault="009604CB" w:rsidP="00C14440">
            <w:pPr>
              <w:shd w:val="clear" w:color="auto" w:fill="FFFFFF"/>
              <w:spacing w:line="365" w:lineRule="exact"/>
              <w:ind w:left="10" w:righ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школьников»; «Гигиена питания»; «Здоровое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 xml:space="preserve">питание - главный фактор режима дня школьника»; «Здоровый образ жизни - что </w:t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это?»; «Вредная пятёрка и полезная десятка»; 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"Пищевые продукты и питательные вещества в </w:t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них"; «Здоровое питание».</w:t>
            </w:r>
          </w:p>
        </w:tc>
        <w:tc>
          <w:tcPr>
            <w:tcW w:w="16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65" w:lineRule="exact"/>
              <w:ind w:left="10" w:right="5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C14440">
            <w:pPr>
              <w:shd w:val="clear" w:color="auto" w:fill="FFFFFF"/>
              <w:spacing w:line="365" w:lineRule="exact"/>
              <w:ind w:left="10" w:right="5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3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65" w:lineRule="exact"/>
              <w:ind w:left="10" w:right="5"/>
              <w:rPr>
                <w:rFonts w:ascii="Times New Roman" w:hAnsi="Times New Roman"/>
                <w:sz w:val="26"/>
                <w:szCs w:val="26"/>
              </w:rPr>
            </w:pPr>
          </w:p>
          <w:p w:rsidR="009604CB" w:rsidRPr="00525600" w:rsidRDefault="009604CB" w:rsidP="00C14440">
            <w:pPr>
              <w:shd w:val="clear" w:color="auto" w:fill="FFFFFF"/>
              <w:spacing w:line="365" w:lineRule="exact"/>
              <w:ind w:left="10" w:right="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604CB" w:rsidRPr="00525600" w:rsidTr="00336854">
        <w:trPr>
          <w:trHeight w:hRule="exact" w:val="1242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3E365C" w:rsidRDefault="009604CB" w:rsidP="00C14440">
            <w:pPr>
              <w:shd w:val="clear" w:color="auto" w:fill="FFFFFF"/>
              <w:spacing w:line="326" w:lineRule="exact"/>
              <w:ind w:left="19" w:right="878" w:firstLine="29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1. </w:t>
            </w: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Игра для обучающихся начальной школы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 xml:space="preserve">«Золотая осень». </w:t>
            </w:r>
          </w:p>
          <w:p w:rsidR="009604CB" w:rsidRPr="00525600" w:rsidRDefault="009604CB" w:rsidP="00C14440">
            <w:pPr>
              <w:shd w:val="clear" w:color="auto" w:fill="FFFFFF"/>
              <w:spacing w:line="326" w:lineRule="exact"/>
              <w:ind w:left="19" w:right="878" w:firstLine="29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2.Праздник урожая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Сентябрь</w:t>
            </w:r>
          </w:p>
        </w:tc>
        <w:tc>
          <w:tcPr>
            <w:tcW w:w="2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2" w:lineRule="exact"/>
              <w:ind w:right="466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Классные руководители</w:t>
            </w:r>
          </w:p>
        </w:tc>
      </w:tr>
      <w:tr w:rsidR="009604CB" w:rsidRPr="00525600" w:rsidTr="00336854">
        <w:trPr>
          <w:trHeight w:hRule="exact" w:val="4212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2" w:lineRule="exact"/>
              <w:ind w:left="14" w:firstLine="562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Мероприятия     в     рамках     реализации 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Программы "Разговор о правильном питании":</w:t>
            </w:r>
          </w:p>
          <w:p w:rsidR="009604CB" w:rsidRPr="00525600" w:rsidRDefault="009604CB" w:rsidP="00C14440">
            <w:pPr>
              <w:shd w:val="clear" w:color="auto" w:fill="FFFFFF"/>
              <w:tabs>
                <w:tab w:val="left" w:pos="917"/>
              </w:tabs>
              <w:spacing w:line="322" w:lineRule="exact"/>
              <w:ind w:left="14" w:firstLine="586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1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3E365C">
              <w:rPr>
                <w:rFonts w:ascii="Times New Roman" w:hAnsi="Times New Roman"/>
                <w:sz w:val="26"/>
                <w:szCs w:val="26"/>
              </w:rPr>
              <w:t>часть "Разговор о правильном питании"</w:t>
            </w:r>
            <w:r w:rsidRPr="003E365C">
              <w:rPr>
                <w:rFonts w:ascii="Times New Roman" w:hAnsi="Times New Roman"/>
                <w:sz w:val="26"/>
                <w:szCs w:val="26"/>
              </w:rPr>
              <w:br/>
              <w:t>предназначена для детей 6-8 лет, т.е. учеников</w:t>
            </w:r>
            <w:r w:rsidRPr="003E365C">
              <w:rPr>
                <w:rFonts w:ascii="Times New Roman" w:hAnsi="Times New Roman"/>
                <w:sz w:val="26"/>
                <w:szCs w:val="26"/>
              </w:rPr>
              <w:br/>
              <w:t>1 или 2 классов;</w:t>
            </w:r>
          </w:p>
          <w:p w:rsidR="009604CB" w:rsidRPr="00525600" w:rsidRDefault="009604CB" w:rsidP="00C14440">
            <w:pPr>
              <w:shd w:val="clear" w:color="auto" w:fill="FFFFFF"/>
              <w:tabs>
                <w:tab w:val="left" w:pos="917"/>
              </w:tabs>
              <w:spacing w:line="322" w:lineRule="exact"/>
              <w:ind w:left="14" w:firstLine="557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2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3E365C">
              <w:rPr>
                <w:rFonts w:ascii="Times New Roman" w:hAnsi="Times New Roman"/>
                <w:sz w:val="26"/>
                <w:szCs w:val="26"/>
              </w:rPr>
              <w:t>часть "Две недели в лагере здоровья"</w:t>
            </w:r>
            <w:r w:rsidRPr="003E365C">
              <w:rPr>
                <w:rFonts w:ascii="Times New Roman" w:hAnsi="Times New Roman"/>
                <w:sz w:val="26"/>
                <w:szCs w:val="26"/>
              </w:rPr>
              <w:br/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предназначена для детей 9-11 лет - учеников 3</w:t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br/>
            </w:r>
            <w:r w:rsidRPr="003E365C">
              <w:rPr>
                <w:rFonts w:ascii="Times New Roman" w:hAnsi="Times New Roman"/>
                <w:sz w:val="26"/>
                <w:szCs w:val="26"/>
              </w:rPr>
              <w:t>или 4 классов.</w:t>
            </w:r>
          </w:p>
          <w:p w:rsidR="009604CB" w:rsidRPr="00525600" w:rsidRDefault="009604CB" w:rsidP="00C14440">
            <w:pPr>
              <w:shd w:val="clear" w:color="auto" w:fill="FFFFFF"/>
              <w:tabs>
                <w:tab w:val="left" w:pos="917"/>
              </w:tabs>
              <w:spacing w:line="322" w:lineRule="exact"/>
              <w:ind w:left="14" w:firstLine="566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3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3E365C">
              <w:rPr>
                <w:rFonts w:ascii="Times New Roman" w:hAnsi="Times New Roman"/>
                <w:sz w:val="26"/>
                <w:szCs w:val="26"/>
              </w:rPr>
              <w:t>часть "Формула правильного питания"</w:t>
            </w:r>
            <w:r w:rsidRPr="003E365C">
              <w:rPr>
                <w:rFonts w:ascii="Times New Roman" w:hAnsi="Times New Roman"/>
                <w:sz w:val="26"/>
                <w:szCs w:val="26"/>
              </w:rPr>
              <w:br/>
              <w:t>предназначена  для   подростков   12-14  лет  -</w:t>
            </w:r>
            <w:r w:rsidRPr="003E365C">
              <w:rPr>
                <w:rFonts w:ascii="Times New Roman" w:hAnsi="Times New Roman"/>
                <w:sz w:val="26"/>
                <w:szCs w:val="26"/>
              </w:rPr>
              <w:br/>
              <w:t>учеников 5 или 6 классов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В течение</w:t>
            </w:r>
          </w:p>
          <w:p w:rsidR="009604CB" w:rsidRPr="00525600" w:rsidRDefault="009604CB" w:rsidP="00C14440">
            <w:pPr>
              <w:shd w:val="clear" w:color="auto" w:fill="FFFFFF"/>
              <w:spacing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2020-</w:t>
            </w:r>
          </w:p>
          <w:p w:rsidR="009604CB" w:rsidRPr="00525600" w:rsidRDefault="009604CB" w:rsidP="00C14440">
            <w:pPr>
              <w:shd w:val="clear" w:color="auto" w:fill="FFFFFF"/>
              <w:spacing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 xml:space="preserve">2022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г.г.</w:t>
            </w:r>
          </w:p>
        </w:tc>
        <w:tc>
          <w:tcPr>
            <w:tcW w:w="2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2" w:lineRule="exact"/>
              <w:ind w:right="466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Классные руководители</w:t>
            </w:r>
          </w:p>
        </w:tc>
      </w:tr>
      <w:tr w:rsidR="009604CB" w:rsidRPr="00525600" w:rsidTr="00336854">
        <w:trPr>
          <w:trHeight w:hRule="exact" w:val="2574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ind w:left="19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Конкурс газет среди учащихся 5-9 кл.</w:t>
            </w:r>
          </w:p>
          <w:p w:rsidR="009604CB" w:rsidRPr="00525600" w:rsidRDefault="009604CB" w:rsidP="00C14440">
            <w:pPr>
              <w:shd w:val="clear" w:color="auto" w:fill="FFFFFF"/>
              <w:spacing w:line="317" w:lineRule="exact"/>
              <w:ind w:left="19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«Правильное питание».</w:t>
            </w:r>
          </w:p>
          <w:p w:rsidR="009604CB" w:rsidRPr="00525600" w:rsidRDefault="009604CB" w:rsidP="00C14440">
            <w:pPr>
              <w:shd w:val="clear" w:color="auto" w:fill="FFFFFF"/>
              <w:spacing w:line="317" w:lineRule="exact"/>
              <w:ind w:left="19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Конкурс рисунков и плакатов на тему</w:t>
            </w:r>
          </w:p>
          <w:p w:rsidR="009604CB" w:rsidRPr="00525600" w:rsidRDefault="009604CB" w:rsidP="00C14440">
            <w:pPr>
              <w:shd w:val="clear" w:color="auto" w:fill="FFFFFF"/>
              <w:spacing w:line="317" w:lineRule="exact"/>
              <w:ind w:left="19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правильного питания и здорового образа</w:t>
            </w:r>
          </w:p>
          <w:p w:rsidR="009604CB" w:rsidRPr="00525600" w:rsidRDefault="009604CB" w:rsidP="00C14440">
            <w:pPr>
              <w:shd w:val="clear" w:color="auto" w:fill="FFFFFF"/>
              <w:spacing w:line="317" w:lineRule="exact"/>
              <w:ind w:left="19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жизни.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36" w:lineRule="exact"/>
              <w:ind w:left="5" w:right="25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В течение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года</w:t>
            </w:r>
          </w:p>
        </w:tc>
        <w:tc>
          <w:tcPr>
            <w:tcW w:w="2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336854">
            <w:pPr>
              <w:shd w:val="clear" w:color="auto" w:fill="FFFFFF"/>
              <w:spacing w:line="336" w:lineRule="exact"/>
              <w:ind w:left="5" w:right="437" w:firstLine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5"/>
                <w:sz w:val="26"/>
                <w:szCs w:val="26"/>
              </w:rPr>
              <w:t xml:space="preserve">Учитель ИЗО, </w:t>
            </w:r>
            <w:r>
              <w:rPr>
                <w:rFonts w:ascii="Times New Roman" w:hAnsi="Times New Roman"/>
                <w:spacing w:val="-5"/>
                <w:sz w:val="26"/>
                <w:szCs w:val="26"/>
              </w:rPr>
              <w:t>классные руководители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9604CB" w:rsidRPr="00525600" w:rsidTr="00336854">
        <w:trPr>
          <w:trHeight w:hRule="exact" w:val="1404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4277D9">
            <w:pPr>
              <w:shd w:val="clear" w:color="auto" w:fill="FFFFFF"/>
              <w:spacing w:line="326" w:lineRule="exact"/>
              <w:ind w:left="14" w:right="754" w:firstLine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Составление сказок на тему правильного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питания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4277D9">
            <w:pPr>
              <w:shd w:val="clear" w:color="auto" w:fill="FFFFFF"/>
              <w:spacing w:line="322" w:lineRule="exact"/>
              <w:ind w:right="254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В течение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года</w:t>
            </w:r>
          </w:p>
        </w:tc>
        <w:tc>
          <w:tcPr>
            <w:tcW w:w="2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4277D9">
            <w:pPr>
              <w:shd w:val="clear" w:color="auto" w:fill="FFFFFF"/>
              <w:spacing w:line="326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Учителя</w:t>
            </w:r>
          </w:p>
          <w:p w:rsidR="009604CB" w:rsidRPr="00525600" w:rsidRDefault="009604CB" w:rsidP="004277D9">
            <w:pPr>
              <w:shd w:val="clear" w:color="auto" w:fill="FFFFFF"/>
              <w:spacing w:line="326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нач.школы,</w:t>
            </w:r>
          </w:p>
          <w:p w:rsidR="009604CB" w:rsidRPr="00525600" w:rsidRDefault="009604CB" w:rsidP="004277D9">
            <w:pPr>
              <w:shd w:val="clear" w:color="auto" w:fill="FFFFFF"/>
              <w:spacing w:line="326" w:lineRule="exact"/>
              <w:ind w:left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родители</w:t>
            </w:r>
          </w:p>
        </w:tc>
      </w:tr>
      <w:tr w:rsidR="009604CB" w:rsidRPr="00525600" w:rsidTr="00336854">
        <w:trPr>
          <w:trHeight w:hRule="exact" w:val="2820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3E365C" w:rsidRDefault="009604CB" w:rsidP="004277D9">
            <w:pPr>
              <w:shd w:val="clear" w:color="auto" w:fill="FFFFFF"/>
              <w:spacing w:line="317" w:lineRule="exact"/>
              <w:ind w:left="10" w:right="893" w:firstLine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Уроки-практикумы «Столовый этикет».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 xml:space="preserve">Праздник «Широкая Масленица». </w:t>
            </w:r>
          </w:p>
          <w:p w:rsidR="009604CB" w:rsidRPr="003E365C" w:rsidRDefault="009604CB" w:rsidP="004277D9">
            <w:pPr>
              <w:shd w:val="clear" w:color="auto" w:fill="FFFFFF"/>
              <w:spacing w:line="317" w:lineRule="exact"/>
              <w:ind w:left="10" w:right="893" w:firstLine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 xml:space="preserve">Дни здоровья с блинами. </w:t>
            </w:r>
          </w:p>
          <w:p w:rsidR="009604CB" w:rsidRPr="00525600" w:rsidRDefault="009604CB" w:rsidP="004277D9">
            <w:pPr>
              <w:shd w:val="clear" w:color="auto" w:fill="FFFFFF"/>
              <w:spacing w:line="317" w:lineRule="exact"/>
              <w:ind w:left="10" w:right="893" w:firstLine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Работа с книгой (чтение и обсуждение рассказов, сказок, стихов о питании).</w:t>
            </w:r>
          </w:p>
          <w:p w:rsidR="009604CB" w:rsidRPr="00525600" w:rsidRDefault="009604CB" w:rsidP="004277D9">
            <w:pPr>
              <w:shd w:val="clear" w:color="auto" w:fill="FFFFFF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Игры, соревнования.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4277D9">
            <w:pPr>
              <w:shd w:val="clear" w:color="auto" w:fill="FFFFFF"/>
              <w:spacing w:line="317" w:lineRule="exact"/>
              <w:ind w:right="254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В течение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года</w:t>
            </w:r>
          </w:p>
        </w:tc>
        <w:tc>
          <w:tcPr>
            <w:tcW w:w="2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3E365C" w:rsidRDefault="009604CB" w:rsidP="004277D9">
            <w:pPr>
              <w:shd w:val="clear" w:color="auto" w:fill="FFFFFF"/>
              <w:spacing w:line="317" w:lineRule="exact"/>
              <w:ind w:left="10" w:right="293" w:hanging="1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Педагог-организатор,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учителя нач.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 xml:space="preserve">школы и учителя-предметники, </w:t>
            </w:r>
          </w:p>
          <w:p w:rsidR="009604CB" w:rsidRPr="00525600" w:rsidRDefault="009604CB" w:rsidP="004277D9">
            <w:pPr>
              <w:shd w:val="clear" w:color="auto" w:fill="FFFFFF"/>
              <w:spacing w:line="317" w:lineRule="exact"/>
              <w:ind w:right="293" w:firstLine="62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Классные руководители</w:t>
            </w:r>
          </w:p>
        </w:tc>
      </w:tr>
      <w:tr w:rsidR="009604CB" w:rsidRPr="00525600" w:rsidTr="00336854">
        <w:trPr>
          <w:gridAfter w:val="1"/>
          <w:wAfter w:w="9" w:type="dxa"/>
          <w:trHeight w:hRule="exact" w:val="1995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4277D9">
            <w:pPr>
              <w:shd w:val="clear" w:color="auto" w:fill="FFFFFF"/>
              <w:spacing w:line="317" w:lineRule="exact"/>
              <w:ind w:left="14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Анкетирование обучающихся:</w:t>
            </w:r>
          </w:p>
          <w:p w:rsidR="009604CB" w:rsidRPr="00525600" w:rsidRDefault="009604CB" w:rsidP="004277D9">
            <w:pPr>
              <w:shd w:val="clear" w:color="auto" w:fill="FFFFFF"/>
              <w:tabs>
                <w:tab w:val="left" w:pos="288"/>
              </w:tabs>
              <w:spacing w:line="317" w:lineRule="exact"/>
              <w:ind w:left="14" w:right="154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Школьное питание: качество и разнообразие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br/>
            </w:r>
            <w:r w:rsidRPr="003E365C">
              <w:rPr>
                <w:rFonts w:ascii="Times New Roman" w:hAnsi="Times New Roman"/>
                <w:sz w:val="26"/>
                <w:szCs w:val="26"/>
              </w:rPr>
              <w:t>обедов</w:t>
            </w:r>
          </w:p>
          <w:p w:rsidR="009604CB" w:rsidRPr="00525600" w:rsidRDefault="009604CB" w:rsidP="004277D9">
            <w:pPr>
              <w:shd w:val="clear" w:color="auto" w:fill="FFFFFF"/>
              <w:tabs>
                <w:tab w:val="left" w:pos="288"/>
              </w:tabs>
              <w:spacing w:line="317" w:lineRule="exact"/>
              <w:ind w:left="14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3E365C">
              <w:rPr>
                <w:rFonts w:ascii="Times New Roman" w:hAnsi="Times New Roman"/>
                <w:sz w:val="26"/>
                <w:szCs w:val="26"/>
              </w:rPr>
              <w:t>За что скажем поварам спасибо?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4277D9">
            <w:pPr>
              <w:shd w:val="clear" w:color="auto" w:fill="FFFFFF"/>
              <w:spacing w:line="317" w:lineRule="exact"/>
              <w:ind w:right="202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 xml:space="preserve">В конце каждого 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полугодия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4277D9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Педагог-психолог</w:t>
            </w:r>
          </w:p>
        </w:tc>
      </w:tr>
      <w:tr w:rsidR="009604CB" w:rsidRPr="00525600" w:rsidTr="00336854">
        <w:trPr>
          <w:gridAfter w:val="1"/>
          <w:wAfter w:w="9" w:type="dxa"/>
          <w:trHeight w:hRule="exact" w:val="5496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1F1E50">
            <w:pPr>
              <w:shd w:val="clear" w:color="auto" w:fill="FFFFFF"/>
              <w:spacing w:line="322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Проведение мероприятий в основной школе:</w:t>
            </w:r>
          </w:p>
          <w:p w:rsidR="009604CB" w:rsidRPr="00525600" w:rsidRDefault="009604CB" w:rsidP="001F1E50">
            <w:pPr>
              <w:shd w:val="clear" w:color="auto" w:fill="FFFFFF"/>
              <w:tabs>
                <w:tab w:val="left" w:pos="336"/>
              </w:tabs>
              <w:spacing w:line="322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проектная, исследовательская деятельность;</w:t>
            </w:r>
          </w:p>
          <w:p w:rsidR="009604CB" w:rsidRPr="00525600" w:rsidRDefault="009604CB" w:rsidP="001F1E50">
            <w:pPr>
              <w:shd w:val="clear" w:color="auto" w:fill="FFFFFF"/>
              <w:tabs>
                <w:tab w:val="left" w:pos="336"/>
              </w:tabs>
              <w:spacing w:line="322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3E365C">
              <w:rPr>
                <w:rFonts w:ascii="Times New Roman" w:hAnsi="Times New Roman"/>
                <w:sz w:val="26"/>
                <w:szCs w:val="26"/>
              </w:rPr>
              <w:t>праздники чая;</w:t>
            </w:r>
          </w:p>
          <w:p w:rsidR="009604CB" w:rsidRPr="00525600" w:rsidRDefault="009604CB" w:rsidP="001F1E50">
            <w:pPr>
              <w:shd w:val="clear" w:color="auto" w:fill="FFFFFF"/>
              <w:tabs>
                <w:tab w:val="left" w:pos="336"/>
              </w:tabs>
              <w:spacing w:line="322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3E365C">
              <w:rPr>
                <w:rFonts w:ascii="Times New Roman" w:hAnsi="Times New Roman"/>
                <w:sz w:val="26"/>
                <w:szCs w:val="26"/>
              </w:rPr>
              <w:t>оздоровительные минутки, уроки здоровья;</w:t>
            </w:r>
          </w:p>
          <w:p w:rsidR="009604CB" w:rsidRPr="00525600" w:rsidRDefault="009604CB" w:rsidP="001F1E50">
            <w:pPr>
              <w:shd w:val="clear" w:color="auto" w:fill="FFFFFF"/>
              <w:tabs>
                <w:tab w:val="left" w:pos="336"/>
              </w:tabs>
              <w:spacing w:line="322" w:lineRule="exact"/>
              <w:ind w:right="62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игры-викторины («Меню спортсмена»,</w:t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br/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«Морские продукты», «Вкусные истории»,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br/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«Здоровье в саду и на грядке» и т.д.);</w:t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br/>
            </w:r>
            <w:r w:rsidRPr="003E365C">
              <w:rPr>
                <w:rFonts w:ascii="Times New Roman" w:hAnsi="Times New Roman"/>
                <w:sz w:val="26"/>
                <w:szCs w:val="26"/>
              </w:rPr>
              <w:t>-КВН о полезных продуктах;</w:t>
            </w:r>
          </w:p>
          <w:p w:rsidR="009604CB" w:rsidRPr="00525600" w:rsidRDefault="009604CB" w:rsidP="001F1E50">
            <w:pPr>
              <w:shd w:val="clear" w:color="auto" w:fill="FFFFFF"/>
              <w:tabs>
                <w:tab w:val="left" w:pos="336"/>
              </w:tabs>
              <w:spacing w:line="322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3E365C">
              <w:rPr>
                <w:rFonts w:ascii="Times New Roman" w:hAnsi="Times New Roman"/>
                <w:sz w:val="26"/>
                <w:szCs w:val="26"/>
              </w:rPr>
              <w:t>конкурсы поделок;</w:t>
            </w:r>
          </w:p>
          <w:p w:rsidR="009604CB" w:rsidRPr="00525600" w:rsidRDefault="009604CB" w:rsidP="001F1E50">
            <w:pPr>
              <w:shd w:val="clear" w:color="auto" w:fill="FFFFFF"/>
              <w:tabs>
                <w:tab w:val="left" w:pos="336"/>
              </w:tabs>
              <w:spacing w:line="322" w:lineRule="exact"/>
              <w:ind w:right="62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семейный конкурс «Разговор о правильном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br/>
            </w:r>
            <w:r w:rsidRPr="003E365C">
              <w:rPr>
                <w:rFonts w:ascii="Times New Roman" w:hAnsi="Times New Roman"/>
                <w:sz w:val="26"/>
                <w:szCs w:val="26"/>
              </w:rPr>
              <w:t>питании»;</w:t>
            </w:r>
          </w:p>
          <w:p w:rsidR="009604CB" w:rsidRPr="00525600" w:rsidRDefault="009604CB" w:rsidP="001F1E50">
            <w:pPr>
              <w:shd w:val="clear" w:color="auto" w:fill="FFFFFF"/>
              <w:tabs>
                <w:tab w:val="left" w:pos="336"/>
              </w:tabs>
              <w:spacing w:line="322" w:lineRule="exact"/>
              <w:ind w:right="62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классные часы («Твое здоровье в твоих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br/>
            </w:r>
            <w:r w:rsidRPr="003E365C">
              <w:rPr>
                <w:rFonts w:ascii="Times New Roman" w:hAnsi="Times New Roman"/>
                <w:sz w:val="26"/>
                <w:szCs w:val="26"/>
              </w:rPr>
              <w:t>руках» и т.д.);</w:t>
            </w:r>
          </w:p>
          <w:p w:rsidR="009604CB" w:rsidRPr="00525600" w:rsidRDefault="009604CB" w:rsidP="001F1E50">
            <w:pPr>
              <w:shd w:val="clear" w:color="auto" w:fill="FFFFFF"/>
              <w:tabs>
                <w:tab w:val="left" w:pos="336"/>
              </w:tabs>
              <w:spacing w:line="322" w:lineRule="exact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конкурс чтецов, поэтов, спектаклей;</w:t>
            </w:r>
          </w:p>
          <w:p w:rsidR="009604CB" w:rsidRPr="00525600" w:rsidRDefault="009604CB" w:rsidP="001F1E50">
            <w:pPr>
              <w:shd w:val="clear" w:color="auto" w:fill="FFFFFF"/>
              <w:tabs>
                <w:tab w:val="left" w:pos="336"/>
              </w:tabs>
              <w:spacing w:line="322" w:lineRule="exact"/>
              <w:ind w:right="62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-</w:t>
            </w:r>
            <w:r w:rsidRPr="00525600">
              <w:rPr>
                <w:rFonts w:ascii="Times New Roman" w:hAnsi="Times New Roman"/>
                <w:sz w:val="26"/>
                <w:szCs w:val="26"/>
              </w:rPr>
              <w:tab/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игры и упражнения («На что влияет пища»,</w:t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br/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«Пословицы и поговорки», «История» и т.д.) и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br/>
            </w:r>
            <w:r w:rsidRPr="003E365C">
              <w:rPr>
                <w:rFonts w:ascii="Times New Roman" w:hAnsi="Times New Roman"/>
                <w:w w:val="86"/>
                <w:sz w:val="26"/>
                <w:szCs w:val="26"/>
              </w:rPr>
              <w:t>Т.д.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1F1E5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3"/>
                <w:sz w:val="26"/>
                <w:szCs w:val="26"/>
              </w:rPr>
              <w:t>2020-2022</w:t>
            </w: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525600" w:rsidRDefault="009604CB" w:rsidP="001F1E50">
            <w:pPr>
              <w:shd w:val="clear" w:color="auto" w:fill="FFFFFF"/>
              <w:spacing w:line="322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зам. дир. по УВР</w:t>
            </w:r>
          </w:p>
          <w:p w:rsidR="009604CB" w:rsidRPr="00525600" w:rsidRDefault="009604CB" w:rsidP="001F1E50">
            <w:pPr>
              <w:shd w:val="clear" w:color="auto" w:fill="FFFFFF"/>
              <w:spacing w:line="322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классные</w:t>
            </w:r>
          </w:p>
          <w:p w:rsidR="009604CB" w:rsidRPr="00525600" w:rsidRDefault="009604CB" w:rsidP="001F1E50">
            <w:pPr>
              <w:shd w:val="clear" w:color="auto" w:fill="FFFFFF"/>
              <w:spacing w:line="322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руководители</w:t>
            </w:r>
          </w:p>
        </w:tc>
      </w:tr>
      <w:tr w:rsidR="009604CB" w:rsidRPr="00525600" w:rsidTr="00336854">
        <w:trPr>
          <w:gridAfter w:val="1"/>
          <w:wAfter w:w="9" w:type="dxa"/>
          <w:trHeight w:hRule="exact" w:val="1995"/>
        </w:trPr>
        <w:tc>
          <w:tcPr>
            <w:tcW w:w="5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336854" w:rsidRDefault="009604CB" w:rsidP="00336854">
            <w:pPr>
              <w:shd w:val="clear" w:color="auto" w:fill="FFFFFF"/>
              <w:spacing w:line="317" w:lineRule="exact"/>
              <w:ind w:left="14"/>
              <w:rPr>
                <w:rFonts w:ascii="Times New Roman" w:hAnsi="Times New Roman"/>
                <w:sz w:val="26"/>
                <w:szCs w:val="26"/>
              </w:rPr>
            </w:pPr>
            <w:r w:rsidRPr="00336854">
              <w:rPr>
                <w:rFonts w:ascii="Times New Roman" w:hAnsi="Times New Roman"/>
                <w:sz w:val="26"/>
                <w:szCs w:val="26"/>
              </w:rPr>
              <w:t>-</w:t>
            </w:r>
            <w:r w:rsidRPr="00336854">
              <w:rPr>
                <w:rFonts w:ascii="Times New Roman" w:hAnsi="Times New Roman"/>
                <w:sz w:val="26"/>
                <w:szCs w:val="26"/>
              </w:rPr>
              <w:tab/>
              <w:t>классные часы («Твое здоровье в твоих</w:t>
            </w:r>
            <w:r w:rsidRPr="00336854">
              <w:rPr>
                <w:rFonts w:ascii="Times New Roman" w:hAnsi="Times New Roman"/>
                <w:sz w:val="26"/>
                <w:szCs w:val="26"/>
              </w:rPr>
              <w:br/>
            </w:r>
            <w:r w:rsidRPr="003E365C">
              <w:rPr>
                <w:rFonts w:ascii="Times New Roman" w:hAnsi="Times New Roman"/>
                <w:sz w:val="26"/>
                <w:szCs w:val="26"/>
              </w:rPr>
              <w:t>руках» и т.д.);</w:t>
            </w:r>
          </w:p>
          <w:p w:rsidR="009604CB" w:rsidRPr="00336854" w:rsidRDefault="009604CB" w:rsidP="00336854">
            <w:pPr>
              <w:shd w:val="clear" w:color="auto" w:fill="FFFFFF"/>
              <w:spacing w:line="317" w:lineRule="exact"/>
              <w:ind w:left="14"/>
              <w:rPr>
                <w:rFonts w:ascii="Times New Roman" w:hAnsi="Times New Roman"/>
                <w:sz w:val="26"/>
                <w:szCs w:val="26"/>
              </w:rPr>
            </w:pPr>
            <w:r w:rsidRPr="00336854">
              <w:rPr>
                <w:rFonts w:ascii="Times New Roman" w:hAnsi="Times New Roman"/>
                <w:sz w:val="26"/>
                <w:szCs w:val="26"/>
              </w:rPr>
              <w:t>-</w:t>
            </w:r>
            <w:r w:rsidRPr="00336854">
              <w:rPr>
                <w:rFonts w:ascii="Times New Roman" w:hAnsi="Times New Roman"/>
                <w:sz w:val="26"/>
                <w:szCs w:val="26"/>
              </w:rPr>
              <w:tab/>
              <w:t>дискуссионный клуб («О чем может</w:t>
            </w:r>
            <w:r w:rsidRPr="00336854">
              <w:rPr>
                <w:rFonts w:ascii="Times New Roman" w:hAnsi="Times New Roman"/>
                <w:sz w:val="26"/>
                <w:szCs w:val="26"/>
              </w:rPr>
              <w:br/>
              <w:t>рассказать упаковка», «Традиции питания»);</w:t>
            </w:r>
          </w:p>
          <w:p w:rsidR="009604CB" w:rsidRPr="00336854" w:rsidRDefault="009604CB" w:rsidP="00336854">
            <w:pPr>
              <w:shd w:val="clear" w:color="auto" w:fill="FFFFFF"/>
              <w:spacing w:line="317" w:lineRule="exact"/>
              <w:ind w:left="14"/>
              <w:rPr>
                <w:rFonts w:ascii="Times New Roman" w:hAnsi="Times New Roman"/>
                <w:sz w:val="26"/>
                <w:szCs w:val="26"/>
              </w:rPr>
            </w:pPr>
            <w:r w:rsidRPr="00336854">
              <w:rPr>
                <w:rFonts w:ascii="Times New Roman" w:hAnsi="Times New Roman"/>
                <w:sz w:val="26"/>
                <w:szCs w:val="26"/>
              </w:rPr>
              <w:t>-</w:t>
            </w:r>
            <w:r w:rsidRPr="00336854">
              <w:rPr>
                <w:rFonts w:ascii="Times New Roman" w:hAnsi="Times New Roman"/>
                <w:sz w:val="26"/>
                <w:szCs w:val="26"/>
              </w:rPr>
              <w:tab/>
              <w:t>литературное кафе «О, времена! О, яства,</w:t>
            </w:r>
            <w:r w:rsidRPr="00336854">
              <w:rPr>
                <w:rFonts w:ascii="Times New Roman" w:hAnsi="Times New Roman"/>
                <w:sz w:val="26"/>
                <w:szCs w:val="26"/>
              </w:rPr>
              <w:br/>
            </w:r>
            <w:r w:rsidRPr="003E365C">
              <w:rPr>
                <w:rFonts w:ascii="Times New Roman" w:hAnsi="Times New Roman"/>
                <w:sz w:val="26"/>
                <w:szCs w:val="26"/>
              </w:rPr>
              <w:t>или Меню литературных героев»;</w:t>
            </w:r>
          </w:p>
          <w:p w:rsidR="009604CB" w:rsidRPr="00336854" w:rsidRDefault="009604CB" w:rsidP="00336854">
            <w:pPr>
              <w:shd w:val="clear" w:color="auto" w:fill="FFFFFF"/>
              <w:spacing w:line="317" w:lineRule="exact"/>
              <w:ind w:left="14"/>
              <w:rPr>
                <w:rFonts w:ascii="Times New Roman" w:hAnsi="Times New Roman"/>
                <w:sz w:val="26"/>
                <w:szCs w:val="26"/>
              </w:rPr>
            </w:pPr>
            <w:r w:rsidRPr="00336854">
              <w:rPr>
                <w:rFonts w:ascii="Times New Roman" w:hAnsi="Times New Roman"/>
                <w:sz w:val="26"/>
                <w:szCs w:val="26"/>
              </w:rPr>
              <w:t>-</w:t>
            </w:r>
            <w:r w:rsidRPr="00336854">
              <w:rPr>
                <w:rFonts w:ascii="Times New Roman" w:hAnsi="Times New Roman"/>
                <w:sz w:val="26"/>
                <w:szCs w:val="26"/>
              </w:rPr>
              <w:tab/>
              <w:t>психопрофилактические мероприятия</w:t>
            </w:r>
            <w:r w:rsidRPr="00336854">
              <w:rPr>
                <w:rFonts w:ascii="Times New Roman" w:hAnsi="Times New Roman"/>
                <w:sz w:val="26"/>
                <w:szCs w:val="26"/>
              </w:rPr>
              <w:br/>
            </w:r>
            <w:r w:rsidRPr="003E365C">
              <w:rPr>
                <w:rFonts w:ascii="Times New Roman" w:hAnsi="Times New Roman"/>
                <w:sz w:val="26"/>
                <w:szCs w:val="26"/>
              </w:rPr>
              <w:t>(«Питание - основа жизни» и т.д.)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336854" w:rsidRDefault="009604CB" w:rsidP="00336854">
            <w:pPr>
              <w:shd w:val="clear" w:color="auto" w:fill="FFFFFF"/>
              <w:spacing w:line="317" w:lineRule="exact"/>
              <w:ind w:right="20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4CB" w:rsidRPr="00336854" w:rsidRDefault="009604CB" w:rsidP="001F1E50">
            <w:pPr>
              <w:shd w:val="clear" w:color="auto" w:fill="FFFFFF"/>
              <w:rPr>
                <w:rFonts w:ascii="Times New Roman" w:hAnsi="Times New Roman"/>
                <w:spacing w:val="-3"/>
                <w:sz w:val="26"/>
                <w:szCs w:val="26"/>
              </w:rPr>
            </w:pPr>
          </w:p>
        </w:tc>
      </w:tr>
    </w:tbl>
    <w:p w:rsidR="009604CB" w:rsidRDefault="009604CB" w:rsidP="00C14440">
      <w:pPr>
        <w:rPr>
          <w:rFonts w:ascii="Times New Roman" w:hAnsi="Times New Roman"/>
          <w:sz w:val="26"/>
          <w:szCs w:val="26"/>
        </w:rPr>
      </w:pPr>
    </w:p>
    <w:p w:rsidR="009604CB" w:rsidRPr="003E365C" w:rsidRDefault="009604CB" w:rsidP="00C14440">
      <w:pPr>
        <w:shd w:val="clear" w:color="auto" w:fill="FFFFFF"/>
        <w:spacing w:before="307"/>
        <w:ind w:left="403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pacing w:val="-2"/>
          <w:sz w:val="26"/>
          <w:szCs w:val="26"/>
        </w:rPr>
        <w:t>Работа по воспитанию культуры питания, пропаганде здорового образа</w:t>
      </w:r>
    </w:p>
    <w:p w:rsidR="009604CB" w:rsidRPr="003E365C" w:rsidRDefault="009604CB" w:rsidP="00C14440">
      <w:pPr>
        <w:shd w:val="clear" w:color="auto" w:fill="FFFFFF"/>
        <w:spacing w:after="307"/>
        <w:ind w:right="53"/>
        <w:jc w:val="center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pacing w:val="-1"/>
          <w:sz w:val="26"/>
          <w:szCs w:val="26"/>
        </w:rPr>
        <w:t>жизни среди родителей обучающихся</w:t>
      </w:r>
    </w:p>
    <w:p w:rsidR="009604CB" w:rsidRPr="003E365C" w:rsidRDefault="009604CB" w:rsidP="004277D9">
      <w:pPr>
        <w:shd w:val="clear" w:color="auto" w:fill="FFFFFF"/>
        <w:spacing w:after="100" w:afterAutospacing="1" w:line="322" w:lineRule="exact"/>
        <w:ind w:left="1176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pacing w:val="-2"/>
          <w:sz w:val="26"/>
          <w:szCs w:val="26"/>
        </w:rPr>
        <w:t>Основные мероприятия</w:t>
      </w:r>
    </w:p>
    <w:p w:rsidR="009604CB" w:rsidRPr="003E365C" w:rsidRDefault="009604CB" w:rsidP="004277D9">
      <w:pPr>
        <w:shd w:val="clear" w:color="auto" w:fill="FFFFFF"/>
        <w:spacing w:after="100" w:afterAutospacing="1" w:line="322" w:lineRule="exact"/>
        <w:ind w:left="38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2"/>
          <w:sz w:val="26"/>
          <w:szCs w:val="26"/>
        </w:rPr>
        <w:t xml:space="preserve">1 . Проведение родительских собраний по  </w:t>
      </w:r>
      <w:r w:rsidRPr="003E365C">
        <w:rPr>
          <w:rFonts w:ascii="Times New Roman" w:hAnsi="Times New Roman"/>
          <w:spacing w:val="-6"/>
          <w:sz w:val="26"/>
          <w:szCs w:val="26"/>
        </w:rPr>
        <w:t>темам</w:t>
      </w:r>
    </w:p>
    <w:p w:rsidR="009604CB" w:rsidRPr="003E365C" w:rsidRDefault="009604CB" w:rsidP="004277D9">
      <w:pPr>
        <w:shd w:val="clear" w:color="auto" w:fill="FFFFFF"/>
        <w:spacing w:before="5" w:after="100" w:afterAutospacing="1" w:line="322" w:lineRule="exact"/>
        <w:ind w:left="10"/>
        <w:rPr>
          <w:rFonts w:ascii="Times New Roman" w:hAnsi="Times New Roman"/>
          <w:b/>
          <w:sz w:val="26"/>
          <w:szCs w:val="26"/>
        </w:rPr>
      </w:pPr>
      <w:r w:rsidRPr="003E365C">
        <w:rPr>
          <w:rFonts w:ascii="Times New Roman" w:hAnsi="Times New Roman"/>
          <w:b/>
          <w:spacing w:val="-2"/>
          <w:sz w:val="26"/>
          <w:szCs w:val="26"/>
        </w:rPr>
        <w:t>1 уровень</w:t>
      </w:r>
    </w:p>
    <w:p w:rsidR="009604CB" w:rsidRPr="003E365C" w:rsidRDefault="009604CB" w:rsidP="004277D9">
      <w:pPr>
        <w:shd w:val="clear" w:color="auto" w:fill="FFFFFF"/>
        <w:spacing w:after="100" w:afterAutospacing="1" w:line="322" w:lineRule="exact"/>
        <w:ind w:left="10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>Лекция 1. Основные принципы организации рационального питания в</w:t>
      </w:r>
      <w:r w:rsidRPr="003E365C">
        <w:rPr>
          <w:rFonts w:ascii="Times New Roman" w:hAnsi="Times New Roman"/>
          <w:sz w:val="26"/>
          <w:szCs w:val="26"/>
        </w:rPr>
        <w:t xml:space="preserve"> </w:t>
      </w:r>
      <w:r w:rsidRPr="003E365C">
        <w:rPr>
          <w:rFonts w:ascii="Times New Roman" w:hAnsi="Times New Roman"/>
          <w:spacing w:val="-1"/>
          <w:sz w:val="26"/>
          <w:szCs w:val="26"/>
        </w:rPr>
        <w:t>младшем школьном возрасте.</w:t>
      </w:r>
    </w:p>
    <w:p w:rsidR="009604CB" w:rsidRPr="003E365C" w:rsidRDefault="009604CB" w:rsidP="004277D9">
      <w:pPr>
        <w:shd w:val="clear" w:color="auto" w:fill="FFFFFF"/>
        <w:spacing w:before="5" w:after="100" w:afterAutospacing="1" w:line="322" w:lineRule="exact"/>
        <w:ind w:left="10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Лекция 2. Рацион питания младшего </w:t>
      </w:r>
      <w:r w:rsidRPr="003E365C">
        <w:rPr>
          <w:rFonts w:ascii="Times New Roman" w:hAnsi="Times New Roman"/>
          <w:spacing w:val="-3"/>
          <w:sz w:val="26"/>
          <w:szCs w:val="26"/>
        </w:rPr>
        <w:t>школьника</w:t>
      </w:r>
    </w:p>
    <w:p w:rsidR="009604CB" w:rsidRPr="003E365C" w:rsidRDefault="009604CB" w:rsidP="004277D9">
      <w:pPr>
        <w:shd w:val="clear" w:color="auto" w:fill="FFFFFF"/>
        <w:spacing w:before="5" w:after="100" w:afterAutospacing="1" w:line="322" w:lineRule="exact"/>
        <w:ind w:left="14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Лекция 3. Режим и гигиена питания </w:t>
      </w:r>
      <w:r w:rsidRPr="003E365C">
        <w:rPr>
          <w:rFonts w:ascii="Times New Roman" w:hAnsi="Times New Roman"/>
          <w:spacing w:val="-2"/>
          <w:sz w:val="26"/>
          <w:szCs w:val="26"/>
        </w:rPr>
        <w:t>младших школьников</w:t>
      </w:r>
    </w:p>
    <w:p w:rsidR="009604CB" w:rsidRPr="003E365C" w:rsidRDefault="009604CB" w:rsidP="004277D9">
      <w:pPr>
        <w:shd w:val="clear" w:color="auto" w:fill="FFFFFF"/>
        <w:spacing w:after="100" w:afterAutospacing="1" w:line="322" w:lineRule="exact"/>
        <w:ind w:left="14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2"/>
          <w:sz w:val="26"/>
          <w:szCs w:val="26"/>
        </w:rPr>
        <w:t xml:space="preserve">Лекция 4. Значение витаминов и </w:t>
      </w:r>
      <w:r w:rsidRPr="003E365C">
        <w:rPr>
          <w:rFonts w:ascii="Times New Roman" w:hAnsi="Times New Roman"/>
          <w:spacing w:val="-1"/>
          <w:sz w:val="26"/>
          <w:szCs w:val="26"/>
        </w:rPr>
        <w:t>минеральных веществ в рационе питания</w:t>
      </w:r>
    </w:p>
    <w:p w:rsidR="009604CB" w:rsidRPr="003E365C" w:rsidRDefault="009604CB" w:rsidP="004277D9">
      <w:pPr>
        <w:shd w:val="clear" w:color="auto" w:fill="FFFFFF"/>
        <w:spacing w:after="100" w:afterAutospacing="1" w:line="322" w:lineRule="exact"/>
        <w:ind w:left="10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2"/>
          <w:sz w:val="26"/>
          <w:szCs w:val="26"/>
        </w:rPr>
        <w:t>младшего школьника.</w:t>
      </w:r>
    </w:p>
    <w:p w:rsidR="009604CB" w:rsidRPr="003E365C" w:rsidRDefault="009604CB" w:rsidP="004277D9">
      <w:pPr>
        <w:shd w:val="clear" w:color="auto" w:fill="FFFFFF"/>
        <w:spacing w:before="5" w:after="100" w:afterAutospacing="1" w:line="322" w:lineRule="exact"/>
        <w:ind w:left="10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Лекция 5. Формирование основ культуры </w:t>
      </w:r>
      <w:r w:rsidRPr="003E365C">
        <w:rPr>
          <w:rFonts w:ascii="Times New Roman" w:hAnsi="Times New Roman"/>
          <w:spacing w:val="-2"/>
          <w:sz w:val="26"/>
          <w:szCs w:val="26"/>
        </w:rPr>
        <w:t xml:space="preserve">питания и здорового </w:t>
      </w:r>
      <w:r w:rsidRPr="003E365C">
        <w:rPr>
          <w:rFonts w:ascii="Times New Roman" w:hAnsi="Times New Roman"/>
          <w:spacing w:val="-1"/>
          <w:sz w:val="26"/>
          <w:szCs w:val="26"/>
        </w:rPr>
        <w:t>образа жизни у младших школьников</w:t>
      </w:r>
    </w:p>
    <w:p w:rsidR="009604CB" w:rsidRPr="003E365C" w:rsidRDefault="009604CB" w:rsidP="004277D9">
      <w:pPr>
        <w:shd w:val="clear" w:color="auto" w:fill="FFFFFF"/>
        <w:spacing w:after="100" w:afterAutospacing="1" w:line="322" w:lineRule="exact"/>
        <w:rPr>
          <w:rFonts w:ascii="Times New Roman" w:hAnsi="Times New Roman"/>
          <w:b/>
          <w:sz w:val="26"/>
          <w:szCs w:val="26"/>
        </w:rPr>
      </w:pPr>
      <w:r w:rsidRPr="003E365C">
        <w:rPr>
          <w:rFonts w:ascii="Times New Roman" w:hAnsi="Times New Roman"/>
          <w:b/>
          <w:spacing w:val="-2"/>
          <w:sz w:val="26"/>
          <w:szCs w:val="26"/>
        </w:rPr>
        <w:t>2 уровень</w:t>
      </w:r>
    </w:p>
    <w:p w:rsidR="009604CB" w:rsidRPr="003E365C" w:rsidRDefault="009604CB" w:rsidP="004277D9">
      <w:pPr>
        <w:shd w:val="clear" w:color="auto" w:fill="FFFFFF"/>
        <w:spacing w:before="5" w:after="100" w:afterAutospacing="1" w:line="322" w:lineRule="exact"/>
        <w:ind w:left="5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Лекция 1. Организация рационального </w:t>
      </w:r>
      <w:r w:rsidRPr="003E365C">
        <w:rPr>
          <w:rFonts w:ascii="Times New Roman" w:hAnsi="Times New Roman"/>
          <w:spacing w:val="-3"/>
          <w:sz w:val="26"/>
          <w:szCs w:val="26"/>
        </w:rPr>
        <w:t>питания подростков.</w:t>
      </w:r>
    </w:p>
    <w:p w:rsidR="009604CB" w:rsidRPr="003E365C" w:rsidRDefault="009604CB" w:rsidP="004277D9">
      <w:pPr>
        <w:shd w:val="clear" w:color="auto" w:fill="FFFFFF"/>
        <w:spacing w:before="5" w:after="100" w:afterAutospacing="1" w:line="322" w:lineRule="exact"/>
        <w:ind w:left="10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Лекция 2. Рацион и режим питания </w:t>
      </w:r>
      <w:r w:rsidRPr="003E365C">
        <w:rPr>
          <w:rFonts w:ascii="Times New Roman" w:hAnsi="Times New Roman"/>
          <w:spacing w:val="-5"/>
          <w:sz w:val="26"/>
          <w:szCs w:val="26"/>
        </w:rPr>
        <w:t>подростков.</w:t>
      </w:r>
    </w:p>
    <w:p w:rsidR="009604CB" w:rsidRPr="003E365C" w:rsidRDefault="009604CB" w:rsidP="004277D9">
      <w:pPr>
        <w:shd w:val="clear" w:color="auto" w:fill="FFFFFF"/>
        <w:spacing w:before="5" w:after="100" w:afterAutospacing="1" w:line="322" w:lineRule="exact"/>
        <w:ind w:left="10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3"/>
          <w:sz w:val="26"/>
          <w:szCs w:val="26"/>
        </w:rPr>
        <w:t xml:space="preserve">Лекция 3. Особенности питания подростков, </w:t>
      </w:r>
      <w:r w:rsidRPr="003E365C">
        <w:rPr>
          <w:rFonts w:ascii="Times New Roman" w:hAnsi="Times New Roman"/>
          <w:spacing w:val="-2"/>
          <w:sz w:val="26"/>
          <w:szCs w:val="26"/>
        </w:rPr>
        <w:t>занимающихся спортом</w:t>
      </w:r>
    </w:p>
    <w:p w:rsidR="009604CB" w:rsidRPr="003E365C" w:rsidRDefault="009604CB" w:rsidP="009F22AF">
      <w:pPr>
        <w:shd w:val="clear" w:color="auto" w:fill="FFFFFF"/>
        <w:spacing w:before="10" w:after="0" w:line="322" w:lineRule="exact"/>
        <w:ind w:left="5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>Лекция 4. Питание подростков вне дома</w:t>
      </w:r>
    </w:p>
    <w:p w:rsidR="009604CB" w:rsidRPr="003E365C" w:rsidRDefault="009604CB" w:rsidP="004277D9">
      <w:pPr>
        <w:shd w:val="clear" w:color="auto" w:fill="FFFFFF"/>
        <w:spacing w:after="0" w:line="322" w:lineRule="exact"/>
        <w:ind w:left="5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Лекция 5. Воспитание культуры питания у </w:t>
      </w:r>
      <w:r w:rsidRPr="003E365C">
        <w:rPr>
          <w:rFonts w:ascii="Times New Roman" w:hAnsi="Times New Roman"/>
          <w:spacing w:val="-4"/>
          <w:sz w:val="26"/>
          <w:szCs w:val="26"/>
        </w:rPr>
        <w:t>подростков</w:t>
      </w:r>
    </w:p>
    <w:p w:rsidR="009604CB" w:rsidRPr="003E365C" w:rsidRDefault="009604CB" w:rsidP="009F22AF">
      <w:pPr>
        <w:shd w:val="clear" w:color="auto" w:fill="FFFFFF"/>
        <w:spacing w:after="0"/>
        <w:ind w:left="5"/>
        <w:rPr>
          <w:rFonts w:ascii="Times New Roman" w:hAnsi="Times New Roman"/>
          <w:b/>
          <w:sz w:val="26"/>
          <w:szCs w:val="26"/>
        </w:rPr>
      </w:pPr>
      <w:r w:rsidRPr="003E365C">
        <w:rPr>
          <w:rFonts w:ascii="Times New Roman" w:hAnsi="Times New Roman"/>
          <w:b/>
          <w:spacing w:val="-2"/>
          <w:sz w:val="26"/>
          <w:szCs w:val="26"/>
        </w:rPr>
        <w:t>3 уровень</w:t>
      </w:r>
    </w:p>
    <w:p w:rsidR="009604CB" w:rsidRPr="003E365C" w:rsidRDefault="009604CB" w:rsidP="004277D9">
      <w:pPr>
        <w:shd w:val="clear" w:color="auto" w:fill="FFFFFF"/>
        <w:spacing w:before="14" w:after="0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>Лекция 1. Организация рационального питания старшеклассников</w:t>
      </w:r>
    </w:p>
    <w:p w:rsidR="009604CB" w:rsidRPr="003E365C" w:rsidRDefault="009604CB" w:rsidP="004277D9">
      <w:pPr>
        <w:shd w:val="clear" w:color="auto" w:fill="FFFFFF"/>
        <w:spacing w:before="29" w:after="0" w:line="312" w:lineRule="exact"/>
        <w:ind w:left="5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Лекция 2. Особенности питания подростков </w:t>
      </w:r>
      <w:r w:rsidRPr="003E365C">
        <w:rPr>
          <w:rFonts w:ascii="Times New Roman" w:hAnsi="Times New Roman"/>
          <w:spacing w:val="-2"/>
          <w:sz w:val="26"/>
          <w:szCs w:val="26"/>
        </w:rPr>
        <w:t xml:space="preserve">во время экзаменов, </w:t>
      </w:r>
      <w:r w:rsidRPr="003E365C">
        <w:rPr>
          <w:rFonts w:ascii="Times New Roman" w:hAnsi="Times New Roman"/>
          <w:spacing w:val="-1"/>
          <w:sz w:val="26"/>
          <w:szCs w:val="26"/>
        </w:rPr>
        <w:t>при интенсивных учебных нагрузках</w:t>
      </w:r>
    </w:p>
    <w:tbl>
      <w:tblPr>
        <w:tblW w:w="986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11"/>
        <w:gridCol w:w="2006"/>
        <w:gridCol w:w="2251"/>
      </w:tblGrid>
      <w:tr w:rsidR="009604CB" w:rsidRPr="00525600" w:rsidTr="004277D9">
        <w:trPr>
          <w:trHeight w:hRule="exact" w:val="1334"/>
        </w:trPr>
        <w:tc>
          <w:tcPr>
            <w:tcW w:w="5611" w:type="dxa"/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2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Лекция 3. Формирование основ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потребительской культуры</w:t>
            </w:r>
          </w:p>
          <w:p w:rsidR="009604CB" w:rsidRPr="00525600" w:rsidRDefault="009604CB" w:rsidP="00C14440">
            <w:pPr>
              <w:shd w:val="clear" w:color="auto" w:fill="FFFFFF"/>
              <w:spacing w:line="322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у старшеклассников</w:t>
            </w:r>
          </w:p>
          <w:p w:rsidR="009604CB" w:rsidRPr="00525600" w:rsidRDefault="009604CB" w:rsidP="00C14440">
            <w:pPr>
              <w:shd w:val="clear" w:color="auto" w:fill="FFFFFF"/>
              <w:spacing w:line="322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Лекция 4. Продукты с особыми свойствами</w:t>
            </w:r>
          </w:p>
          <w:p w:rsidR="009604CB" w:rsidRPr="00525600" w:rsidRDefault="009604CB" w:rsidP="00C14440">
            <w:pPr>
              <w:shd w:val="clear" w:color="auto" w:fill="FFFFFF"/>
              <w:spacing w:line="322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>в рационе питания старшеклассников</w:t>
            </w:r>
          </w:p>
        </w:tc>
        <w:tc>
          <w:tcPr>
            <w:tcW w:w="2006" w:type="dxa"/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1" w:type="dxa"/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604CB" w:rsidRPr="00525600" w:rsidTr="004277D9">
        <w:trPr>
          <w:trHeight w:hRule="exact" w:val="1541"/>
        </w:trPr>
        <w:tc>
          <w:tcPr>
            <w:tcW w:w="5611" w:type="dxa"/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17" w:lineRule="exact"/>
              <w:ind w:left="10" w:firstLine="533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Профилактика      желудочно-кишечных 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заболеваний,    инфекционных,    простудных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заболеваний</w:t>
            </w:r>
          </w:p>
          <w:p w:rsidR="009604CB" w:rsidRPr="00525600" w:rsidRDefault="009604CB" w:rsidP="00C14440">
            <w:pPr>
              <w:shd w:val="clear" w:color="auto" w:fill="FFFFFF"/>
              <w:spacing w:line="317" w:lineRule="exact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Итоги медицинских осмотров обучающихся</w:t>
            </w:r>
          </w:p>
        </w:tc>
        <w:tc>
          <w:tcPr>
            <w:tcW w:w="2006" w:type="dxa"/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74" w:lineRule="exact"/>
              <w:ind w:right="384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В течение (2020-2020)</w:t>
            </w:r>
          </w:p>
        </w:tc>
        <w:tc>
          <w:tcPr>
            <w:tcW w:w="2251" w:type="dxa"/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604CB" w:rsidRPr="00525600" w:rsidTr="004277D9">
        <w:trPr>
          <w:trHeight w:hRule="exact" w:val="648"/>
        </w:trPr>
        <w:tc>
          <w:tcPr>
            <w:tcW w:w="5611" w:type="dxa"/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2" w:lineRule="exact"/>
              <w:ind w:left="5" w:right="749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4. 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Встреча медработника с родителями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«Личная гигиена ребенка»</w:t>
            </w:r>
          </w:p>
        </w:tc>
        <w:tc>
          <w:tcPr>
            <w:tcW w:w="2006" w:type="dxa"/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(2020-2022)</w:t>
            </w:r>
          </w:p>
        </w:tc>
        <w:tc>
          <w:tcPr>
            <w:tcW w:w="2251" w:type="dxa"/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2" w:lineRule="exact"/>
              <w:ind w:right="394" w:firstLine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 xml:space="preserve">классные </w:t>
            </w: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>руководители</w:t>
            </w:r>
          </w:p>
        </w:tc>
      </w:tr>
      <w:tr w:rsidR="009604CB" w:rsidRPr="00525600" w:rsidTr="00336854">
        <w:trPr>
          <w:trHeight w:hRule="exact" w:val="7764"/>
        </w:trPr>
        <w:tc>
          <w:tcPr>
            <w:tcW w:w="5611" w:type="dxa"/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2" w:lineRule="exact"/>
              <w:ind w:left="5" w:right="14" w:firstLine="10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5. </w:t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Родительский всеобуч по вопросам 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>здорового питания со следующей тематикой:</w:t>
            </w:r>
          </w:p>
          <w:p w:rsidR="009604CB" w:rsidRPr="00525600" w:rsidRDefault="009604CB" w:rsidP="00C14440">
            <w:pPr>
              <w:pStyle w:val="ListParagraph"/>
              <w:numPr>
                <w:ilvl w:val="0"/>
                <w:numId w:val="20"/>
              </w:numPr>
              <w:shd w:val="clear" w:color="auto" w:fill="FFFFFF"/>
              <w:tabs>
                <w:tab w:val="left" w:pos="1070"/>
              </w:tabs>
              <w:spacing w:line="322" w:lineRule="exact"/>
              <w:ind w:right="14"/>
              <w:jc w:val="both"/>
              <w:rPr>
                <w:sz w:val="26"/>
                <w:szCs w:val="26"/>
              </w:rPr>
            </w:pPr>
            <w:r w:rsidRPr="00525600">
              <w:rPr>
                <w:sz w:val="26"/>
                <w:szCs w:val="26"/>
              </w:rPr>
              <w:tab/>
            </w:r>
            <w:r w:rsidRPr="003E365C">
              <w:rPr>
                <w:spacing w:val="-2"/>
                <w:sz w:val="26"/>
                <w:szCs w:val="26"/>
              </w:rPr>
              <w:t xml:space="preserve">Пищевые   вещества   и   их   роль   в </w:t>
            </w:r>
            <w:r w:rsidRPr="003E365C">
              <w:rPr>
                <w:sz w:val="26"/>
                <w:szCs w:val="26"/>
              </w:rPr>
              <w:t>питании и здоровье ребенка.</w:t>
            </w:r>
          </w:p>
          <w:p w:rsidR="009604CB" w:rsidRPr="00525600" w:rsidRDefault="009604CB" w:rsidP="00C14440">
            <w:pPr>
              <w:pStyle w:val="ListParagraph"/>
              <w:numPr>
                <w:ilvl w:val="0"/>
                <w:numId w:val="20"/>
              </w:numPr>
              <w:shd w:val="clear" w:color="auto" w:fill="FFFFFF"/>
              <w:tabs>
                <w:tab w:val="left" w:pos="1334"/>
              </w:tabs>
              <w:spacing w:line="322" w:lineRule="exact"/>
              <w:ind w:right="14"/>
              <w:jc w:val="both"/>
              <w:rPr>
                <w:sz w:val="26"/>
                <w:szCs w:val="26"/>
              </w:rPr>
            </w:pPr>
            <w:r w:rsidRPr="00525600">
              <w:rPr>
                <w:sz w:val="26"/>
                <w:szCs w:val="26"/>
              </w:rPr>
              <w:tab/>
            </w:r>
            <w:r w:rsidRPr="003E365C">
              <w:rPr>
                <w:spacing w:val="-3"/>
                <w:sz w:val="26"/>
                <w:szCs w:val="26"/>
              </w:rPr>
              <w:t xml:space="preserve">Основные       группы       пищевых </w:t>
            </w:r>
            <w:r w:rsidRPr="003E365C">
              <w:rPr>
                <w:spacing w:val="-1"/>
                <w:sz w:val="26"/>
                <w:szCs w:val="26"/>
              </w:rPr>
              <w:t>продуктов и их значение в питании.</w:t>
            </w:r>
          </w:p>
          <w:p w:rsidR="009604CB" w:rsidRPr="00525600" w:rsidRDefault="009604CB" w:rsidP="00C14440">
            <w:pPr>
              <w:pStyle w:val="ListParagraph"/>
              <w:numPr>
                <w:ilvl w:val="0"/>
                <w:numId w:val="20"/>
              </w:numPr>
              <w:shd w:val="clear" w:color="auto" w:fill="FFFFFF"/>
              <w:tabs>
                <w:tab w:val="left" w:pos="926"/>
              </w:tabs>
              <w:spacing w:line="322" w:lineRule="exact"/>
              <w:ind w:right="14"/>
              <w:jc w:val="both"/>
              <w:rPr>
                <w:sz w:val="26"/>
                <w:szCs w:val="26"/>
              </w:rPr>
            </w:pPr>
            <w:r w:rsidRPr="003E365C">
              <w:rPr>
                <w:sz w:val="26"/>
                <w:szCs w:val="26"/>
              </w:rPr>
              <w:t>Основные представления о пользе и</w:t>
            </w:r>
            <w:r w:rsidRPr="003E365C">
              <w:rPr>
                <w:sz w:val="26"/>
                <w:szCs w:val="26"/>
              </w:rPr>
              <w:br/>
            </w:r>
            <w:r w:rsidRPr="003E365C">
              <w:rPr>
                <w:spacing w:val="-1"/>
                <w:sz w:val="26"/>
                <w:szCs w:val="26"/>
              </w:rPr>
              <w:t>вреде наиболее распространенных блюд.</w:t>
            </w:r>
          </w:p>
          <w:p w:rsidR="009604CB" w:rsidRPr="00525600" w:rsidRDefault="009604CB" w:rsidP="00C14440">
            <w:pPr>
              <w:pStyle w:val="ListParagraph"/>
              <w:numPr>
                <w:ilvl w:val="0"/>
                <w:numId w:val="20"/>
              </w:numPr>
              <w:shd w:val="clear" w:color="auto" w:fill="FFFFFF"/>
              <w:tabs>
                <w:tab w:val="left" w:pos="926"/>
              </w:tabs>
              <w:spacing w:line="322" w:lineRule="exact"/>
              <w:jc w:val="both"/>
              <w:rPr>
                <w:sz w:val="26"/>
                <w:szCs w:val="26"/>
              </w:rPr>
            </w:pPr>
            <w:r w:rsidRPr="003E365C">
              <w:rPr>
                <w:spacing w:val="-1"/>
                <w:sz w:val="26"/>
                <w:szCs w:val="26"/>
              </w:rPr>
              <w:t>Принципы рационального питания.</w:t>
            </w:r>
          </w:p>
          <w:p w:rsidR="009604CB" w:rsidRPr="00525600" w:rsidRDefault="009604CB" w:rsidP="00C14440">
            <w:pPr>
              <w:pStyle w:val="ListParagraph"/>
              <w:numPr>
                <w:ilvl w:val="0"/>
                <w:numId w:val="20"/>
              </w:numPr>
              <w:shd w:val="clear" w:color="auto" w:fill="FFFFFF"/>
              <w:tabs>
                <w:tab w:val="left" w:pos="926"/>
              </w:tabs>
              <w:spacing w:line="322" w:lineRule="exact"/>
              <w:ind w:right="14"/>
              <w:jc w:val="both"/>
              <w:rPr>
                <w:sz w:val="26"/>
                <w:szCs w:val="26"/>
              </w:rPr>
            </w:pPr>
            <w:r w:rsidRPr="003E365C">
              <w:rPr>
                <w:spacing w:val="-2"/>
                <w:sz w:val="26"/>
                <w:szCs w:val="26"/>
              </w:rPr>
              <w:t>Правила построения меню и выбора</w:t>
            </w:r>
            <w:r w:rsidRPr="003E365C">
              <w:rPr>
                <w:spacing w:val="-2"/>
                <w:sz w:val="26"/>
                <w:szCs w:val="26"/>
              </w:rPr>
              <w:br/>
            </w:r>
            <w:r w:rsidRPr="003E365C">
              <w:rPr>
                <w:sz w:val="26"/>
                <w:szCs w:val="26"/>
              </w:rPr>
              <w:t>блюд.</w:t>
            </w:r>
          </w:p>
          <w:p w:rsidR="009604CB" w:rsidRPr="00525600" w:rsidRDefault="009604CB" w:rsidP="00C14440">
            <w:pPr>
              <w:pStyle w:val="ListParagraph"/>
              <w:numPr>
                <w:ilvl w:val="0"/>
                <w:numId w:val="20"/>
              </w:numPr>
              <w:shd w:val="clear" w:color="auto" w:fill="FFFFFF"/>
              <w:tabs>
                <w:tab w:val="left" w:pos="926"/>
              </w:tabs>
              <w:spacing w:line="322" w:lineRule="exact"/>
              <w:ind w:right="14"/>
              <w:jc w:val="both"/>
              <w:rPr>
                <w:sz w:val="26"/>
                <w:szCs w:val="26"/>
              </w:rPr>
            </w:pPr>
            <w:r w:rsidRPr="003E365C">
              <w:rPr>
                <w:sz w:val="26"/>
                <w:szCs w:val="26"/>
              </w:rPr>
              <w:t>Инфекционные болезни,</w:t>
            </w:r>
            <w:r w:rsidRPr="003E365C">
              <w:rPr>
                <w:sz w:val="26"/>
                <w:szCs w:val="26"/>
              </w:rPr>
              <w:br/>
              <w:t>передаваемые через пищу.</w:t>
            </w:r>
          </w:p>
          <w:p w:rsidR="009604CB" w:rsidRPr="00525600" w:rsidRDefault="009604CB" w:rsidP="00C14440">
            <w:pPr>
              <w:pStyle w:val="ListParagraph"/>
              <w:numPr>
                <w:ilvl w:val="0"/>
                <w:numId w:val="20"/>
              </w:numPr>
              <w:shd w:val="clear" w:color="auto" w:fill="FFFFFF"/>
              <w:tabs>
                <w:tab w:val="left" w:pos="926"/>
              </w:tabs>
              <w:spacing w:line="322" w:lineRule="exact"/>
              <w:jc w:val="both"/>
              <w:rPr>
                <w:sz w:val="26"/>
                <w:szCs w:val="26"/>
              </w:rPr>
            </w:pPr>
            <w:r w:rsidRPr="003E365C">
              <w:rPr>
                <w:sz w:val="26"/>
                <w:szCs w:val="26"/>
              </w:rPr>
              <w:t>Питание и болезни.</w:t>
            </w:r>
          </w:p>
          <w:p w:rsidR="009604CB" w:rsidRPr="00525600" w:rsidRDefault="009604CB" w:rsidP="00C14440">
            <w:pPr>
              <w:pStyle w:val="ListParagraph"/>
              <w:numPr>
                <w:ilvl w:val="0"/>
                <w:numId w:val="20"/>
              </w:numPr>
              <w:shd w:val="clear" w:color="auto" w:fill="FFFFFF"/>
              <w:tabs>
                <w:tab w:val="left" w:pos="1214"/>
              </w:tabs>
              <w:spacing w:line="322" w:lineRule="exact"/>
              <w:ind w:right="14"/>
              <w:jc w:val="both"/>
              <w:rPr>
                <w:sz w:val="26"/>
                <w:szCs w:val="26"/>
              </w:rPr>
            </w:pPr>
            <w:r w:rsidRPr="00525600">
              <w:rPr>
                <w:sz w:val="26"/>
                <w:szCs w:val="26"/>
              </w:rPr>
              <w:tab/>
            </w:r>
            <w:r w:rsidRPr="003E365C">
              <w:rPr>
                <w:spacing w:val="-2"/>
                <w:sz w:val="26"/>
                <w:szCs w:val="26"/>
              </w:rPr>
              <w:t xml:space="preserve">Питание     в     особых     условиях, требующих   значительных   энергетических затрат   (экзамены,   конец   зимы   -   начало </w:t>
            </w:r>
            <w:r w:rsidRPr="003E365C">
              <w:rPr>
                <w:sz w:val="26"/>
                <w:szCs w:val="26"/>
              </w:rPr>
              <w:t>весны).</w:t>
            </w:r>
          </w:p>
          <w:p w:rsidR="009604CB" w:rsidRPr="00525600" w:rsidRDefault="009604CB" w:rsidP="00C14440">
            <w:pPr>
              <w:pStyle w:val="ListParagraph"/>
              <w:numPr>
                <w:ilvl w:val="0"/>
                <w:numId w:val="20"/>
              </w:numPr>
              <w:shd w:val="clear" w:color="auto" w:fill="FFFFFF"/>
              <w:tabs>
                <w:tab w:val="left" w:pos="931"/>
              </w:tabs>
              <w:spacing w:line="322" w:lineRule="exact"/>
              <w:jc w:val="both"/>
              <w:rPr>
                <w:sz w:val="26"/>
                <w:szCs w:val="26"/>
              </w:rPr>
            </w:pPr>
            <w:r w:rsidRPr="003E365C">
              <w:rPr>
                <w:spacing w:val="-1"/>
                <w:sz w:val="26"/>
                <w:szCs w:val="26"/>
              </w:rPr>
              <w:t>Профилактика пищевых отравлений.</w:t>
            </w:r>
          </w:p>
          <w:p w:rsidR="009604CB" w:rsidRPr="00525600" w:rsidRDefault="009604CB" w:rsidP="00C14440">
            <w:pPr>
              <w:pStyle w:val="ListParagraph"/>
              <w:numPr>
                <w:ilvl w:val="0"/>
                <w:numId w:val="20"/>
              </w:numPr>
              <w:shd w:val="clear" w:color="auto" w:fill="FFFFFF"/>
              <w:tabs>
                <w:tab w:val="left" w:pos="1075"/>
              </w:tabs>
              <w:spacing w:line="322" w:lineRule="exact"/>
              <w:ind w:right="11"/>
              <w:jc w:val="both"/>
              <w:rPr>
                <w:sz w:val="26"/>
                <w:szCs w:val="26"/>
              </w:rPr>
            </w:pPr>
            <w:r w:rsidRPr="003E365C">
              <w:rPr>
                <w:sz w:val="26"/>
                <w:szCs w:val="26"/>
              </w:rPr>
              <w:t>Особенности питания школьников,</w:t>
            </w:r>
            <w:r w:rsidRPr="003E365C">
              <w:rPr>
                <w:sz w:val="26"/>
                <w:szCs w:val="26"/>
              </w:rPr>
              <w:br/>
              <w:t>занимающихся спортом.</w:t>
            </w:r>
          </w:p>
          <w:p w:rsidR="009604CB" w:rsidRPr="00525600" w:rsidRDefault="009604CB" w:rsidP="00C14440">
            <w:pPr>
              <w:pStyle w:val="ListParagraph"/>
              <w:numPr>
                <w:ilvl w:val="0"/>
                <w:numId w:val="20"/>
              </w:numPr>
              <w:shd w:val="clear" w:color="auto" w:fill="FFFFFF"/>
              <w:tabs>
                <w:tab w:val="left" w:pos="1075"/>
              </w:tabs>
              <w:spacing w:line="322" w:lineRule="exact"/>
              <w:ind w:right="11"/>
              <w:jc w:val="both"/>
              <w:rPr>
                <w:sz w:val="26"/>
                <w:szCs w:val="26"/>
              </w:rPr>
            </w:pPr>
            <w:r w:rsidRPr="003E365C">
              <w:rPr>
                <w:spacing w:val="-3"/>
                <w:sz w:val="26"/>
                <w:szCs w:val="26"/>
              </w:rPr>
              <w:t>Особенности питания школьников с</w:t>
            </w:r>
            <w:r w:rsidRPr="003E365C">
              <w:rPr>
                <w:spacing w:val="-3"/>
                <w:sz w:val="26"/>
                <w:szCs w:val="26"/>
              </w:rPr>
              <w:br/>
            </w:r>
            <w:r w:rsidRPr="003E365C">
              <w:rPr>
                <w:spacing w:val="-1"/>
                <w:sz w:val="26"/>
                <w:szCs w:val="26"/>
              </w:rPr>
              <w:t>отклонениями в состоянии здоровья</w:t>
            </w:r>
          </w:p>
        </w:tc>
        <w:tc>
          <w:tcPr>
            <w:tcW w:w="2006" w:type="dxa"/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z w:val="26"/>
                <w:szCs w:val="26"/>
              </w:rPr>
              <w:t>(2020-2022)</w:t>
            </w:r>
          </w:p>
        </w:tc>
        <w:tc>
          <w:tcPr>
            <w:tcW w:w="2251" w:type="dxa"/>
            <w:shd w:val="clear" w:color="auto" w:fill="FFFFFF"/>
          </w:tcPr>
          <w:p w:rsidR="009604CB" w:rsidRPr="003E365C" w:rsidRDefault="009604CB" w:rsidP="00C14440">
            <w:pPr>
              <w:shd w:val="clear" w:color="auto" w:fill="FFFFFF"/>
              <w:spacing w:line="317" w:lineRule="exact"/>
              <w:ind w:right="394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Зам.директора по УВР </w:t>
            </w:r>
          </w:p>
          <w:p w:rsidR="009604CB" w:rsidRPr="00525600" w:rsidRDefault="009604CB" w:rsidP="00C14440">
            <w:pPr>
              <w:shd w:val="clear" w:color="auto" w:fill="FFFFFF"/>
              <w:spacing w:line="317" w:lineRule="exact"/>
              <w:ind w:right="394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>Кл.</w:t>
            </w:r>
          </w:p>
          <w:p w:rsidR="009604CB" w:rsidRPr="00525600" w:rsidRDefault="009604CB" w:rsidP="00C14440">
            <w:pPr>
              <w:shd w:val="clear" w:color="auto" w:fill="FFFFFF"/>
              <w:spacing w:line="317" w:lineRule="exact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>руководители</w:t>
            </w:r>
          </w:p>
        </w:tc>
      </w:tr>
      <w:tr w:rsidR="009604CB" w:rsidRPr="00525600" w:rsidTr="004277D9">
        <w:trPr>
          <w:trHeight w:hRule="exact" w:val="1003"/>
        </w:trPr>
        <w:tc>
          <w:tcPr>
            <w:tcW w:w="5611" w:type="dxa"/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2" w:lineRule="exact"/>
              <w:ind w:left="10" w:right="86" w:firstLine="5"/>
              <w:rPr>
                <w:rFonts w:ascii="Times New Roman" w:hAnsi="Times New Roman"/>
                <w:sz w:val="26"/>
                <w:szCs w:val="26"/>
              </w:rPr>
            </w:pPr>
            <w:r w:rsidRPr="00525600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6. </w:t>
            </w:r>
            <w:r w:rsidRPr="003E365C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Анкетирование родителей «Ваши </w:t>
            </w:r>
            <w:r w:rsidRPr="003E365C">
              <w:rPr>
                <w:rFonts w:ascii="Times New Roman" w:hAnsi="Times New Roman"/>
                <w:spacing w:val="-3"/>
                <w:sz w:val="26"/>
                <w:szCs w:val="26"/>
              </w:rPr>
              <w:t xml:space="preserve">предложения на следующий учебный год по </w:t>
            </w:r>
            <w:r w:rsidRPr="003E365C">
              <w:rPr>
                <w:rFonts w:ascii="Times New Roman" w:hAnsi="Times New Roman"/>
                <w:sz w:val="26"/>
                <w:szCs w:val="26"/>
              </w:rPr>
              <w:t>развитию школьного питания»</w:t>
            </w:r>
          </w:p>
        </w:tc>
        <w:tc>
          <w:tcPr>
            <w:tcW w:w="2006" w:type="dxa"/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2" w:lineRule="exact"/>
              <w:ind w:right="86" w:firstLine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 xml:space="preserve">В конце каждого </w:t>
            </w:r>
            <w:r w:rsidRPr="003E365C">
              <w:rPr>
                <w:rFonts w:ascii="Times New Roman" w:hAnsi="Times New Roman"/>
                <w:spacing w:val="-2"/>
                <w:sz w:val="26"/>
                <w:szCs w:val="26"/>
              </w:rPr>
              <w:t>учебного года</w:t>
            </w:r>
          </w:p>
        </w:tc>
        <w:tc>
          <w:tcPr>
            <w:tcW w:w="2251" w:type="dxa"/>
            <w:shd w:val="clear" w:color="auto" w:fill="FFFFFF"/>
          </w:tcPr>
          <w:p w:rsidR="009604CB" w:rsidRPr="00525600" w:rsidRDefault="009604CB" w:rsidP="00C14440">
            <w:pPr>
              <w:shd w:val="clear" w:color="auto" w:fill="FFFFFF"/>
              <w:spacing w:line="326" w:lineRule="exact"/>
              <w:ind w:right="384" w:firstLine="5"/>
              <w:rPr>
                <w:rFonts w:ascii="Times New Roman" w:hAnsi="Times New Roman"/>
                <w:sz w:val="26"/>
                <w:szCs w:val="26"/>
              </w:rPr>
            </w:pPr>
            <w:r w:rsidRPr="003E365C">
              <w:rPr>
                <w:rFonts w:ascii="Times New Roman" w:hAnsi="Times New Roman"/>
                <w:sz w:val="26"/>
                <w:szCs w:val="26"/>
              </w:rPr>
              <w:t xml:space="preserve">Классные </w:t>
            </w:r>
            <w:r w:rsidRPr="003E365C">
              <w:rPr>
                <w:rFonts w:ascii="Times New Roman" w:hAnsi="Times New Roman"/>
                <w:spacing w:val="-4"/>
                <w:sz w:val="26"/>
                <w:szCs w:val="26"/>
              </w:rPr>
              <w:t>руководители</w:t>
            </w:r>
          </w:p>
        </w:tc>
      </w:tr>
    </w:tbl>
    <w:p w:rsidR="009604CB" w:rsidRDefault="009604CB" w:rsidP="00336854">
      <w:pPr>
        <w:pStyle w:val="NoSpacing1"/>
        <w:jc w:val="both"/>
        <w:rPr>
          <w:rFonts w:ascii="Times New Roman" w:hAnsi="Times New Roman" w:cs="Times New Roman"/>
          <w:sz w:val="26"/>
          <w:szCs w:val="26"/>
          <w:u w:val="single"/>
        </w:rPr>
      </w:pPr>
      <w:bookmarkStart w:id="0" w:name="_GoBack"/>
      <w:bookmarkEnd w:id="0"/>
    </w:p>
    <w:p w:rsidR="009604CB" w:rsidRDefault="009604CB" w:rsidP="00336854">
      <w:pPr>
        <w:pStyle w:val="NoSpacing1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9604CB" w:rsidRDefault="009604CB" w:rsidP="00336854">
      <w:pPr>
        <w:pStyle w:val="NoSpacing1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9604CB" w:rsidRDefault="009604CB" w:rsidP="00336854">
      <w:pPr>
        <w:pStyle w:val="NoSpacing1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9604CB" w:rsidRDefault="009604CB" w:rsidP="00336854">
      <w:pPr>
        <w:pStyle w:val="NoSpacing1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9604CB" w:rsidRDefault="009604CB" w:rsidP="00336854">
      <w:pPr>
        <w:pStyle w:val="NoSpacing1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9604CB" w:rsidRDefault="009604CB" w:rsidP="00336854">
      <w:pPr>
        <w:pStyle w:val="NoSpacing1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9604CB" w:rsidRDefault="009604CB" w:rsidP="00336854">
      <w:pPr>
        <w:pStyle w:val="NoSpacing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6854">
        <w:rPr>
          <w:rFonts w:ascii="Times New Roman" w:hAnsi="Times New Roman" w:cs="Times New Roman"/>
          <w:b/>
          <w:sz w:val="26"/>
          <w:szCs w:val="26"/>
        </w:rPr>
        <w:t>Мониторинг реализации программы</w:t>
      </w:r>
    </w:p>
    <w:p w:rsidR="009604CB" w:rsidRPr="00336854" w:rsidRDefault="009604CB" w:rsidP="00336854">
      <w:pPr>
        <w:pStyle w:val="NoSpacing1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4"/>
        <w:gridCol w:w="2917"/>
        <w:gridCol w:w="1629"/>
        <w:gridCol w:w="2441"/>
      </w:tblGrid>
      <w:tr w:rsidR="009604CB" w:rsidRPr="00525600" w:rsidTr="001F1E50">
        <w:trPr>
          <w:trHeight w:val="262"/>
        </w:trPr>
        <w:tc>
          <w:tcPr>
            <w:tcW w:w="1350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Направление мониторинга</w:t>
            </w:r>
          </w:p>
        </w:tc>
        <w:tc>
          <w:tcPr>
            <w:tcW w:w="1524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Диагностика</w:t>
            </w:r>
          </w:p>
        </w:tc>
        <w:tc>
          <w:tcPr>
            <w:tcW w:w="851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Сроки</w:t>
            </w:r>
          </w:p>
        </w:tc>
        <w:tc>
          <w:tcPr>
            <w:tcW w:w="1276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Ответственный</w:t>
            </w:r>
          </w:p>
        </w:tc>
      </w:tr>
      <w:tr w:rsidR="009604CB" w:rsidRPr="00525600" w:rsidTr="001F1E50">
        <w:trPr>
          <w:trHeight w:val="535"/>
        </w:trPr>
        <w:tc>
          <w:tcPr>
            <w:tcW w:w="1350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Охват учащихся горячим питанием</w:t>
            </w:r>
          </w:p>
        </w:tc>
        <w:tc>
          <w:tcPr>
            <w:tcW w:w="1524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Анализ результатов посещаемости</w:t>
            </w:r>
          </w:p>
        </w:tc>
        <w:tc>
          <w:tcPr>
            <w:tcW w:w="851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ежедневно, ежемесячно</w:t>
            </w:r>
          </w:p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Зам. директора по УВР, </w:t>
            </w:r>
          </w:p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ответственный за организацию питания, классные руководители</w:t>
            </w:r>
          </w:p>
        </w:tc>
      </w:tr>
      <w:tr w:rsidR="009604CB" w:rsidRPr="00525600" w:rsidTr="001F1E50">
        <w:trPr>
          <w:trHeight w:val="1076"/>
        </w:trPr>
        <w:tc>
          <w:tcPr>
            <w:tcW w:w="1350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Сохранение и укрепление здоровья учащихся</w:t>
            </w:r>
          </w:p>
        </w:tc>
        <w:tc>
          <w:tcPr>
            <w:tcW w:w="1524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Анализ состояния здоровья школьников по результатам медицинских осмотров.</w:t>
            </w:r>
          </w:p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Анализ заболеваемости детей</w:t>
            </w:r>
          </w:p>
        </w:tc>
        <w:tc>
          <w:tcPr>
            <w:tcW w:w="851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ежегодно</w:t>
            </w:r>
          </w:p>
        </w:tc>
        <w:tc>
          <w:tcPr>
            <w:tcW w:w="1276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кл. руководители</w:t>
            </w:r>
          </w:p>
        </w:tc>
      </w:tr>
      <w:tr w:rsidR="009604CB" w:rsidRPr="00525600" w:rsidTr="001F1E50">
        <w:trPr>
          <w:trHeight w:val="671"/>
        </w:trPr>
        <w:tc>
          <w:tcPr>
            <w:tcW w:w="1350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Уровень удовлетворенности учащихся, родителей, организацией питания в школе</w:t>
            </w:r>
          </w:p>
        </w:tc>
        <w:tc>
          <w:tcPr>
            <w:tcW w:w="1524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Анкетирование</w:t>
            </w:r>
          </w:p>
        </w:tc>
        <w:tc>
          <w:tcPr>
            <w:tcW w:w="851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ежегодно</w:t>
            </w:r>
          </w:p>
        </w:tc>
        <w:tc>
          <w:tcPr>
            <w:tcW w:w="1276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Зам. директора по УВР</w:t>
            </w:r>
          </w:p>
        </w:tc>
      </w:tr>
      <w:tr w:rsidR="009604CB" w:rsidRPr="00525600" w:rsidTr="001F1E50">
        <w:trPr>
          <w:trHeight w:val="671"/>
        </w:trPr>
        <w:tc>
          <w:tcPr>
            <w:tcW w:w="1350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Материально-техническая база столовой</w:t>
            </w:r>
          </w:p>
        </w:tc>
        <w:tc>
          <w:tcPr>
            <w:tcW w:w="1524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Анализ результатов приёмки столовой к началу нового учебного года</w:t>
            </w:r>
          </w:p>
        </w:tc>
        <w:tc>
          <w:tcPr>
            <w:tcW w:w="851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ежегодно</w:t>
            </w:r>
          </w:p>
        </w:tc>
        <w:tc>
          <w:tcPr>
            <w:tcW w:w="1276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Директор школы,</w:t>
            </w:r>
          </w:p>
          <w:p w:rsidR="009604CB" w:rsidRPr="00336854" w:rsidRDefault="009604CB" w:rsidP="00336854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завхоз</w:t>
            </w:r>
          </w:p>
        </w:tc>
      </w:tr>
      <w:tr w:rsidR="009604CB" w:rsidRPr="00525600" w:rsidTr="001F1E50">
        <w:trPr>
          <w:trHeight w:val="671"/>
        </w:trPr>
        <w:tc>
          <w:tcPr>
            <w:tcW w:w="1350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Формирование у школьников навыков здорового питания</w:t>
            </w:r>
          </w:p>
        </w:tc>
        <w:tc>
          <w:tcPr>
            <w:tcW w:w="1524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Собеседование.</w:t>
            </w:r>
          </w:p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Наблюдение.</w:t>
            </w:r>
          </w:p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ежегодно</w:t>
            </w:r>
          </w:p>
        </w:tc>
        <w:tc>
          <w:tcPr>
            <w:tcW w:w="1276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Педагог-организатор</w:t>
            </w:r>
          </w:p>
        </w:tc>
      </w:tr>
      <w:tr w:rsidR="009604CB" w:rsidRPr="00525600" w:rsidTr="001F1E50">
        <w:trPr>
          <w:trHeight w:val="70"/>
        </w:trPr>
        <w:tc>
          <w:tcPr>
            <w:tcW w:w="1350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Качество организации питания</w:t>
            </w:r>
          </w:p>
        </w:tc>
        <w:tc>
          <w:tcPr>
            <w:tcW w:w="1524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Анкетирование, опросы, посещение столовой, анализ приготовления пищи и норм раскладки, санитарно-гигиенического состояния обеденного зала</w:t>
            </w:r>
          </w:p>
        </w:tc>
        <w:tc>
          <w:tcPr>
            <w:tcW w:w="851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ежедневно</w:t>
            </w:r>
          </w:p>
        </w:tc>
        <w:tc>
          <w:tcPr>
            <w:tcW w:w="1276" w:type="pct"/>
          </w:tcPr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Завхоз</w:t>
            </w:r>
            <w:r w:rsidRPr="003368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зам. директора по УВР</w:t>
            </w:r>
          </w:p>
          <w:p w:rsidR="009604CB" w:rsidRPr="00336854" w:rsidRDefault="009604CB" w:rsidP="001F1E50">
            <w:pPr>
              <w:pStyle w:val="NoSpacing1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604CB" w:rsidRPr="00336854" w:rsidRDefault="009604CB" w:rsidP="00336854">
      <w:pPr>
        <w:spacing w:after="0" w:line="240" w:lineRule="auto"/>
        <w:jc w:val="both"/>
        <w:rPr>
          <w:sz w:val="26"/>
          <w:szCs w:val="26"/>
        </w:rPr>
      </w:pPr>
    </w:p>
    <w:p w:rsidR="009604CB" w:rsidRPr="00336854" w:rsidRDefault="009604CB" w:rsidP="00336854">
      <w:pPr>
        <w:shd w:val="clear" w:color="auto" w:fill="FFFFFF"/>
        <w:spacing w:before="298" w:line="322" w:lineRule="exact"/>
        <w:ind w:left="101"/>
        <w:jc w:val="center"/>
        <w:rPr>
          <w:rFonts w:ascii="Times New Roman" w:hAnsi="Times New Roman"/>
          <w:sz w:val="26"/>
          <w:szCs w:val="26"/>
        </w:rPr>
      </w:pPr>
      <w:r w:rsidRPr="00336854">
        <w:rPr>
          <w:rFonts w:ascii="Times New Roman" w:hAnsi="Times New Roman"/>
          <w:b/>
          <w:bCs/>
          <w:spacing w:val="-1"/>
          <w:sz w:val="26"/>
          <w:szCs w:val="26"/>
        </w:rPr>
        <w:t>Ожидаемые конечные результаты программы:</w:t>
      </w:r>
    </w:p>
    <w:p w:rsidR="009604CB" w:rsidRPr="003E365C" w:rsidRDefault="009604CB" w:rsidP="00336854">
      <w:pPr>
        <w:widowControl w:val="0"/>
        <w:numPr>
          <w:ilvl w:val="0"/>
          <w:numId w:val="7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322" w:lineRule="exact"/>
        <w:ind w:left="130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2"/>
          <w:sz w:val="26"/>
          <w:szCs w:val="26"/>
        </w:rPr>
        <w:t>Увеличение количества детей, питающихся в школьной столовой до 100%.</w:t>
      </w:r>
    </w:p>
    <w:p w:rsidR="009604CB" w:rsidRPr="003E365C" w:rsidRDefault="009604CB" w:rsidP="00336854">
      <w:pPr>
        <w:widowControl w:val="0"/>
        <w:numPr>
          <w:ilvl w:val="0"/>
          <w:numId w:val="7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322" w:lineRule="exact"/>
        <w:ind w:left="130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2"/>
          <w:sz w:val="26"/>
          <w:szCs w:val="26"/>
        </w:rPr>
        <w:t xml:space="preserve">Организация правильного, сбалансированного питания детей и подростков с </w:t>
      </w:r>
      <w:r w:rsidRPr="003E365C">
        <w:rPr>
          <w:rFonts w:ascii="Times New Roman" w:hAnsi="Times New Roman"/>
          <w:sz w:val="26"/>
          <w:szCs w:val="26"/>
        </w:rPr>
        <w:t>учетом их возрастных особенностей;</w:t>
      </w:r>
    </w:p>
    <w:p w:rsidR="009604CB" w:rsidRPr="003E365C" w:rsidRDefault="009604CB" w:rsidP="00336854">
      <w:pPr>
        <w:widowControl w:val="0"/>
        <w:numPr>
          <w:ilvl w:val="0"/>
          <w:numId w:val="7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322" w:lineRule="exact"/>
        <w:ind w:left="130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>Оказание социальной поддержки отдельным категориям обучающихся;</w:t>
      </w:r>
    </w:p>
    <w:p w:rsidR="009604CB" w:rsidRPr="003E365C" w:rsidRDefault="009604CB" w:rsidP="00336854">
      <w:pPr>
        <w:widowControl w:val="0"/>
        <w:numPr>
          <w:ilvl w:val="0"/>
          <w:numId w:val="7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10" w:after="0" w:line="322" w:lineRule="exact"/>
        <w:ind w:left="130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2"/>
          <w:sz w:val="26"/>
          <w:szCs w:val="26"/>
        </w:rPr>
        <w:t xml:space="preserve">Обеспечение обучающихся необходимыми качественным и количественным </w:t>
      </w:r>
      <w:r w:rsidRPr="003E365C">
        <w:rPr>
          <w:rFonts w:ascii="Times New Roman" w:hAnsi="Times New Roman"/>
          <w:spacing w:val="-1"/>
          <w:sz w:val="26"/>
          <w:szCs w:val="26"/>
        </w:rPr>
        <w:t xml:space="preserve">составом рациона питания и ассортиментом продуктов, используемых в </w:t>
      </w:r>
      <w:r w:rsidRPr="003E365C">
        <w:rPr>
          <w:rFonts w:ascii="Times New Roman" w:hAnsi="Times New Roman"/>
          <w:sz w:val="26"/>
          <w:szCs w:val="26"/>
        </w:rPr>
        <w:t>питании;</w:t>
      </w:r>
    </w:p>
    <w:p w:rsidR="009604CB" w:rsidRPr="003E365C" w:rsidRDefault="009604CB" w:rsidP="00336854">
      <w:pPr>
        <w:shd w:val="clear" w:color="auto" w:fill="FFFFFF"/>
        <w:spacing w:line="322" w:lineRule="exact"/>
        <w:ind w:left="134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>-Сформированные навыки здорового питания у обучающихся и их родителей;</w:t>
      </w:r>
    </w:p>
    <w:p w:rsidR="009604CB" w:rsidRPr="003E365C" w:rsidRDefault="009604CB" w:rsidP="00336854">
      <w:pPr>
        <w:shd w:val="clear" w:color="auto" w:fill="FFFFFF"/>
        <w:tabs>
          <w:tab w:val="left" w:pos="163"/>
        </w:tabs>
        <w:spacing w:line="317" w:lineRule="exact"/>
        <w:ind w:left="10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-</w:t>
      </w:r>
      <w:r w:rsidRPr="003E365C">
        <w:rPr>
          <w:rFonts w:ascii="Times New Roman" w:hAnsi="Times New Roman"/>
          <w:sz w:val="26"/>
          <w:szCs w:val="26"/>
        </w:rPr>
        <w:tab/>
      </w:r>
      <w:r w:rsidRPr="003E365C">
        <w:rPr>
          <w:rFonts w:ascii="Times New Roman" w:hAnsi="Times New Roman"/>
          <w:spacing w:val="-1"/>
          <w:sz w:val="26"/>
          <w:szCs w:val="26"/>
        </w:rPr>
        <w:t>Улучшение качества питания школьников и обеспечение его безопасности;</w:t>
      </w:r>
    </w:p>
    <w:p w:rsidR="009604CB" w:rsidRPr="003E365C" w:rsidRDefault="009604CB" w:rsidP="00336854">
      <w:pPr>
        <w:shd w:val="clear" w:color="auto" w:fill="FFFFFF"/>
        <w:tabs>
          <w:tab w:val="left" w:pos="562"/>
        </w:tabs>
        <w:spacing w:line="317" w:lineRule="exact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b/>
          <w:bCs/>
          <w:sz w:val="26"/>
          <w:szCs w:val="26"/>
        </w:rPr>
        <w:t xml:space="preserve">- </w:t>
      </w:r>
      <w:r w:rsidRPr="003E365C">
        <w:rPr>
          <w:rFonts w:ascii="Times New Roman" w:hAnsi="Times New Roman"/>
          <w:sz w:val="26"/>
          <w:szCs w:val="26"/>
        </w:rPr>
        <w:t>Сформированность   механизмов   координации   и   контроля   в   системе школьного питания;</w:t>
      </w:r>
    </w:p>
    <w:p w:rsidR="009604CB" w:rsidRPr="003E365C" w:rsidRDefault="009604CB" w:rsidP="00336854">
      <w:pPr>
        <w:shd w:val="clear" w:color="auto" w:fill="FFFFFF"/>
        <w:tabs>
          <w:tab w:val="left" w:pos="158"/>
        </w:tabs>
        <w:spacing w:before="10" w:line="317" w:lineRule="exact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-</w:t>
      </w:r>
      <w:r w:rsidRPr="003E365C">
        <w:rPr>
          <w:rFonts w:ascii="Times New Roman" w:hAnsi="Times New Roman"/>
          <w:sz w:val="26"/>
          <w:szCs w:val="26"/>
        </w:rPr>
        <w:tab/>
        <w:t>Изменение имиджа школьной столовой и качества обслуживания;</w:t>
      </w:r>
      <w:r w:rsidRPr="003E365C">
        <w:rPr>
          <w:rFonts w:ascii="Times New Roman" w:hAnsi="Times New Roman"/>
          <w:sz w:val="26"/>
          <w:szCs w:val="26"/>
        </w:rPr>
        <w:br/>
      </w:r>
      <w:r w:rsidRPr="003E365C">
        <w:rPr>
          <w:rFonts w:ascii="Times New Roman" w:hAnsi="Times New Roman"/>
          <w:spacing w:val="-2"/>
          <w:sz w:val="26"/>
          <w:szCs w:val="26"/>
        </w:rPr>
        <w:t xml:space="preserve">-Культура   навыков   сохранения   и  укрепления   здоровья   при   стабильных </w:t>
      </w:r>
      <w:r w:rsidRPr="003E365C">
        <w:rPr>
          <w:rFonts w:ascii="Times New Roman" w:hAnsi="Times New Roman"/>
          <w:sz w:val="26"/>
          <w:szCs w:val="26"/>
        </w:rPr>
        <w:t>результатах обучения;</w:t>
      </w:r>
    </w:p>
    <w:p w:rsidR="009604CB" w:rsidRPr="003E365C" w:rsidRDefault="009604CB" w:rsidP="00336854">
      <w:pPr>
        <w:shd w:val="clear" w:color="auto" w:fill="FFFFFF"/>
        <w:spacing w:before="10" w:line="317" w:lineRule="exact"/>
        <w:ind w:left="34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>-Повышенная мотивации к здоровому образу жизни;</w:t>
      </w:r>
    </w:p>
    <w:p w:rsidR="009604CB" w:rsidRDefault="009604CB" w:rsidP="00336854">
      <w:pPr>
        <w:shd w:val="clear" w:color="auto" w:fill="FFFFFF"/>
        <w:spacing w:before="10" w:line="317" w:lineRule="exact"/>
        <w:ind w:left="5"/>
        <w:jc w:val="both"/>
        <w:rPr>
          <w:rFonts w:ascii="Times New Roman" w:hAnsi="Times New Roman"/>
          <w:spacing w:val="-1"/>
          <w:sz w:val="26"/>
          <w:szCs w:val="26"/>
        </w:rPr>
      </w:pPr>
      <w:r w:rsidRPr="003E365C">
        <w:rPr>
          <w:rFonts w:ascii="Times New Roman" w:hAnsi="Times New Roman"/>
          <w:spacing w:val="-1"/>
          <w:sz w:val="26"/>
          <w:szCs w:val="26"/>
        </w:rPr>
        <w:t xml:space="preserve">-Поддержка родителями деятельности школы по воспитанию здоровых детей; </w:t>
      </w:r>
    </w:p>
    <w:p w:rsidR="009604CB" w:rsidRPr="003E365C" w:rsidRDefault="009604CB" w:rsidP="00336854">
      <w:pPr>
        <w:shd w:val="clear" w:color="auto" w:fill="FFFFFF"/>
        <w:spacing w:before="10" w:line="317" w:lineRule="exact"/>
        <w:ind w:left="5"/>
        <w:jc w:val="both"/>
        <w:rPr>
          <w:rFonts w:ascii="Times New Roman" w:hAnsi="Times New Roman"/>
          <w:sz w:val="26"/>
          <w:szCs w:val="26"/>
        </w:rPr>
      </w:pPr>
      <w:r w:rsidRPr="003E365C">
        <w:rPr>
          <w:rFonts w:ascii="Times New Roman" w:hAnsi="Times New Roman"/>
          <w:sz w:val="26"/>
          <w:szCs w:val="26"/>
        </w:rPr>
        <w:t>-Улучшение состояния здоровья детей по показателям заболеваний, зависящих от качества потребляемой пищи.</w:t>
      </w:r>
    </w:p>
    <w:sectPr w:rsidR="009604CB" w:rsidRPr="003E365C" w:rsidSect="00153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D8DDD6"/>
    <w:lvl w:ilvl="0">
      <w:numFmt w:val="bullet"/>
      <w:lvlText w:val="*"/>
      <w:lvlJc w:val="left"/>
    </w:lvl>
  </w:abstractNum>
  <w:abstractNum w:abstractNumId="1">
    <w:nsid w:val="13235A02"/>
    <w:multiLevelType w:val="hybridMultilevel"/>
    <w:tmpl w:val="68FE4F14"/>
    <w:lvl w:ilvl="0" w:tplc="4F9CA71C">
      <w:start w:val="100"/>
      <w:numFmt w:val="decimal"/>
      <w:lvlText w:val="%1"/>
      <w:lvlJc w:val="left"/>
      <w:pPr>
        <w:ind w:left="892" w:hanging="450"/>
      </w:pPr>
      <w:rPr>
        <w:rFonts w:eastAsia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  <w:rPr>
        <w:rFonts w:cs="Times New Roman"/>
      </w:rPr>
    </w:lvl>
  </w:abstractNum>
  <w:abstractNum w:abstractNumId="2">
    <w:nsid w:val="1BDF7830"/>
    <w:multiLevelType w:val="hybridMultilevel"/>
    <w:tmpl w:val="4CBC2E44"/>
    <w:lvl w:ilvl="0" w:tplc="2AF2DD68">
      <w:numFmt w:val="bullet"/>
      <w:lvlText w:val=""/>
      <w:lvlJc w:val="left"/>
      <w:pPr>
        <w:ind w:left="1237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23A36B5"/>
    <w:multiLevelType w:val="singleLevel"/>
    <w:tmpl w:val="00B6ACB8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256005AB"/>
    <w:multiLevelType w:val="hybridMultilevel"/>
    <w:tmpl w:val="5B0404CC"/>
    <w:lvl w:ilvl="0" w:tplc="0D9EDC92">
      <w:start w:val="100"/>
      <w:numFmt w:val="bullet"/>
      <w:lvlText w:val=""/>
      <w:lvlJc w:val="left"/>
      <w:pPr>
        <w:ind w:left="806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5">
    <w:nsid w:val="373409BD"/>
    <w:multiLevelType w:val="singleLevel"/>
    <w:tmpl w:val="8B444CB6"/>
    <w:lvl w:ilvl="0">
      <w:start w:val="7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39577812"/>
    <w:multiLevelType w:val="hybridMultilevel"/>
    <w:tmpl w:val="4E6609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0EA66BA"/>
    <w:multiLevelType w:val="hybridMultilevel"/>
    <w:tmpl w:val="6A9E99B2"/>
    <w:lvl w:ilvl="0" w:tplc="0419000F">
      <w:start w:val="1"/>
      <w:numFmt w:val="decimal"/>
      <w:lvlText w:val="%1."/>
      <w:lvlJc w:val="left"/>
      <w:pPr>
        <w:ind w:left="11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2" w:hanging="180"/>
      </w:pPr>
      <w:rPr>
        <w:rFonts w:cs="Times New Roman"/>
      </w:rPr>
    </w:lvl>
  </w:abstractNum>
  <w:abstractNum w:abstractNumId="8">
    <w:nsid w:val="514A4DB9"/>
    <w:multiLevelType w:val="hybridMultilevel"/>
    <w:tmpl w:val="08CA9F4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0E6CC8"/>
    <w:multiLevelType w:val="hybridMultilevel"/>
    <w:tmpl w:val="27568554"/>
    <w:lvl w:ilvl="0" w:tplc="2AF2DD68">
      <w:numFmt w:val="bullet"/>
      <w:lvlText w:val=""/>
      <w:lvlJc w:val="left"/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10">
    <w:nsid w:val="55126773"/>
    <w:multiLevelType w:val="singleLevel"/>
    <w:tmpl w:val="FA10CCC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1">
    <w:nsid w:val="63EE730C"/>
    <w:multiLevelType w:val="singleLevel"/>
    <w:tmpl w:val="E00E0890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2">
    <w:nsid w:val="6DD540A4"/>
    <w:multiLevelType w:val="hybridMultilevel"/>
    <w:tmpl w:val="8D323092"/>
    <w:lvl w:ilvl="0" w:tplc="2AF2DD68">
      <w:numFmt w:val="bullet"/>
      <w:lvlText w:val=""/>
      <w:lvlJc w:val="left"/>
      <w:pPr>
        <w:ind w:left="802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3">
    <w:nsid w:val="73C222EB"/>
    <w:multiLevelType w:val="hybridMultilevel"/>
    <w:tmpl w:val="605E4D04"/>
    <w:lvl w:ilvl="0" w:tplc="0419000B">
      <w:start w:val="1"/>
      <w:numFmt w:val="bullet"/>
      <w:lvlText w:val=""/>
      <w:lvlJc w:val="left"/>
      <w:pPr>
        <w:ind w:left="10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4">
    <w:nsid w:val="7DB43AE7"/>
    <w:multiLevelType w:val="singleLevel"/>
    <w:tmpl w:val="DC9870E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2">
    <w:abstractNumId w:val="14"/>
  </w:num>
  <w:num w:numId="3">
    <w:abstractNumId w:val="5"/>
  </w:num>
  <w:num w:numId="4">
    <w:abstractNumId w:val="5"/>
    <w:lvlOverride w:ilvl="0">
      <w:lvl w:ilvl="0">
        <w:start w:val="7"/>
        <w:numFmt w:val="decimal"/>
        <w:lvlText w:val="%1.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&gt;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9">
    <w:abstractNumId w:val="3"/>
  </w:num>
  <w:num w:numId="10">
    <w:abstractNumId w:val="10"/>
  </w:num>
  <w:num w:numId="11">
    <w:abstractNumId w:val="11"/>
  </w:num>
  <w:num w:numId="12">
    <w:abstractNumId w:val="4"/>
  </w:num>
  <w:num w:numId="13">
    <w:abstractNumId w:val="7"/>
  </w:num>
  <w:num w:numId="14">
    <w:abstractNumId w:val="12"/>
  </w:num>
  <w:num w:numId="15">
    <w:abstractNumId w:val="2"/>
  </w:num>
  <w:num w:numId="16">
    <w:abstractNumId w:val="9"/>
  </w:num>
  <w:num w:numId="17">
    <w:abstractNumId w:val="8"/>
  </w:num>
  <w:num w:numId="18">
    <w:abstractNumId w:val="1"/>
  </w:num>
  <w:num w:numId="19">
    <w:abstractNumId w:val="13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440"/>
    <w:rsid w:val="00010B36"/>
    <w:rsid w:val="00153EAC"/>
    <w:rsid w:val="001F1E50"/>
    <w:rsid w:val="00233EF9"/>
    <w:rsid w:val="00336854"/>
    <w:rsid w:val="003E365C"/>
    <w:rsid w:val="004277D9"/>
    <w:rsid w:val="004B1223"/>
    <w:rsid w:val="004F4FF2"/>
    <w:rsid w:val="00525600"/>
    <w:rsid w:val="005B3346"/>
    <w:rsid w:val="005E0FD1"/>
    <w:rsid w:val="005F7BFC"/>
    <w:rsid w:val="00925C34"/>
    <w:rsid w:val="009262BD"/>
    <w:rsid w:val="009604CB"/>
    <w:rsid w:val="009F22AF"/>
    <w:rsid w:val="009F3545"/>
    <w:rsid w:val="00A50752"/>
    <w:rsid w:val="00BD2328"/>
    <w:rsid w:val="00C14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2A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144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1444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26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62BD"/>
    <w:rPr>
      <w:rFonts w:ascii="Tahoma" w:hAnsi="Tahoma" w:cs="Tahoma"/>
      <w:sz w:val="16"/>
      <w:szCs w:val="16"/>
    </w:rPr>
  </w:style>
  <w:style w:type="paragraph" w:customStyle="1" w:styleId="NoSpacing1">
    <w:name w:val="No Spacing1"/>
    <w:uiPriority w:val="99"/>
    <w:rsid w:val="00336854"/>
    <w:rPr>
      <w:rFonts w:eastAsia="Times New Roman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18</Pages>
  <Words>4000</Words>
  <Characters>22801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Admin</cp:lastModifiedBy>
  <cp:revision>3</cp:revision>
  <dcterms:created xsi:type="dcterms:W3CDTF">2020-10-12T06:48:00Z</dcterms:created>
  <dcterms:modified xsi:type="dcterms:W3CDTF">2020-10-29T11:42:00Z</dcterms:modified>
</cp:coreProperties>
</file>